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7A4" w:rsidRPr="00387A28" w:rsidRDefault="009377A4" w:rsidP="00E52131">
      <w:pPr>
        <w:pStyle w:val="Title"/>
        <w:ind w:left="0" w:right="-1"/>
        <w:jc w:val="left"/>
        <w:rPr>
          <w:sz w:val="20"/>
          <w:szCs w:val="20"/>
        </w:rPr>
      </w:pPr>
      <w:r w:rsidRPr="00387A28">
        <w:rPr>
          <w:b w:val="0"/>
          <w:sz w:val="28"/>
        </w:rPr>
        <w:tab/>
      </w:r>
      <w:r w:rsidRPr="00387A28">
        <w:rPr>
          <w:b w:val="0"/>
          <w:sz w:val="28"/>
        </w:rPr>
        <w:tab/>
      </w:r>
      <w:r w:rsidRPr="00387A28">
        <w:rPr>
          <w:b w:val="0"/>
          <w:sz w:val="28"/>
        </w:rPr>
        <w:tab/>
      </w:r>
    </w:p>
    <w:p w:rsidR="009377A4" w:rsidRDefault="009377A4">
      <w:pPr>
        <w:pStyle w:val="Title"/>
        <w:ind w:right="-1"/>
        <w:rPr>
          <w:sz w:val="28"/>
        </w:rPr>
      </w:pPr>
      <w:r>
        <w:rPr>
          <w:sz w:val="28"/>
        </w:rPr>
        <w:t>Umowa o roboty budowlane Nr ……………./15</w:t>
      </w:r>
    </w:p>
    <w:p w:rsidR="009377A4" w:rsidRDefault="009377A4">
      <w:pPr>
        <w:jc w:val="both"/>
        <w:rPr>
          <w:sz w:val="20"/>
        </w:rPr>
      </w:pPr>
    </w:p>
    <w:p w:rsidR="009377A4" w:rsidRPr="00387A28" w:rsidRDefault="009377A4" w:rsidP="0051162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Zawarta w dniu ........ …………….</w:t>
      </w:r>
      <w:r w:rsidRPr="00F546E2">
        <w:rPr>
          <w:sz w:val="22"/>
          <w:szCs w:val="22"/>
        </w:rPr>
        <w:t xml:space="preserve"> r.  w  Gryfinie, pomiędzy </w:t>
      </w:r>
      <w:r w:rsidRPr="00F546E2">
        <w:rPr>
          <w:b/>
          <w:sz w:val="22"/>
          <w:szCs w:val="22"/>
        </w:rPr>
        <w:t>Powiatem Gryfińskim</w:t>
      </w:r>
      <w:r w:rsidRPr="00F546E2">
        <w:rPr>
          <w:sz w:val="22"/>
          <w:szCs w:val="22"/>
        </w:rPr>
        <w:t xml:space="preserve">   z siedzibą w Gryfinie przy ul. Sprzymierzonych 4 reprezentowanym przez  </w:t>
      </w:r>
      <w:r w:rsidRPr="00F546E2">
        <w:rPr>
          <w:b/>
          <w:sz w:val="22"/>
          <w:szCs w:val="22"/>
        </w:rPr>
        <w:t>Zarząd Powiatu w Gryfinie,</w:t>
      </w:r>
      <w:r w:rsidRPr="00F546E2">
        <w:rPr>
          <w:sz w:val="22"/>
          <w:szCs w:val="22"/>
        </w:rPr>
        <w:t xml:space="preserve"> NIP: 858-15-63-280, Regon: 811683965, w imieniu którego działają:</w:t>
      </w:r>
    </w:p>
    <w:p w:rsidR="009377A4" w:rsidRPr="00F546E2" w:rsidRDefault="009377A4" w:rsidP="0051162F">
      <w:pPr>
        <w:jc w:val="both"/>
        <w:rPr>
          <w:sz w:val="22"/>
          <w:szCs w:val="22"/>
        </w:rPr>
      </w:pPr>
    </w:p>
    <w:p w:rsidR="009377A4" w:rsidRPr="00F546E2" w:rsidRDefault="009377A4" w:rsidP="0051162F">
      <w:pPr>
        <w:jc w:val="both"/>
        <w:rPr>
          <w:b/>
          <w:sz w:val="22"/>
          <w:szCs w:val="22"/>
        </w:rPr>
      </w:pPr>
      <w:r w:rsidRPr="00F546E2">
        <w:rPr>
          <w:b/>
          <w:sz w:val="22"/>
          <w:szCs w:val="22"/>
        </w:rPr>
        <w:t xml:space="preserve">1.  </w:t>
      </w:r>
      <w:r>
        <w:rPr>
          <w:b/>
          <w:sz w:val="22"/>
          <w:szCs w:val="22"/>
        </w:rPr>
        <w:t>Wojciech Konarski - Przewodniczący</w:t>
      </w:r>
      <w:r w:rsidRPr="00F546E2">
        <w:rPr>
          <w:b/>
          <w:sz w:val="22"/>
          <w:szCs w:val="22"/>
        </w:rPr>
        <w:t xml:space="preserve"> Zarządu</w:t>
      </w:r>
    </w:p>
    <w:p w:rsidR="009377A4" w:rsidRPr="00F546E2" w:rsidRDefault="009377A4" w:rsidP="0051162F">
      <w:pPr>
        <w:jc w:val="both"/>
        <w:rPr>
          <w:sz w:val="22"/>
          <w:szCs w:val="22"/>
        </w:rPr>
      </w:pPr>
      <w:r w:rsidRPr="00F546E2">
        <w:rPr>
          <w:b/>
          <w:sz w:val="22"/>
          <w:szCs w:val="22"/>
        </w:rPr>
        <w:t xml:space="preserve">2.  </w:t>
      </w:r>
      <w:r>
        <w:rPr>
          <w:b/>
          <w:sz w:val="22"/>
          <w:szCs w:val="22"/>
        </w:rPr>
        <w:t>Jerzy Miler</w:t>
      </w:r>
      <w:r w:rsidRPr="00F546E2">
        <w:rPr>
          <w:b/>
          <w:sz w:val="22"/>
          <w:szCs w:val="22"/>
        </w:rPr>
        <w:t xml:space="preserve"> – Członek Zarządu</w:t>
      </w:r>
    </w:p>
    <w:p w:rsidR="009377A4" w:rsidRPr="00F546E2" w:rsidRDefault="009377A4" w:rsidP="0051162F">
      <w:pPr>
        <w:jc w:val="both"/>
        <w:rPr>
          <w:sz w:val="22"/>
          <w:szCs w:val="22"/>
        </w:rPr>
      </w:pPr>
      <w:r w:rsidRPr="00F546E2">
        <w:rPr>
          <w:sz w:val="22"/>
          <w:szCs w:val="22"/>
        </w:rPr>
        <w:t xml:space="preserve">zwanym w dalszej części umowy „ </w:t>
      </w:r>
      <w:r w:rsidRPr="00F546E2">
        <w:rPr>
          <w:b/>
          <w:sz w:val="22"/>
          <w:szCs w:val="22"/>
        </w:rPr>
        <w:t>Zamawiającym</w:t>
      </w:r>
      <w:r>
        <w:rPr>
          <w:sz w:val="22"/>
          <w:szCs w:val="22"/>
        </w:rPr>
        <w:t>”</w:t>
      </w:r>
    </w:p>
    <w:p w:rsidR="009377A4" w:rsidRPr="00F546E2" w:rsidRDefault="009377A4" w:rsidP="0051162F">
      <w:pPr>
        <w:jc w:val="both"/>
        <w:rPr>
          <w:sz w:val="22"/>
          <w:szCs w:val="22"/>
        </w:rPr>
      </w:pPr>
    </w:p>
    <w:p w:rsidR="009377A4" w:rsidRPr="00F546E2" w:rsidRDefault="009377A4" w:rsidP="0051162F">
      <w:pPr>
        <w:rPr>
          <w:b/>
          <w:sz w:val="22"/>
          <w:szCs w:val="22"/>
        </w:rPr>
      </w:pPr>
      <w:r w:rsidRPr="00F546E2">
        <w:rPr>
          <w:sz w:val="22"/>
          <w:szCs w:val="22"/>
        </w:rPr>
        <w:t xml:space="preserve">a </w:t>
      </w:r>
      <w:r w:rsidRPr="00F546E2">
        <w:rPr>
          <w:b/>
          <w:sz w:val="22"/>
          <w:szCs w:val="22"/>
        </w:rPr>
        <w:t xml:space="preserve">:  </w:t>
      </w:r>
    </w:p>
    <w:p w:rsidR="009377A4" w:rsidRPr="00F546E2" w:rsidRDefault="009377A4" w:rsidP="0051162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…………………………………………………………………………………………………………</w:t>
      </w:r>
      <w:r w:rsidRPr="00F546E2">
        <w:rPr>
          <w:sz w:val="22"/>
          <w:szCs w:val="22"/>
        </w:rPr>
        <w:t>:</w:t>
      </w:r>
    </w:p>
    <w:p w:rsidR="009377A4" w:rsidRPr="008F3A41" w:rsidRDefault="009377A4" w:rsidP="0051162F">
      <w:pPr>
        <w:jc w:val="both"/>
        <w:rPr>
          <w:b/>
          <w:sz w:val="22"/>
          <w:szCs w:val="22"/>
        </w:rPr>
      </w:pPr>
      <w:r w:rsidRPr="008F3A41">
        <w:rPr>
          <w:b/>
          <w:sz w:val="22"/>
          <w:szCs w:val="22"/>
        </w:rPr>
        <w:t xml:space="preserve">1. </w:t>
      </w:r>
      <w:r>
        <w:rPr>
          <w:b/>
          <w:sz w:val="22"/>
          <w:szCs w:val="22"/>
        </w:rPr>
        <w:t>……………………………………..</w:t>
      </w:r>
    </w:p>
    <w:p w:rsidR="009377A4" w:rsidRDefault="009377A4" w:rsidP="005116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377A4" w:rsidRPr="00F546E2" w:rsidRDefault="009377A4" w:rsidP="005116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zwanym </w:t>
      </w:r>
      <w:r w:rsidRPr="00F546E2">
        <w:rPr>
          <w:sz w:val="22"/>
          <w:szCs w:val="22"/>
        </w:rPr>
        <w:t>w dalszej części umowy „</w:t>
      </w:r>
      <w:r w:rsidRPr="00F546E2">
        <w:rPr>
          <w:b/>
          <w:sz w:val="22"/>
          <w:szCs w:val="22"/>
        </w:rPr>
        <w:t>Wykonawcą</w:t>
      </w:r>
      <w:r w:rsidRPr="00F546E2">
        <w:rPr>
          <w:sz w:val="22"/>
          <w:szCs w:val="22"/>
        </w:rPr>
        <w:t>” o następującej treści :</w:t>
      </w:r>
    </w:p>
    <w:p w:rsidR="009377A4" w:rsidRPr="000976FC" w:rsidRDefault="009377A4">
      <w:pPr>
        <w:ind w:left="708"/>
        <w:jc w:val="both"/>
        <w:rPr>
          <w:sz w:val="22"/>
          <w:szCs w:val="22"/>
        </w:rPr>
      </w:pPr>
    </w:p>
    <w:p w:rsidR="009377A4" w:rsidRPr="000976FC" w:rsidRDefault="009377A4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§1</w:t>
      </w:r>
    </w:p>
    <w:p w:rsidR="009377A4" w:rsidRPr="00EA7B0D" w:rsidRDefault="009377A4" w:rsidP="00A94679">
      <w:pPr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 xml:space="preserve">1.  Umowa niniejsza zawarta została zgodnie z przepisami ustawy z dnia 29 stycznia 2004 r. Prawo </w:t>
      </w:r>
      <w:r w:rsidRPr="00EA7B0D">
        <w:rPr>
          <w:sz w:val="22"/>
          <w:szCs w:val="22"/>
        </w:rPr>
        <w:t>zamówień publicznych (t.j. Dz.U. z 2013 r., poz. 907 z późn. zm.) w trybie przetargu nieograniczonego.</w:t>
      </w:r>
    </w:p>
    <w:p w:rsidR="009377A4" w:rsidRPr="00EA7B0D" w:rsidRDefault="009377A4" w:rsidP="005968EE">
      <w:pPr>
        <w:jc w:val="both"/>
        <w:rPr>
          <w:bCs/>
          <w:sz w:val="22"/>
          <w:szCs w:val="22"/>
        </w:rPr>
      </w:pPr>
      <w:r w:rsidRPr="00EA7B0D">
        <w:rPr>
          <w:sz w:val="22"/>
          <w:szCs w:val="22"/>
        </w:rPr>
        <w:t>2.</w:t>
      </w:r>
      <w:r w:rsidRPr="00EA7B0D">
        <w:rPr>
          <w:color w:val="FF0000"/>
          <w:sz w:val="22"/>
          <w:szCs w:val="22"/>
        </w:rPr>
        <w:t xml:space="preserve">  </w:t>
      </w:r>
      <w:r w:rsidRPr="00EA7B0D">
        <w:rPr>
          <w:sz w:val="22"/>
          <w:szCs w:val="22"/>
        </w:rPr>
        <w:t>Zamawiający zleca, a Wykonawca przyjmuje do wykonania roboty budowlane pn. „Termomodernizacja dachu w budynku łącznika internatu i stołówki przy ZSP Nr 2 w Gryfinie</w:t>
      </w:r>
      <w:r w:rsidRPr="00EA7B0D">
        <w:rPr>
          <w:b/>
          <w:sz w:val="22"/>
          <w:szCs w:val="22"/>
        </w:rPr>
        <w:t>”</w:t>
      </w:r>
      <w:r w:rsidRPr="00EA7B0D">
        <w:rPr>
          <w:sz w:val="22"/>
          <w:szCs w:val="22"/>
        </w:rPr>
        <w:t>.</w:t>
      </w:r>
    </w:p>
    <w:p w:rsidR="009377A4" w:rsidRPr="008A3C85" w:rsidRDefault="009377A4" w:rsidP="005968EE">
      <w:pPr>
        <w:jc w:val="both"/>
        <w:rPr>
          <w:b/>
          <w:bCs/>
          <w:sz w:val="22"/>
          <w:szCs w:val="22"/>
        </w:rPr>
      </w:pPr>
    </w:p>
    <w:p w:rsidR="009377A4" w:rsidRDefault="009377A4" w:rsidP="008A3C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2.1. </w:t>
      </w:r>
      <w:r>
        <w:rPr>
          <w:sz w:val="22"/>
          <w:szCs w:val="22"/>
        </w:rPr>
        <w:t>Wyszczególnienie prac:</w:t>
      </w:r>
      <w:r>
        <w:rPr>
          <w:b/>
          <w:bCs/>
          <w:sz w:val="22"/>
          <w:szCs w:val="22"/>
        </w:rPr>
        <w:t xml:space="preserve"> </w:t>
      </w:r>
    </w:p>
    <w:p w:rsidR="009377A4" w:rsidRPr="00900F71" w:rsidRDefault="009377A4" w:rsidP="00D50F4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00F71">
        <w:rPr>
          <w:sz w:val="22"/>
          <w:szCs w:val="22"/>
        </w:rPr>
        <w:t>- roboty rozbiórkowe</w:t>
      </w:r>
    </w:p>
    <w:p w:rsidR="009377A4" w:rsidRPr="00900F71" w:rsidRDefault="009377A4" w:rsidP="00D50F48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0F71">
        <w:rPr>
          <w:bCs/>
          <w:sz w:val="22"/>
          <w:szCs w:val="22"/>
        </w:rPr>
        <w:t>- roboty izolacyjne</w:t>
      </w:r>
    </w:p>
    <w:p w:rsidR="009377A4" w:rsidRPr="00900F71" w:rsidRDefault="009377A4" w:rsidP="00D50F48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0F71">
        <w:rPr>
          <w:bCs/>
          <w:sz w:val="22"/>
          <w:szCs w:val="22"/>
        </w:rPr>
        <w:t>- roboty pokrywcze</w:t>
      </w:r>
    </w:p>
    <w:p w:rsidR="009377A4" w:rsidRPr="00900F71" w:rsidRDefault="009377A4" w:rsidP="00D50F48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0F71">
        <w:rPr>
          <w:bCs/>
          <w:sz w:val="22"/>
          <w:szCs w:val="22"/>
        </w:rPr>
        <w:t>- roboty murarskie</w:t>
      </w:r>
    </w:p>
    <w:p w:rsidR="009377A4" w:rsidRPr="00900F71" w:rsidRDefault="009377A4" w:rsidP="00D50F48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0F71">
        <w:rPr>
          <w:bCs/>
          <w:sz w:val="22"/>
          <w:szCs w:val="22"/>
        </w:rPr>
        <w:t>- roboty tynkarskie</w:t>
      </w:r>
    </w:p>
    <w:p w:rsidR="009377A4" w:rsidRPr="00900F71" w:rsidRDefault="009377A4" w:rsidP="00D50F48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0F71">
        <w:rPr>
          <w:bCs/>
          <w:sz w:val="22"/>
          <w:szCs w:val="22"/>
        </w:rPr>
        <w:t xml:space="preserve">- roboty blacharskie </w:t>
      </w:r>
    </w:p>
    <w:p w:rsidR="009377A4" w:rsidRPr="001030FA" w:rsidRDefault="009377A4" w:rsidP="0051162F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9377A4" w:rsidRPr="003D2A74" w:rsidRDefault="009377A4" w:rsidP="006A3BE9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</w:t>
      </w:r>
      <w:r w:rsidRPr="000976FC">
        <w:rPr>
          <w:sz w:val="22"/>
          <w:szCs w:val="22"/>
        </w:rPr>
        <w:t xml:space="preserve">Na przedmiot umowy, </w:t>
      </w:r>
      <w:r w:rsidRPr="0017677F">
        <w:rPr>
          <w:sz w:val="22"/>
          <w:szCs w:val="22"/>
        </w:rPr>
        <w:t>o którym mowa w ust. 2</w:t>
      </w:r>
      <w:r>
        <w:rPr>
          <w:sz w:val="22"/>
          <w:szCs w:val="22"/>
        </w:rPr>
        <w:t>,</w:t>
      </w:r>
      <w:r w:rsidRPr="0017677F">
        <w:rPr>
          <w:sz w:val="22"/>
          <w:szCs w:val="22"/>
        </w:rPr>
        <w:t xml:space="preserve"> składa</w:t>
      </w:r>
      <w:r w:rsidRPr="000976FC">
        <w:rPr>
          <w:sz w:val="22"/>
          <w:szCs w:val="22"/>
        </w:rPr>
        <w:t xml:space="preserve"> się zakres rzeczowy określony na podstawie dokumentów: </w:t>
      </w:r>
      <w:r w:rsidRPr="003D2A74">
        <w:rPr>
          <w:sz w:val="22"/>
          <w:szCs w:val="22"/>
        </w:rPr>
        <w:t>przedmiaru, specyfikacji technicznej, dokumentacji projektowej, będących załącznikami do SIWZ oraz pozostałych zapisów SIWZ.</w:t>
      </w:r>
    </w:p>
    <w:p w:rsidR="009377A4" w:rsidRPr="00A10107" w:rsidRDefault="009377A4" w:rsidP="00D35248">
      <w:pPr>
        <w:widowControl w:val="0"/>
        <w:autoSpaceDE w:val="0"/>
        <w:autoSpaceDN w:val="0"/>
        <w:adjustRightInd w:val="0"/>
        <w:jc w:val="both"/>
        <w:rPr>
          <w:rFonts w:eastAsia="TimesNewRoman,Bold"/>
          <w:b/>
          <w:bCs/>
          <w:sz w:val="22"/>
          <w:szCs w:val="22"/>
        </w:rPr>
      </w:pPr>
      <w:r>
        <w:rPr>
          <w:sz w:val="22"/>
          <w:szCs w:val="22"/>
        </w:rPr>
        <w:t>4</w:t>
      </w:r>
      <w:r w:rsidRPr="000976FC">
        <w:rPr>
          <w:sz w:val="22"/>
          <w:szCs w:val="22"/>
        </w:rPr>
        <w:t xml:space="preserve">.  Lokalizacja inwestycji: </w:t>
      </w:r>
      <w:r>
        <w:rPr>
          <w:sz w:val="22"/>
          <w:szCs w:val="22"/>
        </w:rPr>
        <w:t>Budynek łącznika i stołówki przy internacie przy Zespole Szkół Ponadgimnazjalnych Nr 2 w Gryfinie, ul. Łużycka 91, 74-100 Gryfino</w:t>
      </w:r>
    </w:p>
    <w:p w:rsidR="009377A4" w:rsidRPr="000976FC" w:rsidRDefault="009377A4" w:rsidP="00D3524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17677F">
        <w:rPr>
          <w:sz w:val="22"/>
          <w:szCs w:val="22"/>
        </w:rPr>
        <w:t xml:space="preserve">. </w:t>
      </w:r>
      <w:r w:rsidRPr="000976FC">
        <w:rPr>
          <w:sz w:val="22"/>
          <w:szCs w:val="22"/>
        </w:rPr>
        <w:t>Roboty muszą być wykonane zgodnie z obowiązującymi przepisami, normami oraz na ustalonych niniejszą umo</w:t>
      </w:r>
      <w:r w:rsidRPr="000976FC">
        <w:rPr>
          <w:sz w:val="22"/>
          <w:szCs w:val="22"/>
        </w:rPr>
        <w:softHyphen/>
        <w:t>wą warunkach.</w:t>
      </w:r>
    </w:p>
    <w:p w:rsidR="009377A4" w:rsidRPr="000976FC" w:rsidRDefault="009377A4">
      <w:pPr>
        <w:ind w:left="40" w:right="-1"/>
        <w:jc w:val="center"/>
        <w:rPr>
          <w:b/>
          <w:sz w:val="22"/>
          <w:szCs w:val="22"/>
        </w:rPr>
      </w:pPr>
    </w:p>
    <w:p w:rsidR="009377A4" w:rsidRPr="000976FC" w:rsidRDefault="009377A4">
      <w:pPr>
        <w:ind w:left="40"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§2</w:t>
      </w:r>
    </w:p>
    <w:p w:rsidR="009377A4" w:rsidRDefault="009377A4" w:rsidP="00720E4C">
      <w:pPr>
        <w:numPr>
          <w:ilvl w:val="0"/>
          <w:numId w:val="33"/>
        </w:numPr>
        <w:ind w:left="0" w:right="-1" w:firstLine="0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Wynagrodzenie kosztorysowe za roboty budowlane będące przedmiotem niniejszej umowy wynosi</w:t>
      </w:r>
      <w:r>
        <w:rPr>
          <w:sz w:val="22"/>
          <w:szCs w:val="22"/>
        </w:rPr>
        <w:t>: ………………</w:t>
      </w:r>
      <w:r w:rsidRPr="000976FC">
        <w:rPr>
          <w:sz w:val="22"/>
          <w:szCs w:val="22"/>
        </w:rPr>
        <w:t xml:space="preserve"> zł </w:t>
      </w:r>
      <w:r>
        <w:rPr>
          <w:sz w:val="22"/>
          <w:szCs w:val="22"/>
        </w:rPr>
        <w:t>netto plus podatek VAT w wysokości 23</w:t>
      </w:r>
      <w:r w:rsidRPr="000976FC">
        <w:rPr>
          <w:sz w:val="22"/>
          <w:szCs w:val="22"/>
        </w:rPr>
        <w:t xml:space="preserve"> %, co stanowi kwotę </w:t>
      </w:r>
      <w:r>
        <w:rPr>
          <w:sz w:val="22"/>
          <w:szCs w:val="22"/>
        </w:rPr>
        <w:t>…………………</w:t>
      </w:r>
      <w:r w:rsidRPr="000976FC">
        <w:rPr>
          <w:sz w:val="22"/>
          <w:szCs w:val="22"/>
        </w:rPr>
        <w:t xml:space="preserve"> zł.</w:t>
      </w:r>
    </w:p>
    <w:p w:rsidR="009377A4" w:rsidRDefault="009377A4" w:rsidP="005968EE">
      <w:pPr>
        <w:tabs>
          <w:tab w:val="num" w:pos="360"/>
        </w:tabs>
        <w:ind w:right="-1"/>
        <w:jc w:val="both"/>
        <w:rPr>
          <w:sz w:val="22"/>
          <w:szCs w:val="22"/>
        </w:rPr>
      </w:pPr>
      <w:r w:rsidRPr="000976FC">
        <w:rPr>
          <w:b/>
          <w:sz w:val="22"/>
          <w:szCs w:val="22"/>
        </w:rPr>
        <w:t>Wartość robót brutto wyn</w:t>
      </w:r>
      <w:r>
        <w:rPr>
          <w:b/>
          <w:sz w:val="22"/>
          <w:szCs w:val="22"/>
        </w:rPr>
        <w:t>osi ………………….</w:t>
      </w:r>
      <w:r w:rsidRPr="000976FC">
        <w:rPr>
          <w:b/>
          <w:sz w:val="22"/>
          <w:szCs w:val="22"/>
        </w:rPr>
        <w:t xml:space="preserve"> zł</w:t>
      </w:r>
      <w:r w:rsidRPr="000976FC">
        <w:rPr>
          <w:sz w:val="22"/>
          <w:szCs w:val="22"/>
        </w:rPr>
        <w:t xml:space="preserve"> (słownie:</w:t>
      </w:r>
      <w:r>
        <w:rPr>
          <w:sz w:val="22"/>
          <w:szCs w:val="22"/>
        </w:rPr>
        <w:t xml:space="preserve"> …………………………………….</w:t>
      </w:r>
      <w:r w:rsidRPr="000976FC">
        <w:rPr>
          <w:sz w:val="22"/>
          <w:szCs w:val="22"/>
        </w:rPr>
        <w:t>).</w:t>
      </w:r>
    </w:p>
    <w:p w:rsidR="009377A4" w:rsidRPr="000976FC" w:rsidRDefault="009377A4">
      <w:pPr>
        <w:pStyle w:val="BodyText2"/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2. Wynagrodzenie obejmuje wszelkie koszty bezpośrednie i pośrednie związane z realizacj</w:t>
      </w:r>
      <w:r>
        <w:rPr>
          <w:sz w:val="22"/>
          <w:szCs w:val="22"/>
        </w:rPr>
        <w:t>ą przedmiotu zamówienia, w tym m.in:</w:t>
      </w:r>
    </w:p>
    <w:p w:rsidR="009377A4" w:rsidRPr="000976FC" w:rsidRDefault="009377A4" w:rsidP="00621CDE">
      <w:pPr>
        <w:pStyle w:val="BodyText2"/>
        <w:numPr>
          <w:ilvl w:val="0"/>
          <w:numId w:val="35"/>
        </w:numPr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ubezpieczenie budowy od odpowiedzialności cywilnej za szkody wyrządzone osobom trzecim</w:t>
      </w:r>
      <w:r>
        <w:rPr>
          <w:sz w:val="22"/>
          <w:szCs w:val="22"/>
        </w:rPr>
        <w:t>,</w:t>
      </w:r>
      <w:r w:rsidRPr="000976FC">
        <w:rPr>
          <w:sz w:val="22"/>
          <w:szCs w:val="22"/>
        </w:rPr>
        <w:t xml:space="preserve"> </w:t>
      </w:r>
    </w:p>
    <w:p w:rsidR="009377A4" w:rsidRPr="000976FC" w:rsidRDefault="009377A4" w:rsidP="00621CDE">
      <w:pPr>
        <w:pStyle w:val="BodyText2"/>
        <w:numPr>
          <w:ilvl w:val="0"/>
          <w:numId w:val="35"/>
        </w:numPr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koszty organizacji placu i zaplecza budowy</w:t>
      </w:r>
      <w:r>
        <w:rPr>
          <w:sz w:val="22"/>
          <w:szCs w:val="22"/>
        </w:rPr>
        <w:t>,</w:t>
      </w:r>
      <w:r w:rsidRPr="000976FC">
        <w:rPr>
          <w:sz w:val="22"/>
          <w:szCs w:val="22"/>
        </w:rPr>
        <w:t xml:space="preserve"> łącznie z kosztami doprowadzenia i użytkowania mediów w okresie realizacji umowy (energia elektryczna, woda itp.) </w:t>
      </w:r>
      <w:r w:rsidRPr="0017677F">
        <w:rPr>
          <w:sz w:val="22"/>
          <w:szCs w:val="22"/>
        </w:rPr>
        <w:t>oraz k</w:t>
      </w:r>
      <w:r w:rsidRPr="000976FC">
        <w:rPr>
          <w:sz w:val="22"/>
          <w:szCs w:val="22"/>
        </w:rPr>
        <w:t xml:space="preserve">osztami dozoru mienia, </w:t>
      </w:r>
    </w:p>
    <w:p w:rsidR="009377A4" w:rsidRPr="000976FC" w:rsidRDefault="009377A4" w:rsidP="00621CDE">
      <w:pPr>
        <w:pStyle w:val="BodyText2"/>
        <w:numPr>
          <w:ilvl w:val="0"/>
          <w:numId w:val="35"/>
        </w:num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17677F">
        <w:rPr>
          <w:sz w:val="22"/>
          <w:szCs w:val="22"/>
        </w:rPr>
        <w:t>oszty wszelkich</w:t>
      </w:r>
      <w:r w:rsidRPr="000976FC">
        <w:rPr>
          <w:sz w:val="22"/>
          <w:szCs w:val="22"/>
        </w:rPr>
        <w:t xml:space="preserve"> robót przygotowawczych, demontażowych, wyburzeniowych, odtworzeniowych, porządkowych, zagospodarowania, zabezpieczających i ochrony placu budowy i utrzymania zaplecza budowy.</w:t>
      </w:r>
    </w:p>
    <w:p w:rsidR="009377A4" w:rsidRPr="000976FC" w:rsidRDefault="009377A4" w:rsidP="006A3BE9">
      <w:pPr>
        <w:pStyle w:val="BodyText2"/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3. Wykonawca</w:t>
      </w:r>
      <w:r>
        <w:rPr>
          <w:sz w:val="22"/>
          <w:szCs w:val="22"/>
        </w:rPr>
        <w:t>, w ramach umówionego wynagrodzenia,</w:t>
      </w:r>
      <w:r w:rsidRPr="000976FC">
        <w:rPr>
          <w:sz w:val="22"/>
          <w:szCs w:val="22"/>
        </w:rPr>
        <w:t xml:space="preserve"> zobowiązuje się wykonać przedmiot umowy z materiałów własnych i przy użyciu własnych urządzeń.</w:t>
      </w:r>
    </w:p>
    <w:p w:rsidR="009377A4" w:rsidRPr="0017677F" w:rsidRDefault="009377A4" w:rsidP="003706C3">
      <w:pPr>
        <w:pStyle w:val="BodyText"/>
        <w:jc w:val="both"/>
        <w:rPr>
          <w:sz w:val="22"/>
          <w:szCs w:val="22"/>
        </w:rPr>
      </w:pPr>
      <w:r w:rsidRPr="000976FC">
        <w:rPr>
          <w:sz w:val="22"/>
          <w:szCs w:val="22"/>
        </w:rPr>
        <w:t xml:space="preserve">4. Materiały i urządzenia, o których </w:t>
      </w:r>
      <w:r w:rsidRPr="0017677F">
        <w:rPr>
          <w:sz w:val="22"/>
          <w:szCs w:val="22"/>
        </w:rPr>
        <w:t>mowa w ust. 3, powinny</w:t>
      </w:r>
      <w:r w:rsidRPr="000976FC">
        <w:rPr>
          <w:sz w:val="22"/>
          <w:szCs w:val="22"/>
        </w:rPr>
        <w:t xml:space="preserve"> odpowiadać co do jakości wymogom wyrobów dopuszczonych do obrotu i stosowania w budownictwie określonym w art. 10 ustawy z dnia 07 lipca1994 r. Prawo </w:t>
      </w:r>
      <w:r w:rsidRPr="0017677F">
        <w:rPr>
          <w:sz w:val="22"/>
          <w:szCs w:val="22"/>
        </w:rPr>
        <w:t>budowlane (t.j. Dz. U. z 2010 r., Nr 243, poz. 1623 ze zm.)</w:t>
      </w:r>
      <w:r>
        <w:rPr>
          <w:sz w:val="22"/>
          <w:szCs w:val="22"/>
        </w:rPr>
        <w:t>.</w:t>
      </w:r>
      <w:r w:rsidRPr="0017677F">
        <w:rPr>
          <w:sz w:val="22"/>
          <w:szCs w:val="22"/>
        </w:rPr>
        <w:t xml:space="preserve"> </w:t>
      </w:r>
    </w:p>
    <w:p w:rsidR="009377A4" w:rsidRPr="000976FC" w:rsidRDefault="009377A4" w:rsidP="00A94BAF">
      <w:pPr>
        <w:pStyle w:val="BodyText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5. Wykonawca pokryje koszty korzystania z wody i energii zużytej w trakcie realizacji zadania na podstawie odczytu z podliczników, które na własny koszt zamontuje w trakcie realizacji zadania niezwłocznie po przekazaniu placu budowy oraz przed przystąpieniem do robót bądź na podstawie odczytu z liczników przed rozpoczęciem robót oraz po ich zakończeniu dokonanego w obecności inspektora nadzoru.</w:t>
      </w:r>
    </w:p>
    <w:p w:rsidR="009377A4" w:rsidRPr="000976FC" w:rsidRDefault="009377A4" w:rsidP="00A94BAF">
      <w:pPr>
        <w:pStyle w:val="BodyText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6.  Wykonawca będzie prowadził książkę obmiarów.</w:t>
      </w:r>
    </w:p>
    <w:p w:rsidR="009377A4" w:rsidRPr="000976FC" w:rsidRDefault="009377A4" w:rsidP="00A94BAF">
      <w:pPr>
        <w:pStyle w:val="BodyText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7.  Wynagrodzenie może ulec zmniejszeniu, jeśli w toku wykonania robót strony uzgodniły:</w:t>
      </w:r>
    </w:p>
    <w:p w:rsidR="009377A4" w:rsidRPr="000976FC" w:rsidRDefault="009377A4" w:rsidP="00621CDE">
      <w:pPr>
        <w:numPr>
          <w:ilvl w:val="0"/>
          <w:numId w:val="37"/>
        </w:numPr>
        <w:tabs>
          <w:tab w:val="left" w:pos="360"/>
        </w:tabs>
        <w:jc w:val="both"/>
        <w:rPr>
          <w:sz w:val="22"/>
          <w:szCs w:val="22"/>
        </w:rPr>
      </w:pPr>
      <w:r w:rsidRPr="000976FC">
        <w:rPr>
          <w:sz w:val="22"/>
          <w:szCs w:val="22"/>
        </w:rPr>
        <w:t>zmianę sposobu przeprowadzenia robót lub użycie innych materiałów powodujących obniżenie wartości robót,</w:t>
      </w:r>
    </w:p>
    <w:p w:rsidR="009377A4" w:rsidRPr="000976FC" w:rsidRDefault="009377A4" w:rsidP="00621CDE">
      <w:pPr>
        <w:numPr>
          <w:ilvl w:val="0"/>
          <w:numId w:val="37"/>
        </w:numPr>
        <w:tabs>
          <w:tab w:val="left" w:pos="360"/>
        </w:tabs>
        <w:jc w:val="both"/>
        <w:rPr>
          <w:sz w:val="22"/>
          <w:szCs w:val="22"/>
        </w:rPr>
      </w:pPr>
      <w:r w:rsidRPr="000976FC">
        <w:rPr>
          <w:sz w:val="22"/>
          <w:szCs w:val="22"/>
        </w:rPr>
        <w:t>ograniczenie zakresu robót lub wprowadzenie robót zamiennych o niższej wartości niż przewidziana w dokumentacji i ofercie cenowej.</w:t>
      </w:r>
    </w:p>
    <w:p w:rsidR="009377A4" w:rsidRPr="000976FC" w:rsidRDefault="009377A4" w:rsidP="00A94BAF">
      <w:pPr>
        <w:numPr>
          <w:ilvl w:val="0"/>
          <w:numId w:val="34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0976FC">
        <w:rPr>
          <w:sz w:val="22"/>
          <w:szCs w:val="22"/>
        </w:rPr>
        <w:t xml:space="preserve">Podstawą zmniejszenia wynagrodzenia z powodów wymienionych </w:t>
      </w:r>
      <w:r w:rsidRPr="0017677F">
        <w:rPr>
          <w:sz w:val="22"/>
          <w:szCs w:val="22"/>
        </w:rPr>
        <w:t>w ust. 7 pkt.</w:t>
      </w:r>
      <w:r w:rsidRPr="000976FC">
        <w:rPr>
          <w:sz w:val="22"/>
          <w:szCs w:val="22"/>
        </w:rPr>
        <w:t xml:space="preserve"> a) lub pkt. b) jest protokół konieczności zatwierdzony przez inspektora nadzoru i Wykonawcę.</w:t>
      </w:r>
    </w:p>
    <w:p w:rsidR="009377A4" w:rsidRPr="000976FC" w:rsidRDefault="009377A4" w:rsidP="003706C3">
      <w:pPr>
        <w:tabs>
          <w:tab w:val="num" w:pos="0"/>
        </w:tabs>
        <w:ind w:right="-1"/>
        <w:jc w:val="both"/>
        <w:rPr>
          <w:sz w:val="22"/>
          <w:szCs w:val="22"/>
        </w:rPr>
      </w:pPr>
    </w:p>
    <w:p w:rsidR="009377A4" w:rsidRPr="000976FC" w:rsidRDefault="009377A4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§3</w:t>
      </w:r>
    </w:p>
    <w:p w:rsidR="009377A4" w:rsidRDefault="009377A4" w:rsidP="005968EE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płatności za wykonane roboty wynosi do </w:t>
      </w:r>
      <w:r>
        <w:rPr>
          <w:b/>
          <w:bCs/>
          <w:sz w:val="22"/>
          <w:szCs w:val="22"/>
        </w:rPr>
        <w:t xml:space="preserve">30 dni </w:t>
      </w:r>
      <w:r>
        <w:rPr>
          <w:sz w:val="22"/>
          <w:szCs w:val="22"/>
        </w:rPr>
        <w:t xml:space="preserve">licząc od wpływu do </w:t>
      </w:r>
      <w:r>
        <w:rPr>
          <w:bCs/>
          <w:spacing w:val="-11"/>
          <w:sz w:val="22"/>
          <w:szCs w:val="22"/>
        </w:rPr>
        <w:t>Starostwa Powiatowego w Gryfinie</w:t>
      </w:r>
      <w:r>
        <w:rPr>
          <w:sz w:val="22"/>
          <w:szCs w:val="22"/>
        </w:rPr>
        <w:t xml:space="preserve"> faktury VAT wraz z kopią protokołu odbioru</w:t>
      </w:r>
      <w:r w:rsidRPr="00141D43">
        <w:rPr>
          <w:sz w:val="22"/>
          <w:szCs w:val="22"/>
        </w:rPr>
        <w:t xml:space="preserve"> </w:t>
      </w:r>
      <w:r w:rsidRPr="00F546E2">
        <w:rPr>
          <w:sz w:val="22"/>
          <w:szCs w:val="22"/>
        </w:rPr>
        <w:t>robót wykonanych bez usterek, potwierdzonego przez inspektora nadzoru</w:t>
      </w:r>
      <w:r>
        <w:rPr>
          <w:sz w:val="22"/>
          <w:szCs w:val="22"/>
        </w:rPr>
        <w:t>.</w:t>
      </w:r>
    </w:p>
    <w:p w:rsidR="009377A4" w:rsidRDefault="009377A4" w:rsidP="00D35248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F546E2">
        <w:rPr>
          <w:sz w:val="22"/>
          <w:szCs w:val="22"/>
        </w:rPr>
        <w:t>Zamawiający dopuszcza złożenie faktur częściowych</w:t>
      </w:r>
      <w:r>
        <w:rPr>
          <w:sz w:val="22"/>
          <w:szCs w:val="22"/>
        </w:rPr>
        <w:t>:</w:t>
      </w:r>
    </w:p>
    <w:p w:rsidR="009377A4" w:rsidRDefault="009377A4" w:rsidP="00D35248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F546E2">
        <w:rPr>
          <w:sz w:val="22"/>
          <w:szCs w:val="22"/>
        </w:rPr>
        <w:t>I etap -  po wykonaniu  i odebraniu  przez inspektora nadzoru  części  robót , których zaangażowanie insp</w:t>
      </w:r>
      <w:r>
        <w:rPr>
          <w:sz w:val="22"/>
          <w:szCs w:val="22"/>
        </w:rPr>
        <w:t xml:space="preserve">ektor nadzoru określi </w:t>
      </w:r>
      <w:r w:rsidRPr="0098621D">
        <w:rPr>
          <w:sz w:val="22"/>
          <w:szCs w:val="22"/>
        </w:rPr>
        <w:t xml:space="preserve">na min. </w:t>
      </w:r>
      <w:r>
        <w:rPr>
          <w:sz w:val="22"/>
          <w:szCs w:val="22"/>
        </w:rPr>
        <w:t>50</w:t>
      </w:r>
      <w:r w:rsidRPr="0098621D">
        <w:rPr>
          <w:sz w:val="22"/>
          <w:szCs w:val="22"/>
        </w:rPr>
        <w:t xml:space="preserve"> %,</w:t>
      </w:r>
      <w:r>
        <w:rPr>
          <w:sz w:val="22"/>
          <w:szCs w:val="22"/>
        </w:rPr>
        <w:t xml:space="preserve"> przy czym  </w:t>
      </w:r>
      <w:r w:rsidRPr="00F546E2">
        <w:rPr>
          <w:sz w:val="22"/>
          <w:szCs w:val="22"/>
        </w:rPr>
        <w:t>wartość faktury częściowej   nie  może przekroczyć</w:t>
      </w:r>
      <w:r>
        <w:rPr>
          <w:sz w:val="22"/>
          <w:szCs w:val="22"/>
        </w:rPr>
        <w:t xml:space="preserve"> 40</w:t>
      </w:r>
      <w:r w:rsidRPr="0098621D">
        <w:rPr>
          <w:sz w:val="22"/>
          <w:szCs w:val="22"/>
        </w:rPr>
        <w:t xml:space="preserve"> </w:t>
      </w:r>
      <w:r w:rsidRPr="00F546E2">
        <w:rPr>
          <w:sz w:val="22"/>
          <w:szCs w:val="22"/>
        </w:rPr>
        <w:t>% całkowitego wynagrodzenia Wykonawcy.</w:t>
      </w:r>
    </w:p>
    <w:p w:rsidR="009377A4" w:rsidRDefault="009377A4" w:rsidP="00D35248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II etap - </w:t>
      </w:r>
      <w:r w:rsidRPr="00F546E2">
        <w:rPr>
          <w:sz w:val="22"/>
          <w:szCs w:val="22"/>
        </w:rPr>
        <w:t xml:space="preserve">po wykonaniu  i odebraniu  przez </w:t>
      </w:r>
      <w:r>
        <w:rPr>
          <w:sz w:val="22"/>
          <w:szCs w:val="22"/>
        </w:rPr>
        <w:t>Zamawiającego</w:t>
      </w:r>
      <w:r w:rsidRPr="00F546E2">
        <w:rPr>
          <w:sz w:val="22"/>
          <w:szCs w:val="22"/>
        </w:rPr>
        <w:t xml:space="preserve">  całości  robót </w:t>
      </w:r>
    </w:p>
    <w:p w:rsidR="009377A4" w:rsidRDefault="009377A4" w:rsidP="005968EE">
      <w:pPr>
        <w:jc w:val="both"/>
        <w:rPr>
          <w:sz w:val="22"/>
          <w:szCs w:val="22"/>
        </w:rPr>
      </w:pPr>
      <w:r>
        <w:rPr>
          <w:sz w:val="22"/>
          <w:szCs w:val="22"/>
        </w:rPr>
        <w:t>3. Całkowite r</w:t>
      </w:r>
      <w:r w:rsidRPr="00F546E2">
        <w:rPr>
          <w:sz w:val="22"/>
          <w:szCs w:val="22"/>
        </w:rPr>
        <w:t>ozliczenie nastąpi fakturą końcową</w:t>
      </w:r>
      <w:r>
        <w:rPr>
          <w:sz w:val="22"/>
          <w:szCs w:val="22"/>
        </w:rPr>
        <w:t xml:space="preserve"> po</w:t>
      </w:r>
      <w:r w:rsidRPr="00F546E2">
        <w:rPr>
          <w:sz w:val="22"/>
          <w:szCs w:val="22"/>
        </w:rPr>
        <w:t xml:space="preserve"> wykonaniu zamówienia i spisaniu protokołu  </w:t>
      </w:r>
      <w:r>
        <w:rPr>
          <w:sz w:val="22"/>
          <w:szCs w:val="22"/>
        </w:rPr>
        <w:t xml:space="preserve">             </w:t>
      </w:r>
      <w:r w:rsidRPr="00F546E2">
        <w:rPr>
          <w:sz w:val="22"/>
          <w:szCs w:val="22"/>
        </w:rPr>
        <w:t>z odbioru końcowego robót wykonanych bez usterek, potwierdzonego przez inspektora nadzoru.</w:t>
      </w:r>
    </w:p>
    <w:p w:rsidR="009377A4" w:rsidRDefault="009377A4" w:rsidP="005968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bCs/>
          <w:sz w:val="22"/>
          <w:szCs w:val="22"/>
        </w:rPr>
        <w:t xml:space="preserve">Zamawiający zastrzega, iż </w:t>
      </w:r>
      <w:r>
        <w:rPr>
          <w:sz w:val="22"/>
          <w:szCs w:val="22"/>
        </w:rPr>
        <w:t>w trakcie trwania umowy istnieje możliwość zmniejszenia wartości zamówienia w przypadku odstąpienia przez Zamawiającego od części robót.</w:t>
      </w:r>
    </w:p>
    <w:p w:rsidR="009377A4" w:rsidRPr="00820F77" w:rsidRDefault="009377A4" w:rsidP="00D35248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820F77">
        <w:rPr>
          <w:sz w:val="22"/>
          <w:szCs w:val="22"/>
        </w:rPr>
        <w:t xml:space="preserve">Jednostką realizującą umowę jest </w:t>
      </w:r>
      <w:r>
        <w:rPr>
          <w:sz w:val="22"/>
          <w:szCs w:val="22"/>
        </w:rPr>
        <w:t>Powiat Gryfiński</w:t>
      </w:r>
      <w:r w:rsidRPr="00820F77">
        <w:rPr>
          <w:sz w:val="22"/>
          <w:szCs w:val="22"/>
        </w:rPr>
        <w:t xml:space="preserve"> w Gryfinie ul. Sprzymierzonych 4, 74-</w:t>
      </w:r>
      <w:r>
        <w:rPr>
          <w:sz w:val="22"/>
          <w:szCs w:val="22"/>
        </w:rPr>
        <w:t>100 Gryfino, NIP 858-15-63-280</w:t>
      </w:r>
      <w:r w:rsidRPr="00820F77">
        <w:rPr>
          <w:sz w:val="22"/>
          <w:szCs w:val="22"/>
        </w:rPr>
        <w:t>, na adres którego Wykonawca będzie wystawiał wszelkie dokumenty- w tym faktury.</w:t>
      </w:r>
    </w:p>
    <w:p w:rsidR="009377A4" w:rsidRPr="00820F77" w:rsidRDefault="009377A4" w:rsidP="00D35248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820F77">
        <w:rPr>
          <w:sz w:val="22"/>
          <w:szCs w:val="22"/>
        </w:rPr>
        <w:t xml:space="preserve">Zamawiający oświadcza, że  płatnikiem VAT jest </w:t>
      </w:r>
      <w:r>
        <w:rPr>
          <w:sz w:val="22"/>
          <w:szCs w:val="22"/>
        </w:rPr>
        <w:t>Powiat Gryfiński</w:t>
      </w:r>
      <w:r w:rsidRPr="00820F77">
        <w:rPr>
          <w:sz w:val="22"/>
          <w:szCs w:val="22"/>
        </w:rPr>
        <w:t xml:space="preserve"> oraz upoważnia Wykonawcę do wystawiania faktury bez podpisu Zamawiającego.</w:t>
      </w:r>
    </w:p>
    <w:p w:rsidR="009377A4" w:rsidRPr="000976FC" w:rsidRDefault="009377A4">
      <w:pPr>
        <w:ind w:left="284"/>
        <w:jc w:val="both"/>
        <w:rPr>
          <w:sz w:val="22"/>
          <w:szCs w:val="22"/>
        </w:rPr>
      </w:pPr>
    </w:p>
    <w:p w:rsidR="009377A4" w:rsidRPr="000976FC" w:rsidRDefault="009377A4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§4</w:t>
      </w:r>
    </w:p>
    <w:p w:rsidR="009377A4" w:rsidRPr="00D32F53" w:rsidRDefault="009377A4" w:rsidP="00720E4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1. Wymagany termin wykonania zamówienia</w:t>
      </w:r>
      <w:r>
        <w:rPr>
          <w:sz w:val="22"/>
          <w:szCs w:val="22"/>
        </w:rPr>
        <w:t xml:space="preserve">: </w:t>
      </w:r>
      <w:r w:rsidRPr="00D35248">
        <w:rPr>
          <w:b/>
          <w:sz w:val="22"/>
          <w:szCs w:val="22"/>
        </w:rPr>
        <w:t>2 miesiące od daty przekazania placu budowy.</w:t>
      </w:r>
    </w:p>
    <w:p w:rsidR="009377A4" w:rsidRPr="00720E4C" w:rsidRDefault="009377A4" w:rsidP="00720E4C">
      <w:pPr>
        <w:jc w:val="both"/>
        <w:rPr>
          <w:sz w:val="22"/>
          <w:szCs w:val="22"/>
        </w:rPr>
      </w:pPr>
      <w:r w:rsidRPr="000976FC">
        <w:rPr>
          <w:sz w:val="22"/>
          <w:szCs w:val="22"/>
        </w:rPr>
        <w:t xml:space="preserve">2. </w:t>
      </w:r>
      <w:r w:rsidRPr="00720E4C">
        <w:rPr>
          <w:sz w:val="22"/>
          <w:szCs w:val="22"/>
        </w:rPr>
        <w:t>Za termin zakończenia robót uważa się datę zgłoszenia wykonanych robót w zakresie przewidzianym umową do odbioru końcowego</w:t>
      </w:r>
      <w:r>
        <w:rPr>
          <w:sz w:val="22"/>
          <w:szCs w:val="22"/>
        </w:rPr>
        <w:t>,</w:t>
      </w:r>
      <w:r w:rsidRPr="00720E4C">
        <w:rPr>
          <w:sz w:val="22"/>
          <w:szCs w:val="22"/>
        </w:rPr>
        <w:t xml:space="preserve"> o którym mowa w § </w:t>
      </w:r>
      <w:r>
        <w:rPr>
          <w:sz w:val="22"/>
          <w:szCs w:val="22"/>
        </w:rPr>
        <w:t>9</w:t>
      </w:r>
      <w:r w:rsidRPr="00720E4C">
        <w:rPr>
          <w:sz w:val="22"/>
          <w:szCs w:val="22"/>
        </w:rPr>
        <w:t xml:space="preserve"> ust. </w:t>
      </w:r>
      <w:r>
        <w:rPr>
          <w:sz w:val="22"/>
          <w:szCs w:val="22"/>
        </w:rPr>
        <w:t>2</w:t>
      </w:r>
      <w:r w:rsidRPr="00720E4C">
        <w:rPr>
          <w:sz w:val="22"/>
          <w:szCs w:val="22"/>
        </w:rPr>
        <w:t xml:space="preserve">  niniejszej umowy. 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720E4C">
        <w:rPr>
          <w:sz w:val="22"/>
          <w:szCs w:val="22"/>
        </w:rPr>
        <w:t xml:space="preserve">. Wykonawca bez zgody Zamawiającego nie może </w:t>
      </w:r>
      <w:r>
        <w:rPr>
          <w:sz w:val="22"/>
          <w:szCs w:val="22"/>
        </w:rPr>
        <w:t>przenieść</w:t>
      </w:r>
      <w:r w:rsidRPr="00720E4C">
        <w:rPr>
          <w:sz w:val="22"/>
          <w:szCs w:val="22"/>
        </w:rPr>
        <w:t xml:space="preserve"> na inną osobę swoich roszczeń i praw wobec Zamawiającego.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20E4C">
        <w:rPr>
          <w:sz w:val="22"/>
          <w:szCs w:val="22"/>
        </w:rPr>
        <w:t xml:space="preserve">. Wykonawca jest zobowiązany przedłożyć Zamawiającemu wraz z fakturą </w:t>
      </w:r>
      <w:r>
        <w:rPr>
          <w:sz w:val="22"/>
          <w:szCs w:val="22"/>
        </w:rPr>
        <w:t xml:space="preserve">obejmującą </w:t>
      </w:r>
      <w:r w:rsidRPr="00720E4C">
        <w:rPr>
          <w:sz w:val="22"/>
          <w:szCs w:val="22"/>
        </w:rPr>
        <w:t>należne mu wynagrodzeni</w:t>
      </w:r>
      <w:r>
        <w:rPr>
          <w:sz w:val="22"/>
          <w:szCs w:val="22"/>
        </w:rPr>
        <w:t>e</w:t>
      </w:r>
      <w:r w:rsidRPr="00720E4C">
        <w:rPr>
          <w:sz w:val="22"/>
          <w:szCs w:val="22"/>
        </w:rPr>
        <w:t xml:space="preserve"> za wykonane roboty (faktur częściowych i końcowej) dowody zapłaty wynagrodzenia Podwykonawcom (Dalszym Podwykonawcom) tj. potwierdzenie dokonania i zrealizowania przelewu wynagrodzenia na rachunek bankowy podwykonawcy (dalszego podwykonawcy) wskazany w umowie z podwykonawcą (dalszym podwykonawcą) lub pokwitowanie zapłaty gotówkowej podpisane przez podwykonawcę (dalszego podwykonawcę).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720E4C">
        <w:rPr>
          <w:sz w:val="22"/>
          <w:szCs w:val="22"/>
        </w:rPr>
        <w:t>. Jeżeli w terminie określonym w Umowie o podwykonawstwo, którą Zamawiający zaakceptował, Wykonawca nie zapłaci w całości lub w części wymagalnego wynagrodzenia przysługującego Podwykonawcy, Podwykonawca może zwrócić się z żądaniem zapłaty wynagrodzenia bezpośrednio do Zamawiającego.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 Zamawiający jest zobowiązany wezwać Wykonawcę do zgłoszenia uwag dotyczących zasadności zapłaty wynagrodzenia Podwykonawcy lub Dalszemu Podwykonawcy w terminie nie krótszym niż 7 dni od dnia doręczenia Wykonawcy żądania Podwykonawcy.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 xml:space="preserve">. W przypadku zgłoszenia przez Wykonawcę uwag, o których mowa w ust. </w:t>
      </w: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., podważających zasadność bezpośredniej zapłaty, Zamawiający składa do depozytu sądowego kwotę potrzebną na pokrycie wynagrodzenia Podwykonawcy lub Dalszego Podwykonawcy.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720E4C">
        <w:rPr>
          <w:sz w:val="22"/>
          <w:szCs w:val="22"/>
        </w:rPr>
        <w:t xml:space="preserve">. Zamawiający jest zobowiązany zapłacić Podwykonawcy należne wynagrodzenie, jeżeli Podwykonawca udokumentuje jego zasadność dokumentami potwierdzającymi należyte wykonanie i odbiór robót, a Wykonawca nie złoży w trybie określonym w ust. </w:t>
      </w: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 xml:space="preserve"> uwag w sposób wystarczający wykazujących niezasadność bezpośredniej zapłaty. Bezpośrednia zapłata obejmuje wyłącznie należne wynagrodzenie bez odsetek należnych Podwykonawcy lub Dalszemu podwykonawcy.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20E4C">
        <w:rPr>
          <w:sz w:val="22"/>
          <w:szCs w:val="22"/>
        </w:rPr>
        <w:t>. Kwota należna Podwykonawcy zostanie uiszczona przez Zamawiającego w złotych polskich (PLN).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720E4C">
        <w:rPr>
          <w:sz w:val="22"/>
          <w:szCs w:val="22"/>
        </w:rPr>
        <w:t>. Kwotę zapłaconą Podwykonawcy lub złożoną do depozytu sądowego Zamawiający potrąca z wynagrodzenia należnego Wykonawcy.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720E4C">
        <w:rPr>
          <w:sz w:val="22"/>
          <w:szCs w:val="22"/>
        </w:rPr>
        <w:t>. Zasady dotyczące Podwykonawców mają odpowiednie zastosowanie do Dalszych Podwykonawców.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377A4" w:rsidRPr="00720E4C" w:rsidRDefault="009377A4" w:rsidP="00270E7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20E4C">
        <w:rPr>
          <w:b/>
          <w:bCs/>
          <w:sz w:val="22"/>
          <w:szCs w:val="22"/>
        </w:rPr>
        <w:t>§ 5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Wykonawca może powierzyć wykonanie zamówienia podwykonawcom pod warunkami:</w:t>
      </w:r>
    </w:p>
    <w:p w:rsidR="009377A4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643E74">
        <w:rPr>
          <w:sz w:val="22"/>
          <w:szCs w:val="22"/>
        </w:rPr>
        <w:t xml:space="preserve">Termin zapłaty wynagrodzenia </w:t>
      </w:r>
      <w:r>
        <w:rPr>
          <w:sz w:val="22"/>
          <w:szCs w:val="22"/>
        </w:rPr>
        <w:t>P</w:t>
      </w:r>
      <w:r w:rsidRPr="00643E74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643E74">
        <w:rPr>
          <w:sz w:val="22"/>
          <w:szCs w:val="22"/>
        </w:rPr>
        <w:t>alszemu podwykonawcy przewidziany w umowie o podwykonawstwo nie może być dłuższy niż 30 dni od dnia doręczenia</w:t>
      </w:r>
      <w:r>
        <w:rPr>
          <w:sz w:val="22"/>
          <w:szCs w:val="22"/>
        </w:rPr>
        <w:t xml:space="preserve"> Wykonawcy,</w:t>
      </w:r>
      <w:r w:rsidRPr="00643E74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643E74">
        <w:rPr>
          <w:sz w:val="22"/>
          <w:szCs w:val="22"/>
        </w:rPr>
        <w:t>odwykonawcy lub Dalszemu podwykonawcy faktury lub rachunku potwierdzających wykonanie zleconej Podwykonawcy lub Dalszemu podwykonawcy dostawy, usługi lub roboty budowlanej.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720E4C">
        <w:rPr>
          <w:sz w:val="22"/>
          <w:szCs w:val="22"/>
        </w:rPr>
        <w:t xml:space="preserve">. Zawarcie </w:t>
      </w:r>
      <w:r>
        <w:rPr>
          <w:sz w:val="22"/>
          <w:szCs w:val="22"/>
        </w:rPr>
        <w:t>U</w:t>
      </w:r>
      <w:r w:rsidRPr="00720E4C">
        <w:rPr>
          <w:sz w:val="22"/>
          <w:szCs w:val="22"/>
        </w:rPr>
        <w:t>mowy o podwykonawstwo, której przedmiotem są roboty budowlane powinno być poprzedzone akceptacją projektu tej umowy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przez Zamawiającego, natomiast przystąpienie do realizacji robót budowlanych przez Podwykonawcę powinno być poprzedzone akceptacją Umowy o podwykonawstwo przez Zamawiającego.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720E4C">
        <w:rPr>
          <w:sz w:val="22"/>
          <w:szCs w:val="22"/>
        </w:rPr>
        <w:t>. Wykonawca zobowiązany jest do przedłożenia Zamawiającemu projektu umowy o podwykonawstwo, której przedmiotem są roboty budowlane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nie później niż 14 dni przed jej zawarciem.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20E4C">
        <w:rPr>
          <w:sz w:val="22"/>
          <w:szCs w:val="22"/>
        </w:rPr>
        <w:t>. Jeżeli Zamawiający w terminie 14 dni od dnia przedłożenia mu projektu umowy o Podwykonawstwo, której przedmiotem są roboty budowlane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nie zgłosi na piśmie zastrzeżeń, uważa się, że zaakceptował ten projekt umowy.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720E4C">
        <w:rPr>
          <w:sz w:val="22"/>
          <w:szCs w:val="22"/>
        </w:rPr>
        <w:t>. Zamawiający zgłosi zastrzeżenia lub sprzeciw w przypadku przedłożenia Umowy o podwykonawstwo, której przedmiotem są roboty budowlane, nie spełniającej określonych w SIWZ wymagań dotyczących Umowy o podwykonawstwo</w:t>
      </w:r>
      <w:r>
        <w:rPr>
          <w:sz w:val="22"/>
          <w:szCs w:val="22"/>
        </w:rPr>
        <w:t xml:space="preserve"> oraz gdy </w:t>
      </w:r>
      <w:r w:rsidRPr="00C70203">
        <w:rPr>
          <w:sz w:val="22"/>
          <w:szCs w:val="22"/>
        </w:rPr>
        <w:t xml:space="preserve">Umowa o podwykonawstwo przewiduje termin zapłaty wynagrodzenia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 xml:space="preserve">alszemu podwykonawcy dłuższy niż 30 dni od dnia doręczenia </w:t>
      </w:r>
      <w:r>
        <w:rPr>
          <w:sz w:val="22"/>
          <w:szCs w:val="22"/>
        </w:rPr>
        <w:t>W</w:t>
      </w:r>
      <w:r w:rsidRPr="00C70203">
        <w:rPr>
          <w:sz w:val="22"/>
          <w:szCs w:val="22"/>
        </w:rPr>
        <w:t xml:space="preserve">ykonawcy,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 xml:space="preserve">alszemu podwykonawcy faktury lub rachunku, potwierdzających wykonanie zleconej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>alszemu podwykonawcy dostawy, usługi lub roboty budowlanej</w:t>
      </w:r>
      <w:r w:rsidRPr="00720E4C">
        <w:rPr>
          <w:sz w:val="22"/>
          <w:szCs w:val="22"/>
        </w:rPr>
        <w:t>.</w:t>
      </w:r>
    </w:p>
    <w:p w:rsidR="009377A4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 Po akceptacji projektu Umowy o podwykonawstwo, której przedmiotem są roboty budowlane</w:t>
      </w:r>
      <w:r>
        <w:rPr>
          <w:sz w:val="22"/>
          <w:szCs w:val="22"/>
        </w:rPr>
        <w:t>, po akceptacji projektu zmiany tej umowy</w:t>
      </w:r>
      <w:r w:rsidRPr="00720E4C">
        <w:rPr>
          <w:sz w:val="22"/>
          <w:szCs w:val="22"/>
        </w:rPr>
        <w:t xml:space="preserve"> lub po bezskutecznym upływie terminu na zgłoszenie przez Zamawiającego zastrzeżeń do tego projektu, Wykonawca przedłoży poświadczony za zgodność z oryginałem odpis Umowy o podwykonawstwo w terminie 7 dni od dnia zawarcia tej Umowy.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>. Jeżeli Zamawiający w terminie 7 dni od dnia przedłożenia Umowy o podwykonawstwo, której przedmiotem są roboty budowlane, nie zgłosi na piśmie sprzeciwu, uważa się, że zaakceptował tę umowę.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720E4C">
        <w:rPr>
          <w:sz w:val="22"/>
          <w:szCs w:val="22"/>
        </w:rPr>
        <w:t>. Wykonawca jest zobowiązany do każdorazowego przedkładania Zamawiającemu w terminie 7 dni od dnia zawarcia poświadczonego za zgodność z oryginałem odpisu zawartej umowy o podwykonawstwo, której przedmiotem są dostawy lub usługi</w:t>
      </w:r>
      <w:r>
        <w:rPr>
          <w:sz w:val="22"/>
          <w:szCs w:val="22"/>
        </w:rPr>
        <w:t xml:space="preserve"> lub ich zmian</w:t>
      </w:r>
      <w:r w:rsidRPr="00720E4C">
        <w:rPr>
          <w:sz w:val="22"/>
          <w:szCs w:val="22"/>
        </w:rPr>
        <w:t>, w celu weryfikacji, czy wskazane w niej terminy zapłaty wynagrodzenia nie są dłuższe niż 30 dni, z wyłączeniem umów o podwykonawstwo o wartości mniejszej niż 0,5 % wartości niniejszej Umowy. Wyłączenie nie dotyczy umów o podwykonawstwo o wartości większej niż 50.000 zł.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20E4C">
        <w:rPr>
          <w:sz w:val="22"/>
          <w:szCs w:val="22"/>
        </w:rPr>
        <w:t>. Wykonawca jest zobowiązany do zapłaty wynagrodzenia należnego Podwykonawcy w terminach płatności określonych w Umowie o podwykonawstwo.</w:t>
      </w:r>
    </w:p>
    <w:p w:rsidR="009377A4" w:rsidRPr="00720E4C" w:rsidRDefault="009377A4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720E4C">
        <w:rPr>
          <w:sz w:val="22"/>
          <w:szCs w:val="22"/>
        </w:rPr>
        <w:t>. Wykonawca przedłoży, wraz z projektem Umowy o podwykonawstwo, odpis z Krajowego Rejestru Sądowego Podwykonawcy lub inny dokument właściwy z uwagi na status prawny Podwykonawcy, potwierdzający uprawnienia osób zawierających umowę w imieniu Podwykonawcy do jego reprezentowania.</w:t>
      </w:r>
    </w:p>
    <w:p w:rsidR="009377A4" w:rsidRPr="00720E4C" w:rsidRDefault="009377A4" w:rsidP="00270E7F">
      <w:pPr>
        <w:ind w:right="-1"/>
        <w:jc w:val="center"/>
        <w:rPr>
          <w:b/>
          <w:sz w:val="22"/>
          <w:szCs w:val="22"/>
        </w:rPr>
      </w:pPr>
      <w:r w:rsidRPr="00720E4C">
        <w:rPr>
          <w:b/>
          <w:sz w:val="22"/>
          <w:szCs w:val="22"/>
        </w:rPr>
        <w:t>§6</w:t>
      </w:r>
    </w:p>
    <w:p w:rsidR="009377A4" w:rsidRPr="00720E4C" w:rsidRDefault="009377A4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Zamawiający przekaże Wykonawcy plac budowy w ciągu 7 dni po podpisaniu umowy. Wszelkie zastrzeżenia co do sposobu przekazania placu budowy, w tym terminu przekazania, Wykonawca zobowiązany jest zgłosić Zamawiającemu na piśmie. W braku pisemnego zgłoszenia uznaje się, iż plac został przekazany przez Zamawiającego i przyjęty przez Wykonawcę zgodnie z treścią niniejszej umowy.</w:t>
      </w:r>
    </w:p>
    <w:p w:rsidR="009377A4" w:rsidRPr="00720E4C" w:rsidRDefault="009377A4" w:rsidP="00720E4C">
      <w:pPr>
        <w:ind w:right="-1"/>
        <w:jc w:val="both"/>
        <w:rPr>
          <w:b/>
          <w:sz w:val="22"/>
          <w:szCs w:val="22"/>
        </w:rPr>
      </w:pPr>
    </w:p>
    <w:p w:rsidR="009377A4" w:rsidRPr="00720E4C" w:rsidRDefault="009377A4" w:rsidP="00270E7F">
      <w:pPr>
        <w:ind w:right="-1"/>
        <w:jc w:val="center"/>
        <w:rPr>
          <w:b/>
          <w:sz w:val="22"/>
          <w:szCs w:val="22"/>
        </w:rPr>
      </w:pPr>
      <w:r w:rsidRPr="00720E4C">
        <w:rPr>
          <w:b/>
          <w:sz w:val="22"/>
          <w:szCs w:val="22"/>
        </w:rPr>
        <w:t>§7</w:t>
      </w:r>
    </w:p>
    <w:p w:rsidR="009377A4" w:rsidRPr="00720E4C" w:rsidRDefault="009377A4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Nadzór inwestorski z ramienia Zamawiającego nad robotami przewidzianymi niniejszą umową prowadzić będzie: </w:t>
      </w:r>
    </w:p>
    <w:p w:rsidR="009377A4" w:rsidRDefault="009377A4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- ……………………………………………. – inspektor ds. ogólnobudowlanych</w:t>
      </w:r>
    </w:p>
    <w:p w:rsidR="009377A4" w:rsidRDefault="009377A4" w:rsidP="00720E4C">
      <w:pPr>
        <w:ind w:right="-1"/>
        <w:jc w:val="both"/>
        <w:rPr>
          <w:sz w:val="22"/>
          <w:szCs w:val="22"/>
        </w:rPr>
      </w:pPr>
    </w:p>
    <w:p w:rsidR="009377A4" w:rsidRPr="00720E4C" w:rsidRDefault="009377A4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Zakres uprawnień inspektora nadzoru wynika z zapisów art. 25 i 26 ustawy Prawo Budowlane z dnia 07 lipca 1994 roku. </w:t>
      </w:r>
    </w:p>
    <w:p w:rsidR="009377A4" w:rsidRPr="00720E4C" w:rsidRDefault="009377A4" w:rsidP="00720E4C">
      <w:pPr>
        <w:ind w:left="3545" w:right="-1" w:firstLine="709"/>
        <w:jc w:val="both"/>
        <w:rPr>
          <w:b/>
          <w:sz w:val="22"/>
          <w:szCs w:val="22"/>
        </w:rPr>
      </w:pPr>
    </w:p>
    <w:p w:rsidR="009377A4" w:rsidRPr="00720E4C" w:rsidRDefault="009377A4" w:rsidP="00720E4C">
      <w:pPr>
        <w:ind w:left="3545" w:right="-1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:rsidR="009377A4" w:rsidRPr="00720E4C" w:rsidRDefault="009377A4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Wykonawca jest zobowiązany zabezpieczyć i oznakować prowadzone roboty oraz dbać o stan techniczny  i prawidło</w:t>
      </w:r>
      <w:r w:rsidRPr="00720E4C">
        <w:rPr>
          <w:sz w:val="22"/>
          <w:szCs w:val="22"/>
        </w:rPr>
        <w:softHyphen/>
        <w:t>wość oznakowania przez cały czas trwania realizacji zadania.</w:t>
      </w:r>
    </w:p>
    <w:p w:rsidR="009377A4" w:rsidRPr="00720E4C" w:rsidRDefault="009377A4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2. Wykonawca ponosi pełną odpowiedzialność za teren budowy z chwilą przejęcia placu budowy. </w:t>
      </w:r>
    </w:p>
    <w:p w:rsidR="009377A4" w:rsidRPr="00720E4C" w:rsidRDefault="009377A4" w:rsidP="00720E4C">
      <w:pPr>
        <w:ind w:right="-1"/>
        <w:jc w:val="both"/>
        <w:rPr>
          <w:b/>
          <w:sz w:val="22"/>
          <w:szCs w:val="22"/>
        </w:rPr>
      </w:pPr>
    </w:p>
    <w:p w:rsidR="009377A4" w:rsidRPr="00720E4C" w:rsidRDefault="009377A4" w:rsidP="00270E7F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9377A4" w:rsidRDefault="009377A4" w:rsidP="00873E4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1. Odbiory robót zanikających dokonywane będą przez inspektora nadzoru na podstawie pisemnego zgłoszenia w dzienniku budowy wraz z powiadomieniem Zamawiającego faksem oraz listownie, w ciągu 3 dni roboczych od daty zgłoszenia.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Komisyjny odbiór końcowy robót zorganizowany będzie przez Zamawiającego w terminie do 14 dni od daty zgłoszenia i potwierdzenia przez inspektora nadzoru gotowości do odbioru wykonanych robót</w:t>
      </w:r>
      <w:r>
        <w:rPr>
          <w:color w:val="000000"/>
          <w:sz w:val="22"/>
          <w:szCs w:val="22"/>
        </w:rPr>
        <w:t>.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Wykonawca przeprowadza wszelkie próby, sprawdzenia i rozruchy przed odbiorem przewidzianym w umowie. O terminach ich przeprowadzenia Wykonawca zawiadamia Zamawiającego wpisem do dziennika budowy oraz pisemnie lub faksem, nie później niż na pięć dni roboczych przed terminem wyznaczonym do dokonania prób, sprawdzeń i rozruchów.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Do obowiązków Wykonawcy należy skompletowanie i przedstawienie inspektorowi nadzoru  dokumentów  pozwalających na ocenę prawidłowości wykonania przedmiotu odbioru.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Zakończenie wszystkich robót i przeprowadzenie z wynikiem pozytywnym wymaganych prób, sprawdzeń i rozruchów oraz sporządzenie kompletnej dokumentacji powykonawczej i instrukcji użytkowania kierownik budowy stwierdza stosownym wpisem do dziennika budowy. Potwierdzenia zgodności wpisu ze stanem faktycznym dokonuje inspektor nadzoru. O osiągnięciu gotowości do odbioru Wykonawca zawiadamia Zamawiającego ponadto odrębnym pismem, w którym wskazuje przedstawiciela posiadającego pełnomocnictwo Wykonawcy do przekazania przedmiotu umowy Zamawiającemu. 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Odbioru końcowego dokonuje komisja powołana przez Zamawiającego. 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Komisja powołana przez Zamawiającego do przeprowadzenia czynności odbioru końcowego rozpocznie prace nie później niż w 7 dniu po potwierdzeniu zgłoszenia Wykonawcy gotowości do odbioru końcowego przez upoważnionego przedstawiciela Zamawiającego.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Z czynności odbioru końcowego zostanie spisany protokół zawierający wszelkie ustalenia dokonane przez komisję w toku odbioru a także terminy wyznaczone na usunięcie stwierdzonych usterek i wad. 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Jeżeli czynności odbiorowe ujawnią, że przedmiot nie osiągnął gotowości do odbioru z powodu nie zakończenia robót lub nie przeprowadzenia wszystkich wymaganych prób, Zamawiający może odmówić odbioru.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Protokół odbioru częściowego podpisuje kierownik budowy oraz inspektor nadzoru. Protokół ten stanowi podstawę do wystawienia przez Wykonawcę faktury częściowej.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wyznacza termin komisyjnego, ostatecznego odbioru robót przed zakończeniem okresu gwarancji oraz termin na protokolarne stwierdzenie usunięcia usterek i wad. 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Po protokolarnym potwierdzeniu usunięcia wad i usterek stwierdzonych przy odbiorze końcowym rozpoczyna bieg okres rękojmi i gwarancji oraz – po protokolarnym odbiorze ostatecznym - rozpoczyna swój bieg termin zwrotu (zwolnienia) zabezpieczenia należytego wykonania umowy.</w:t>
      </w:r>
    </w:p>
    <w:p w:rsidR="009377A4" w:rsidRDefault="009377A4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Jeżeli w toku czynności odbioru zostaną stwierdzone wady:</w:t>
      </w:r>
    </w:p>
    <w:p w:rsidR="009377A4" w:rsidRDefault="009377A4" w:rsidP="00873E4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jeżeli wady i usterki nadają się do usunięcia Zamawiający może:</w:t>
      </w:r>
    </w:p>
    <w:p w:rsidR="009377A4" w:rsidRDefault="009377A4" w:rsidP="00873E4D">
      <w:pPr>
        <w:numPr>
          <w:ilvl w:val="1"/>
          <w:numId w:val="46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odmówić odbioru do czasu ich usunięcia,</w:t>
      </w:r>
    </w:p>
    <w:p w:rsidR="009377A4" w:rsidRDefault="009377A4" w:rsidP="00873E4D">
      <w:pPr>
        <w:numPr>
          <w:ilvl w:val="1"/>
          <w:numId w:val="46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żądać ich usunięcia, wyznaczając w tym celu Wykonawcy odpowiedni termin z zagrożeniem, że po bezskutecznym upływie wyznaczonego terminu nie przyjmie naprawy oraz z zastrzeżeniem  </w:t>
      </w:r>
    </w:p>
    <w:p w:rsidR="009377A4" w:rsidRDefault="009377A4" w:rsidP="00873E4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jeżeli wady nie nadają się do usunięcia albo gdy z okoliczności wynika, że przyjmujący  Wykonawca nie zdoła ich usunąć w czasie odpowiednim:</w:t>
      </w:r>
    </w:p>
    <w:p w:rsidR="009377A4" w:rsidRDefault="009377A4" w:rsidP="00873E4D">
      <w:pPr>
        <w:numPr>
          <w:ilvl w:val="0"/>
          <w:numId w:val="47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może od umowy odstąpić, jeżeli wady są istotne,</w:t>
      </w:r>
    </w:p>
    <w:p w:rsidR="009377A4" w:rsidRDefault="009377A4" w:rsidP="00873E4D">
      <w:pPr>
        <w:numPr>
          <w:ilvl w:val="0"/>
          <w:numId w:val="47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wady i usterki nie są istotne, Zamawiający może obniżyć wynagrodzenie w odpowiednim stosunku, w zależności od zakresu wad od 1 do 40% całości umówionego wynagrodzenia brutto,</w:t>
      </w:r>
    </w:p>
    <w:p w:rsidR="009377A4" w:rsidRDefault="009377A4" w:rsidP="00873E4D">
      <w:pPr>
        <w:ind w:right="-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Uprawnienia wskazane w §9 ust. 13 pkt 2 przysługują Zamawiającemu, gdy Wykonawca nie usunął wad lub usterek w terminie wyznaczonym przez Zamawiającego.</w:t>
      </w:r>
    </w:p>
    <w:p w:rsidR="009377A4" w:rsidRPr="00720E4C" w:rsidRDefault="009377A4" w:rsidP="00873E4D">
      <w:pPr>
        <w:ind w:right="-1"/>
        <w:jc w:val="both"/>
        <w:rPr>
          <w:sz w:val="22"/>
          <w:szCs w:val="22"/>
        </w:rPr>
      </w:pPr>
    </w:p>
    <w:p w:rsidR="009377A4" w:rsidRPr="00720E4C" w:rsidRDefault="009377A4" w:rsidP="00873E4D">
      <w:pPr>
        <w:ind w:left="40"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:rsidR="009377A4" w:rsidRPr="00720E4C" w:rsidRDefault="009377A4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Okres rękojmi za wady wynosi 36 miesięcy </w:t>
      </w:r>
      <w:r>
        <w:rPr>
          <w:sz w:val="22"/>
          <w:szCs w:val="22"/>
        </w:rPr>
        <w:t xml:space="preserve">oraz Wykonawca oświadcza że udziela ….. miesięcznej gwarancji od jakości. Terminy rękojmi i gwarancji liczone są </w:t>
      </w:r>
      <w:r w:rsidRPr="00720E4C">
        <w:rPr>
          <w:sz w:val="22"/>
          <w:szCs w:val="22"/>
        </w:rPr>
        <w:t xml:space="preserve">od daty protokolarnego odbioru końcowego przedmiotu umowy określonego w § 1 ust. 2 </w:t>
      </w:r>
      <w:r>
        <w:rPr>
          <w:sz w:val="22"/>
          <w:szCs w:val="22"/>
        </w:rPr>
        <w:t xml:space="preserve">i § 9 ust. 6 </w:t>
      </w:r>
      <w:r w:rsidRPr="00720E4C">
        <w:rPr>
          <w:sz w:val="22"/>
          <w:szCs w:val="22"/>
        </w:rPr>
        <w:t>niniejszej umowy.</w:t>
      </w:r>
    </w:p>
    <w:p w:rsidR="009377A4" w:rsidRPr="00720E4C" w:rsidRDefault="009377A4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Wykonawca zapewnia Zamawiającego o dobrej jakości wyrobu i usług stanowiących przedmiot niniejszej umowy.</w:t>
      </w:r>
    </w:p>
    <w:p w:rsidR="009377A4" w:rsidRPr="00720E4C" w:rsidRDefault="009377A4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Wady fizyczne przedmiotu umowy będą usuwane na koszt Wykonawcy niezwłocznie po otrzymaniu zawiadomienia o ich ujawnieniu, jednak nie później niż w ciągu 14 dni. Zawiadomienie winno  być dokonane na piśmie, niezwłocznie po ujawnieniu wady, jednakże nie później niż w ciągu miesiąca od jej ujawnienia. Za dochowanie formy zawiadomienia jest uważane przekazanie go faksem z późniejszym pisemnym potwierdzeniem. Zawiadomienie winno być dokonane na adres Wykonawcy wskazany w umowie.</w:t>
      </w:r>
    </w:p>
    <w:p w:rsidR="009377A4" w:rsidRPr="00720E4C" w:rsidRDefault="009377A4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 przypadku, gdy Wykonawca nie dokona naprawy lub wymiany wadliwego przedmiotu umowy  w terminie określonym w ust. 3, Zamawiający ma prawo dokonać naprawy na koszt i ryzyko Wykonawcy bez potrzeby dokonywania dalszych wezwań. Na poczet ewentualnych kosztów Zamawiający ma prawo dokonać potrąceń i zaliczeń z kwot należnych Wykonawcy.</w:t>
      </w:r>
    </w:p>
    <w:p w:rsidR="009377A4" w:rsidRPr="00720E4C" w:rsidRDefault="009377A4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Zamawiającemu przysługuje prawo do wymiany wadliwej części przedmiotu umowy na wolną od wad po wykonaniu 3 napraw gwarancyjnych, o ile nadal występują wady uniemożliwiające eksploatację przedmiotu umowy. Żądanie wymiany należy zgłosić na piśmie według zasad określonych w ust. 3. </w:t>
      </w:r>
    </w:p>
    <w:p w:rsidR="009377A4" w:rsidRPr="00720E4C" w:rsidRDefault="009377A4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Jeżeli w wykonaniu obowiązku naprawy następuje wymiana rzeczy wadliwej na rzecz wolną od wad albo została dokonana istotna naprawa wadliwej rzeczy termin rękojmi </w:t>
      </w:r>
      <w:r>
        <w:rPr>
          <w:sz w:val="22"/>
          <w:szCs w:val="22"/>
        </w:rPr>
        <w:t xml:space="preserve">oraz gwarancji </w:t>
      </w:r>
      <w:r w:rsidRPr="00720E4C">
        <w:rPr>
          <w:sz w:val="22"/>
          <w:szCs w:val="22"/>
        </w:rPr>
        <w:t xml:space="preserve">biegnie na nowo licząc od dnia dostarczenia rzeczy wolnej od wad lub od dnia </w:t>
      </w:r>
      <w:r>
        <w:rPr>
          <w:sz w:val="22"/>
          <w:szCs w:val="22"/>
        </w:rPr>
        <w:t>wymiany rzeczy naprawia</w:t>
      </w:r>
      <w:r w:rsidRPr="00720E4C">
        <w:rPr>
          <w:sz w:val="22"/>
          <w:szCs w:val="22"/>
        </w:rPr>
        <w:t>nej.  Zasady te stosuje się odpowiednio w przypadku wymiany części rzeczy.</w:t>
      </w:r>
    </w:p>
    <w:p w:rsidR="009377A4" w:rsidRPr="00720E4C" w:rsidRDefault="009377A4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Dokonania</w:t>
      </w:r>
      <w:r w:rsidRPr="00720E4C">
        <w:rPr>
          <w:sz w:val="22"/>
          <w:szCs w:val="22"/>
        </w:rPr>
        <w:t xml:space="preserve"> naprawy lub wymiany </w:t>
      </w:r>
      <w:r>
        <w:rPr>
          <w:sz w:val="22"/>
          <w:szCs w:val="22"/>
        </w:rPr>
        <w:t>rzeczy wadliwej Wykonawca potwierdza na piśmie pod rygorem nieważności, przekazanym do Zamawiającego.</w:t>
      </w:r>
      <w:r w:rsidRPr="00720E4C">
        <w:rPr>
          <w:sz w:val="22"/>
          <w:szCs w:val="22"/>
        </w:rPr>
        <w:t xml:space="preserve"> </w:t>
      </w:r>
    </w:p>
    <w:p w:rsidR="009377A4" w:rsidRPr="00720E4C" w:rsidRDefault="009377A4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Wykonawca może dokonać usunięcia wady w przedmiocie umowy przez osoby trzecie lub za ich pomocą jedynie po uzyskaniu na to uprzedniej zgody Zamawiającego w formie pisemnej.</w:t>
      </w:r>
    </w:p>
    <w:p w:rsidR="009377A4" w:rsidRDefault="009377A4" w:rsidP="00A545CA">
      <w:pPr>
        <w:ind w:right="-1"/>
        <w:rPr>
          <w:b/>
          <w:sz w:val="22"/>
          <w:szCs w:val="22"/>
        </w:rPr>
      </w:pPr>
    </w:p>
    <w:p w:rsidR="009377A4" w:rsidRPr="00720E4C" w:rsidRDefault="009377A4" w:rsidP="00873E4D">
      <w:pPr>
        <w:ind w:left="4760" w:right="-1" w:hanging="47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§11</w:t>
      </w:r>
    </w:p>
    <w:p w:rsidR="009377A4" w:rsidRPr="00720E4C" w:rsidRDefault="009377A4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W razie zaistnienia istotnej zmiany okoliczności powodującej, </w:t>
      </w:r>
      <w:r>
        <w:rPr>
          <w:sz w:val="22"/>
          <w:szCs w:val="22"/>
        </w:rPr>
        <w:t>ż</w:t>
      </w:r>
      <w:r w:rsidRPr="00720E4C">
        <w:rPr>
          <w:sz w:val="22"/>
          <w:szCs w:val="22"/>
        </w:rPr>
        <w:t>e wykonanie umowy nie leży w interesie publicznym, czego nie można było przewidzieć w chwili zawarcia umowy, Zamawiający może odstąpić od umowy w terminie 30 dni od powzięcia wiadomości o tych okolicznościach.</w:t>
      </w:r>
    </w:p>
    <w:p w:rsidR="009377A4" w:rsidRPr="00720E4C" w:rsidRDefault="009377A4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 przypadku, o którym mowa w ust. 1 Wykonawca może żądać wyłącznie wynagrodzenia należnego z tytułu wykonania części umowy.</w:t>
      </w:r>
    </w:p>
    <w:p w:rsidR="009377A4" w:rsidRPr="00720E4C" w:rsidRDefault="009377A4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Zamawiającemu przysługuje prawo do </w:t>
      </w:r>
      <w:r>
        <w:rPr>
          <w:sz w:val="22"/>
          <w:szCs w:val="22"/>
        </w:rPr>
        <w:t>wypowiedzenia</w:t>
      </w:r>
      <w:r w:rsidRPr="00720E4C">
        <w:rPr>
          <w:sz w:val="22"/>
          <w:szCs w:val="22"/>
        </w:rPr>
        <w:t xml:space="preserve"> umowy w trybie natychmiastowym z przyczyn leżących po stronie Wykonawcy, tj. w szczególności gdy Wykonawca wykonuje zamówienie w sposób wadliwy albo sprzeczny z umową oraz SIWZ.</w:t>
      </w:r>
    </w:p>
    <w:p w:rsidR="009377A4" w:rsidRDefault="009377A4" w:rsidP="00873E4D">
      <w:pPr>
        <w:ind w:right="-1"/>
        <w:rPr>
          <w:b/>
          <w:sz w:val="22"/>
          <w:szCs w:val="22"/>
        </w:rPr>
      </w:pPr>
    </w:p>
    <w:p w:rsidR="009377A4" w:rsidRPr="00720E4C" w:rsidRDefault="009377A4" w:rsidP="00873E4D">
      <w:pPr>
        <w:ind w:right="-1"/>
        <w:rPr>
          <w:b/>
          <w:sz w:val="22"/>
          <w:szCs w:val="22"/>
        </w:rPr>
      </w:pPr>
    </w:p>
    <w:p w:rsidR="009377A4" w:rsidRPr="00720E4C" w:rsidRDefault="009377A4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§12</w:t>
      </w:r>
    </w:p>
    <w:p w:rsidR="009377A4" w:rsidRPr="00720E4C" w:rsidRDefault="009377A4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Wykonawca zapłaci Zamawiającemu karę umowną:</w:t>
      </w:r>
    </w:p>
    <w:p w:rsidR="009377A4" w:rsidRPr="00720E4C" w:rsidRDefault="009377A4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 rozwiązanie umowy przez Zamawiającego z przyczyn, o których mowa w § 1</w:t>
      </w:r>
      <w:r>
        <w:rPr>
          <w:sz w:val="22"/>
          <w:szCs w:val="22"/>
        </w:rPr>
        <w:t>1</w:t>
      </w:r>
      <w:r w:rsidRPr="00720E4C">
        <w:rPr>
          <w:sz w:val="22"/>
          <w:szCs w:val="22"/>
        </w:rPr>
        <w:t xml:space="preserve"> ust. 3  -                  w wysokości </w:t>
      </w:r>
      <w:r w:rsidRPr="00720E4C">
        <w:rPr>
          <w:b/>
          <w:sz w:val="22"/>
          <w:szCs w:val="22"/>
        </w:rPr>
        <w:t>10 %</w:t>
      </w:r>
      <w:r w:rsidRPr="00720E4C">
        <w:rPr>
          <w:sz w:val="22"/>
          <w:szCs w:val="22"/>
        </w:rPr>
        <w:t xml:space="preserve"> wynagrodzenia umownego za przedmiot umowy,</w:t>
      </w:r>
    </w:p>
    <w:p w:rsidR="009377A4" w:rsidRPr="00720E4C" w:rsidRDefault="009377A4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 opóźnienie w wykonaniu robót - w wysokości </w:t>
      </w:r>
      <w:r w:rsidRPr="00720E4C">
        <w:rPr>
          <w:b/>
          <w:sz w:val="22"/>
          <w:szCs w:val="22"/>
        </w:rPr>
        <w:t>0,2%</w:t>
      </w:r>
      <w:r w:rsidRPr="00720E4C">
        <w:rPr>
          <w:sz w:val="22"/>
          <w:szCs w:val="22"/>
        </w:rPr>
        <w:t xml:space="preserve"> wynagrodzenia umownego za każdy dzień opóźnienia,</w:t>
      </w:r>
    </w:p>
    <w:p w:rsidR="009377A4" w:rsidRPr="00720E4C" w:rsidRDefault="009377A4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 opóźnienie w usunięciu wad stwierdzonych przy odbiorze - w wysokości </w:t>
      </w:r>
      <w:r w:rsidRPr="00720E4C">
        <w:rPr>
          <w:b/>
          <w:sz w:val="22"/>
          <w:szCs w:val="22"/>
        </w:rPr>
        <w:t>0,2 %</w:t>
      </w:r>
      <w:r w:rsidRPr="00720E4C">
        <w:rPr>
          <w:sz w:val="22"/>
          <w:szCs w:val="22"/>
        </w:rPr>
        <w:t xml:space="preserve"> wynagrodzenia umownego za każdy dzień opóźnienia, licząc od dnia wyznaczonego na usunięcie wad.</w:t>
      </w:r>
    </w:p>
    <w:p w:rsidR="009377A4" w:rsidRPr="00720E4C" w:rsidRDefault="009377A4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 nie przedłożenie do akceptacji projektu umowy o podwykonawstwo, której przedmiotem są roboty budowlane lub projektu jej zmiany, potwierdzonego za zgodność z oryginałem odpisu Umowy o podwykonawstwo lub jej zmiany albo brak wymaganej przez Zamawiającego zmiany Umowy o podwykonawstwo w zakresie terminu zapłaty, w wysokości 10 % wysokości wynagrodzenia określonego w umowie z Podwykonawcą, za każdy nie przedłożony do akceptacji projekt Umowy, lub jego zmianę.</w:t>
      </w:r>
    </w:p>
    <w:p w:rsidR="009377A4" w:rsidRPr="00720E4C" w:rsidRDefault="009377A4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 brak zapłaty lub nieterminową zapłatę wynagrodzenia należnego Podwykonawcom lub Dalszym podwykonawcom w wysokości 10 % wysokości wynagrodzenia określonego w umowie z Podwykonawcą.</w:t>
      </w:r>
    </w:p>
    <w:p w:rsidR="009377A4" w:rsidRPr="00720E4C" w:rsidRDefault="009377A4" w:rsidP="00873E4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20E4C">
        <w:rPr>
          <w:sz w:val="22"/>
          <w:szCs w:val="22"/>
        </w:rPr>
        <w:t>Zapłacenie lub potrącenie kary za niedotrzymanie terminu nie zwalnia Wykonawcy z obowiązku wykonania przedmiotu umowy w pełnym zakresie.</w:t>
      </w:r>
    </w:p>
    <w:p w:rsidR="009377A4" w:rsidRPr="00720E4C" w:rsidRDefault="009377A4" w:rsidP="00873E4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20E4C">
        <w:rPr>
          <w:sz w:val="22"/>
          <w:szCs w:val="22"/>
        </w:rPr>
        <w:t>Niezależnie od kar umownych, o których mowa w ust.1, Zamawiający ma prawo dochodzić odszkodowania uzupełniającego na zasadach określonych w Kodeksie Cywilnym, jeżeli szkoda przewyższy wysokość kar umownych.</w:t>
      </w:r>
    </w:p>
    <w:p w:rsidR="009377A4" w:rsidRPr="00720E4C" w:rsidRDefault="009377A4" w:rsidP="00873E4D">
      <w:pPr>
        <w:ind w:left="40" w:right="-1"/>
        <w:jc w:val="both"/>
        <w:rPr>
          <w:b/>
          <w:sz w:val="22"/>
          <w:szCs w:val="22"/>
        </w:rPr>
      </w:pPr>
    </w:p>
    <w:p w:rsidR="009377A4" w:rsidRPr="00720E4C" w:rsidRDefault="009377A4" w:rsidP="00873E4D">
      <w:pPr>
        <w:ind w:left="40"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§13</w:t>
      </w:r>
    </w:p>
    <w:p w:rsidR="009377A4" w:rsidRPr="00720E4C" w:rsidRDefault="009377A4" w:rsidP="00873E4D">
      <w:pPr>
        <w:numPr>
          <w:ilvl w:val="0"/>
          <w:numId w:val="11"/>
        </w:numPr>
        <w:tabs>
          <w:tab w:val="num" w:pos="360"/>
        </w:tabs>
        <w:ind w:left="284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Wykonawca wniósł zabezpieczenie należytego wykonania umowy przed podpisaniem umowy              w wysokości </w:t>
      </w:r>
      <w:r w:rsidRPr="00720E4C">
        <w:rPr>
          <w:b/>
          <w:sz w:val="22"/>
          <w:szCs w:val="22"/>
        </w:rPr>
        <w:t>10 %</w:t>
      </w:r>
      <w:r w:rsidRPr="00720E4C">
        <w:rPr>
          <w:sz w:val="22"/>
          <w:szCs w:val="22"/>
        </w:rPr>
        <w:t xml:space="preserve">  wynagrodzenia umownego brutto  za przedmiot umowy (zgodnie z art. 150 ustawy Prawo zamówień publicznych), a to stanowi wartość:</w:t>
      </w:r>
      <w:r>
        <w:rPr>
          <w:sz w:val="22"/>
          <w:szCs w:val="22"/>
        </w:rPr>
        <w:t xml:space="preserve"> ………….</w:t>
      </w:r>
      <w:r w:rsidRPr="00720E4C">
        <w:rPr>
          <w:sz w:val="22"/>
          <w:szCs w:val="22"/>
        </w:rPr>
        <w:t xml:space="preserve"> zł. (słownie: </w:t>
      </w:r>
      <w:r>
        <w:rPr>
          <w:sz w:val="22"/>
          <w:szCs w:val="22"/>
        </w:rPr>
        <w:t>………………………</w:t>
      </w:r>
      <w:r w:rsidRPr="00720E4C">
        <w:rPr>
          <w:sz w:val="22"/>
          <w:szCs w:val="22"/>
        </w:rPr>
        <w:t>) w  formie ……………………………….</w:t>
      </w:r>
    </w:p>
    <w:p w:rsidR="009377A4" w:rsidRPr="00720E4C" w:rsidRDefault="009377A4" w:rsidP="00873E4D">
      <w:p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  Zabezpieczenie należytego wykonania umowy zostanie zwrócone Wykonawcy w następujący sposób:</w:t>
      </w:r>
    </w:p>
    <w:p w:rsidR="009377A4" w:rsidRPr="00720E4C" w:rsidRDefault="009377A4" w:rsidP="00873E4D">
      <w:pPr>
        <w:numPr>
          <w:ilvl w:val="0"/>
          <w:numId w:val="43"/>
        </w:num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70 % wartości zabezpieczenia -  w ciągu 30 dni od daty odbioru końcowego robót,</w:t>
      </w:r>
    </w:p>
    <w:p w:rsidR="009377A4" w:rsidRPr="00720E4C" w:rsidRDefault="009377A4" w:rsidP="00873E4D">
      <w:pPr>
        <w:numPr>
          <w:ilvl w:val="0"/>
          <w:numId w:val="43"/>
        </w:num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30 % wartości zabezpieczenia - w ciągu 14 dni po upływie okresu rękojmi za wady.</w:t>
      </w:r>
    </w:p>
    <w:p w:rsidR="009377A4" w:rsidRPr="00720E4C" w:rsidRDefault="009377A4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3. W przypadku nienależytego wykonania zamówienia, zabezpieczenie wraz z powstałymi odsetkami staje się własno</w:t>
      </w:r>
      <w:r w:rsidRPr="00720E4C">
        <w:rPr>
          <w:sz w:val="22"/>
          <w:szCs w:val="22"/>
        </w:rPr>
        <w:softHyphen/>
        <w:t>ścią Zamawiającego i będzie wykorzystane na sfinansowanie zgodnego z umową wykonania robót i na pokrycie roszczeń z tytułu rę</w:t>
      </w:r>
      <w:r w:rsidRPr="00720E4C">
        <w:rPr>
          <w:sz w:val="22"/>
          <w:szCs w:val="22"/>
        </w:rPr>
        <w:softHyphen/>
        <w:t>kojmi za wady w wykonanych robotach.</w:t>
      </w:r>
    </w:p>
    <w:p w:rsidR="009377A4" w:rsidRPr="00720E4C" w:rsidRDefault="009377A4" w:rsidP="00873E4D">
      <w:pPr>
        <w:ind w:right="-1"/>
        <w:jc w:val="center"/>
        <w:rPr>
          <w:sz w:val="22"/>
          <w:szCs w:val="22"/>
        </w:rPr>
      </w:pPr>
    </w:p>
    <w:p w:rsidR="009377A4" w:rsidRPr="00720E4C" w:rsidRDefault="009377A4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§14</w:t>
      </w:r>
    </w:p>
    <w:p w:rsidR="009377A4" w:rsidRPr="00720E4C" w:rsidRDefault="009377A4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1. Wszelkie zmiany i uzupełnienia treści umowy mogą być dokonywane wyłącznie w formie </w:t>
      </w:r>
      <w:r>
        <w:rPr>
          <w:sz w:val="22"/>
          <w:szCs w:val="22"/>
        </w:rPr>
        <w:t>pisemnej</w:t>
      </w:r>
      <w:r w:rsidRPr="00720E4C">
        <w:rPr>
          <w:sz w:val="22"/>
          <w:szCs w:val="22"/>
        </w:rPr>
        <w:t xml:space="preserve"> pod rygorem nieważności.</w:t>
      </w:r>
    </w:p>
    <w:p w:rsidR="009377A4" w:rsidRPr="00720E4C" w:rsidRDefault="009377A4" w:rsidP="00873E4D">
      <w:pPr>
        <w:pStyle w:val="BodyText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Adres Wykonawcy wskazany w niniejszej umowie jest adresem dla wszelkiej korespondencji.                     O ewentualnej zmianie adresu Wykonawca niezwłocznie zawiadomi Zamawiający, pod rygorem uznania, że korespondencja skierowana na ostatni znany Zamawiający adres Wykonawcy została skutecznie dostarczona.</w:t>
      </w:r>
    </w:p>
    <w:p w:rsidR="009377A4" w:rsidRDefault="009377A4" w:rsidP="00873E4D">
      <w:pPr>
        <w:ind w:right="-1"/>
        <w:rPr>
          <w:b/>
          <w:sz w:val="22"/>
          <w:szCs w:val="22"/>
        </w:rPr>
      </w:pPr>
    </w:p>
    <w:p w:rsidR="009377A4" w:rsidRPr="00720E4C" w:rsidRDefault="009377A4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§15</w:t>
      </w:r>
    </w:p>
    <w:p w:rsidR="009377A4" w:rsidRPr="00720E4C" w:rsidRDefault="009377A4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 sprawach nieuregulowanych niniejszą umową mają zastosowanie odpowiednie przepisy Kodeksu Cywilnego, ustawy z dnia 07 lipca1994 r. Prawo Budowlane wraz z aktami wykonawczymi oraz ustawy z dnia 29 stycznia 2004 r. Prawo zamówień publicznych.</w:t>
      </w:r>
    </w:p>
    <w:p w:rsidR="009377A4" w:rsidRPr="00720E4C" w:rsidRDefault="009377A4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Spory wynikłe na tle niniejszej umowy będzie rozstrzygał sąd właściwy dla siedziby Zamawiającego.</w:t>
      </w:r>
    </w:p>
    <w:p w:rsidR="009377A4" w:rsidRPr="00720E4C" w:rsidRDefault="009377A4" w:rsidP="00873E4D">
      <w:pPr>
        <w:ind w:right="-1"/>
        <w:rPr>
          <w:sz w:val="22"/>
          <w:szCs w:val="22"/>
        </w:rPr>
      </w:pPr>
      <w:r w:rsidRPr="00720E4C">
        <w:rPr>
          <w:sz w:val="22"/>
          <w:szCs w:val="22"/>
        </w:rPr>
        <w:t>3. Oferta Wykonawcy oraz SIWZ są integralnymi załącznikami do niniejszej umowy.</w:t>
      </w:r>
    </w:p>
    <w:p w:rsidR="009377A4" w:rsidRPr="000976FC" w:rsidRDefault="009377A4">
      <w:pPr>
        <w:ind w:right="-1"/>
        <w:jc w:val="center"/>
        <w:rPr>
          <w:b/>
          <w:sz w:val="22"/>
          <w:szCs w:val="22"/>
        </w:rPr>
      </w:pPr>
    </w:p>
    <w:p w:rsidR="009377A4" w:rsidRPr="000976FC" w:rsidRDefault="009377A4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§16</w:t>
      </w:r>
    </w:p>
    <w:p w:rsidR="009377A4" w:rsidRPr="000976FC" w:rsidRDefault="009377A4">
      <w:pPr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Umowę niniejszą sporządzono w dwóch jednobrzmiących egzemplarzach, po jednym dla Zamawiającego i dla Wykonawcy.</w:t>
      </w:r>
    </w:p>
    <w:p w:rsidR="009377A4" w:rsidRDefault="009377A4">
      <w:pPr>
        <w:pStyle w:val="Heading1"/>
        <w:ind w:right="-1"/>
        <w:jc w:val="both"/>
        <w:rPr>
          <w:b/>
          <w:sz w:val="22"/>
          <w:szCs w:val="22"/>
        </w:rPr>
      </w:pPr>
    </w:p>
    <w:p w:rsidR="009377A4" w:rsidRPr="000976FC" w:rsidRDefault="009377A4" w:rsidP="000976FC"/>
    <w:p w:rsidR="009377A4" w:rsidRPr="000976FC" w:rsidRDefault="009377A4">
      <w:pPr>
        <w:pStyle w:val="Heading1"/>
        <w:ind w:right="-1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Zamawiający:</w:t>
      </w:r>
      <w:r w:rsidRPr="000976FC">
        <w:rPr>
          <w:b/>
          <w:sz w:val="22"/>
          <w:szCs w:val="22"/>
        </w:rPr>
        <w:tab/>
        <w:t xml:space="preserve">     </w:t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  <w:t xml:space="preserve">    </w:t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  <w:t>Wykonawca:</w:t>
      </w:r>
    </w:p>
    <w:p w:rsidR="009377A4" w:rsidRPr="000976FC" w:rsidRDefault="009377A4">
      <w:pPr>
        <w:ind w:right="-1"/>
        <w:jc w:val="both"/>
        <w:rPr>
          <w:sz w:val="22"/>
          <w:szCs w:val="22"/>
        </w:rPr>
      </w:pPr>
    </w:p>
    <w:p w:rsidR="009377A4" w:rsidRPr="000976FC" w:rsidRDefault="009377A4">
      <w:pPr>
        <w:pStyle w:val="BodyText2"/>
        <w:ind w:right="-1"/>
        <w:jc w:val="both"/>
        <w:rPr>
          <w:b/>
          <w:sz w:val="22"/>
          <w:szCs w:val="22"/>
          <w:u w:val="single"/>
        </w:rPr>
      </w:pPr>
    </w:p>
    <w:p w:rsidR="009377A4" w:rsidRDefault="009377A4">
      <w:pPr>
        <w:ind w:right="-1"/>
        <w:jc w:val="center"/>
      </w:pPr>
    </w:p>
    <w:sectPr w:rsidR="009377A4" w:rsidSect="00D50F48">
      <w:headerReference w:type="even" r:id="rId7"/>
      <w:footerReference w:type="even" r:id="rId8"/>
      <w:footerReference w:type="default" r:id="rId9"/>
      <w:pgSz w:w="11906" w:h="16838" w:code="9"/>
      <w:pgMar w:top="1134" w:right="1418" w:bottom="71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7A4" w:rsidRDefault="009377A4">
      <w:r>
        <w:separator/>
      </w:r>
    </w:p>
  </w:endnote>
  <w:endnote w:type="continuationSeparator" w:id="0">
    <w:p w:rsidR="009377A4" w:rsidRDefault="00937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7A4" w:rsidRDefault="009377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77A4" w:rsidRDefault="009377A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7A4" w:rsidRDefault="009377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377A4" w:rsidRPr="001E7041" w:rsidRDefault="009377A4" w:rsidP="0051162F">
    <w:pPr>
      <w:pStyle w:val="Tit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7A4" w:rsidRDefault="009377A4">
      <w:r>
        <w:separator/>
      </w:r>
    </w:p>
  </w:footnote>
  <w:footnote w:type="continuationSeparator" w:id="0">
    <w:p w:rsidR="009377A4" w:rsidRDefault="00937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7A4" w:rsidRDefault="009377A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77A4" w:rsidRDefault="009377A4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46C"/>
    <w:multiLevelType w:val="singleLevel"/>
    <w:tmpl w:val="5DCA9ED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A84A6C"/>
    <w:multiLevelType w:val="hybridMultilevel"/>
    <w:tmpl w:val="CA3CED90"/>
    <w:lvl w:ilvl="0" w:tplc="32E86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0F11DB"/>
    <w:multiLevelType w:val="hybridMultilevel"/>
    <w:tmpl w:val="1CA8E0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E723AB"/>
    <w:multiLevelType w:val="hybridMultilevel"/>
    <w:tmpl w:val="E07C6F34"/>
    <w:lvl w:ilvl="0" w:tplc="3C34F734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E13EA460">
      <w:start w:val="2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09D96CF7"/>
    <w:multiLevelType w:val="hybridMultilevel"/>
    <w:tmpl w:val="91086DC6"/>
    <w:lvl w:ilvl="0" w:tplc="43FEF1D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0CA368F5"/>
    <w:multiLevelType w:val="singleLevel"/>
    <w:tmpl w:val="DBB08E6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118713EE"/>
    <w:multiLevelType w:val="hybridMultilevel"/>
    <w:tmpl w:val="7D30FC78"/>
    <w:lvl w:ilvl="0" w:tplc="3EC6800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3F96ED4"/>
    <w:multiLevelType w:val="hybridMultilevel"/>
    <w:tmpl w:val="30A6B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BA2989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4460325"/>
    <w:multiLevelType w:val="hybridMultilevel"/>
    <w:tmpl w:val="3842944E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2A69C7"/>
    <w:multiLevelType w:val="hybridMultilevel"/>
    <w:tmpl w:val="1A269ADA"/>
    <w:lvl w:ilvl="0" w:tplc="68E811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E646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D433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1F0D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BAFE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000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10470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7EDA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609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761161B"/>
    <w:multiLevelType w:val="hybridMultilevel"/>
    <w:tmpl w:val="7F961F5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1A6F5C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1B4E34AC"/>
    <w:multiLevelType w:val="hybridMultilevel"/>
    <w:tmpl w:val="3926D8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A3816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F4B3A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EE15B0C"/>
    <w:multiLevelType w:val="hybridMultilevel"/>
    <w:tmpl w:val="F60A8DE2"/>
    <w:lvl w:ilvl="0" w:tplc="7D825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FEE5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D2A6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DD83F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501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AB87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0E68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CDCE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BB2C9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265A0F04"/>
    <w:multiLevelType w:val="hybridMultilevel"/>
    <w:tmpl w:val="6BF2B4C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29EC70F3"/>
    <w:multiLevelType w:val="hybridMultilevel"/>
    <w:tmpl w:val="D3EE051E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16">
    <w:nsid w:val="2B26157B"/>
    <w:multiLevelType w:val="singleLevel"/>
    <w:tmpl w:val="A37097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>
    <w:nsid w:val="2BBF0A73"/>
    <w:multiLevelType w:val="hybridMultilevel"/>
    <w:tmpl w:val="FA08C9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EB919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19E3990"/>
    <w:multiLevelType w:val="hybridMultilevel"/>
    <w:tmpl w:val="00285E00"/>
    <w:lvl w:ilvl="0" w:tplc="262E0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C01B1C"/>
    <w:multiLevelType w:val="hybridMultilevel"/>
    <w:tmpl w:val="804419FE"/>
    <w:lvl w:ilvl="0" w:tplc="32E86B9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9470583"/>
    <w:multiLevelType w:val="hybridMultilevel"/>
    <w:tmpl w:val="67B4D17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39BF1D81"/>
    <w:multiLevelType w:val="hybridMultilevel"/>
    <w:tmpl w:val="96B66D18"/>
    <w:lvl w:ilvl="0" w:tplc="E76EE2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A70E54D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B18DED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5680DE1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ABC4FB1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EFC8D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30EBE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D2267B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3B6A73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2D12036"/>
    <w:multiLevelType w:val="hybridMultilevel"/>
    <w:tmpl w:val="862836EC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C86A25"/>
    <w:multiLevelType w:val="hybridMultilevel"/>
    <w:tmpl w:val="A56CD116"/>
    <w:lvl w:ilvl="0" w:tplc="526C756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3FA28328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3F07EB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C96CAA90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C3D65ECA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EB66422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61A55C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7396A45A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A12459A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>
    <w:nsid w:val="48983D0D"/>
    <w:multiLevelType w:val="hybridMultilevel"/>
    <w:tmpl w:val="7CE61538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A625058"/>
    <w:multiLevelType w:val="hybridMultilevel"/>
    <w:tmpl w:val="2F4E4D1C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27">
    <w:nsid w:val="55737401"/>
    <w:multiLevelType w:val="hybridMultilevel"/>
    <w:tmpl w:val="5B5C62AE"/>
    <w:lvl w:ilvl="0" w:tplc="CC4E54BE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8">
    <w:nsid w:val="564D177F"/>
    <w:multiLevelType w:val="hybridMultilevel"/>
    <w:tmpl w:val="43D6DF8E"/>
    <w:lvl w:ilvl="0" w:tplc="6D12B02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7301A03"/>
    <w:multiLevelType w:val="multilevel"/>
    <w:tmpl w:val="9DE298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AC45B06"/>
    <w:multiLevelType w:val="hybridMultilevel"/>
    <w:tmpl w:val="8DDEDF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EFE1C8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B146117"/>
    <w:multiLevelType w:val="singleLevel"/>
    <w:tmpl w:val="F2DA208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2">
    <w:nsid w:val="5E0075C8"/>
    <w:multiLevelType w:val="hybridMultilevel"/>
    <w:tmpl w:val="65D88904"/>
    <w:lvl w:ilvl="0" w:tplc="3626D8B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19A4A48">
      <w:start w:val="9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3">
    <w:nsid w:val="5E3A2A07"/>
    <w:multiLevelType w:val="hybridMultilevel"/>
    <w:tmpl w:val="C0868388"/>
    <w:lvl w:ilvl="0" w:tplc="5A9690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3BD1BFD"/>
    <w:multiLevelType w:val="hybridMultilevel"/>
    <w:tmpl w:val="D5E2E9B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5">
    <w:nsid w:val="668B3A6C"/>
    <w:multiLevelType w:val="hybridMultilevel"/>
    <w:tmpl w:val="1D48DA5A"/>
    <w:lvl w:ilvl="0" w:tplc="F03CBC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8C1709E"/>
    <w:multiLevelType w:val="multilevel"/>
    <w:tmpl w:val="84F07FF8"/>
    <w:lvl w:ilvl="0">
      <w:start w:val="1"/>
      <w:numFmt w:val="upperLetter"/>
      <w:lvlText w:val="%1."/>
      <w:lvlJc w:val="left"/>
      <w:pPr>
        <w:tabs>
          <w:tab w:val="num" w:pos="1173"/>
        </w:tabs>
        <w:ind w:left="1173" w:hanging="465"/>
      </w:pPr>
      <w:rPr>
        <w:rFonts w:cs="Times New Roman" w:hint="default"/>
      </w:rPr>
    </w:lvl>
    <w:lvl w:ilvl="1">
      <w:start w:val="19"/>
      <w:numFmt w:val="upp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>
    <w:nsid w:val="6BB3794F"/>
    <w:multiLevelType w:val="hybridMultilevel"/>
    <w:tmpl w:val="23A4D41C"/>
    <w:lvl w:ilvl="0" w:tplc="B298007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7F3F0D"/>
    <w:multiLevelType w:val="hybridMultilevel"/>
    <w:tmpl w:val="4AFC3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954A7B"/>
    <w:multiLevelType w:val="hybridMultilevel"/>
    <w:tmpl w:val="336C17B0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09B29E5"/>
    <w:multiLevelType w:val="singleLevel"/>
    <w:tmpl w:val="D3C25AA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>
    <w:nsid w:val="72E80A38"/>
    <w:multiLevelType w:val="hybridMultilevel"/>
    <w:tmpl w:val="7CA40024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3067E72"/>
    <w:multiLevelType w:val="hybridMultilevel"/>
    <w:tmpl w:val="4BC058DA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7926C0E"/>
    <w:multiLevelType w:val="multilevel"/>
    <w:tmpl w:val="24AAE4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4">
    <w:nsid w:val="7C842B70"/>
    <w:multiLevelType w:val="hybridMultilevel"/>
    <w:tmpl w:val="F1E6B5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D2B286E"/>
    <w:multiLevelType w:val="multilevel"/>
    <w:tmpl w:val="E2FEB0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6">
    <w:nsid w:val="7F7E5F2B"/>
    <w:multiLevelType w:val="hybridMultilevel"/>
    <w:tmpl w:val="02BAFAE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11"/>
  </w:num>
  <w:num w:numId="3">
    <w:abstractNumId w:val="9"/>
  </w:num>
  <w:num w:numId="4">
    <w:abstractNumId w:val="22"/>
  </w:num>
  <w:num w:numId="5">
    <w:abstractNumId w:val="24"/>
  </w:num>
  <w:num w:numId="6">
    <w:abstractNumId w:val="43"/>
  </w:num>
  <w:num w:numId="7">
    <w:abstractNumId w:val="45"/>
  </w:num>
  <w:num w:numId="8">
    <w:abstractNumId w:val="18"/>
  </w:num>
  <w:num w:numId="9">
    <w:abstractNumId w:val="0"/>
  </w:num>
  <w:num w:numId="10">
    <w:abstractNumId w:val="29"/>
  </w:num>
  <w:num w:numId="11">
    <w:abstractNumId w:val="31"/>
  </w:num>
  <w:num w:numId="12">
    <w:abstractNumId w:val="40"/>
  </w:num>
  <w:num w:numId="13">
    <w:abstractNumId w:val="37"/>
  </w:num>
  <w:num w:numId="14">
    <w:abstractNumId w:val="35"/>
  </w:num>
  <w:num w:numId="15">
    <w:abstractNumId w:val="28"/>
  </w:num>
  <w:num w:numId="16">
    <w:abstractNumId w:val="42"/>
  </w:num>
  <w:num w:numId="17">
    <w:abstractNumId w:val="8"/>
  </w:num>
  <w:num w:numId="18">
    <w:abstractNumId w:val="41"/>
  </w:num>
  <w:num w:numId="19">
    <w:abstractNumId w:val="39"/>
  </w:num>
  <w:num w:numId="20">
    <w:abstractNumId w:val="16"/>
  </w:num>
  <w:num w:numId="21">
    <w:abstractNumId w:val="32"/>
  </w:num>
  <w:num w:numId="22">
    <w:abstractNumId w:val="46"/>
  </w:num>
  <w:num w:numId="23">
    <w:abstractNumId w:val="13"/>
  </w:num>
  <w:num w:numId="24">
    <w:abstractNumId w:val="3"/>
  </w:num>
  <w:num w:numId="25">
    <w:abstractNumId w:val="27"/>
  </w:num>
  <w:num w:numId="26">
    <w:abstractNumId w:val="6"/>
  </w:num>
  <w:num w:numId="27">
    <w:abstractNumId w:val="1"/>
  </w:num>
  <w:num w:numId="28">
    <w:abstractNumId w:val="20"/>
  </w:num>
  <w:num w:numId="29">
    <w:abstractNumId w:val="33"/>
  </w:num>
  <w:num w:numId="30">
    <w:abstractNumId w:val="5"/>
  </w:num>
  <w:num w:numId="31">
    <w:abstractNumId w:val="23"/>
  </w:num>
  <w:num w:numId="32">
    <w:abstractNumId w:val="2"/>
  </w:num>
  <w:num w:numId="33">
    <w:abstractNumId w:val="12"/>
  </w:num>
  <w:num w:numId="34">
    <w:abstractNumId w:val="25"/>
  </w:num>
  <w:num w:numId="35">
    <w:abstractNumId w:val="19"/>
  </w:num>
  <w:num w:numId="36">
    <w:abstractNumId w:val="14"/>
  </w:num>
  <w:num w:numId="37">
    <w:abstractNumId w:val="21"/>
  </w:num>
  <w:num w:numId="38">
    <w:abstractNumId w:val="10"/>
  </w:num>
  <w:num w:numId="39">
    <w:abstractNumId w:val="30"/>
  </w:num>
  <w:num w:numId="40">
    <w:abstractNumId w:val="38"/>
  </w:num>
  <w:num w:numId="41">
    <w:abstractNumId w:val="26"/>
  </w:num>
  <w:num w:numId="42">
    <w:abstractNumId w:val="15"/>
  </w:num>
  <w:num w:numId="43">
    <w:abstractNumId w:val="34"/>
  </w:num>
  <w:num w:numId="44">
    <w:abstractNumId w:val="17"/>
  </w:num>
  <w:num w:numId="4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6E79"/>
    <w:rsid w:val="00000A1D"/>
    <w:rsid w:val="00006523"/>
    <w:rsid w:val="000209A2"/>
    <w:rsid w:val="000223AE"/>
    <w:rsid w:val="00031C31"/>
    <w:rsid w:val="0003497B"/>
    <w:rsid w:val="00077E76"/>
    <w:rsid w:val="000976FC"/>
    <w:rsid w:val="000A64B4"/>
    <w:rsid w:val="000C1A56"/>
    <w:rsid w:val="000C5223"/>
    <w:rsid w:val="000D2B21"/>
    <w:rsid w:val="000E3C86"/>
    <w:rsid w:val="000E6B4F"/>
    <w:rsid w:val="000F615C"/>
    <w:rsid w:val="001030FA"/>
    <w:rsid w:val="001150B7"/>
    <w:rsid w:val="00141D43"/>
    <w:rsid w:val="00171AD5"/>
    <w:rsid w:val="0017677F"/>
    <w:rsid w:val="00180037"/>
    <w:rsid w:val="00192505"/>
    <w:rsid w:val="001A5D1F"/>
    <w:rsid w:val="001B3B1C"/>
    <w:rsid w:val="001B51F2"/>
    <w:rsid w:val="001C5428"/>
    <w:rsid w:val="001C7E6D"/>
    <w:rsid w:val="001E7041"/>
    <w:rsid w:val="001F7397"/>
    <w:rsid w:val="002123D3"/>
    <w:rsid w:val="0023758E"/>
    <w:rsid w:val="00245136"/>
    <w:rsid w:val="00270E7F"/>
    <w:rsid w:val="00293107"/>
    <w:rsid w:val="002F2441"/>
    <w:rsid w:val="00313EAB"/>
    <w:rsid w:val="00326E79"/>
    <w:rsid w:val="00330D9D"/>
    <w:rsid w:val="00330DE8"/>
    <w:rsid w:val="003430D5"/>
    <w:rsid w:val="003452DB"/>
    <w:rsid w:val="003706C3"/>
    <w:rsid w:val="003863BB"/>
    <w:rsid w:val="00387A28"/>
    <w:rsid w:val="003D2A74"/>
    <w:rsid w:val="003D765E"/>
    <w:rsid w:val="0040343A"/>
    <w:rsid w:val="00413F56"/>
    <w:rsid w:val="00486BFB"/>
    <w:rsid w:val="0049238F"/>
    <w:rsid w:val="004A0BE5"/>
    <w:rsid w:val="004A619B"/>
    <w:rsid w:val="004F03CD"/>
    <w:rsid w:val="004F73F0"/>
    <w:rsid w:val="0050308F"/>
    <w:rsid w:val="0051162F"/>
    <w:rsid w:val="00516151"/>
    <w:rsid w:val="005207F3"/>
    <w:rsid w:val="0053099B"/>
    <w:rsid w:val="0053225C"/>
    <w:rsid w:val="005433BC"/>
    <w:rsid w:val="00557CBA"/>
    <w:rsid w:val="00586CED"/>
    <w:rsid w:val="005968EE"/>
    <w:rsid w:val="005A6AF5"/>
    <w:rsid w:val="005C7375"/>
    <w:rsid w:val="005F4B65"/>
    <w:rsid w:val="00604043"/>
    <w:rsid w:val="00610065"/>
    <w:rsid w:val="00621CDE"/>
    <w:rsid w:val="0064175C"/>
    <w:rsid w:val="00643E74"/>
    <w:rsid w:val="00667377"/>
    <w:rsid w:val="00694916"/>
    <w:rsid w:val="006A3BE9"/>
    <w:rsid w:val="006B2351"/>
    <w:rsid w:val="006C4E7C"/>
    <w:rsid w:val="006E1888"/>
    <w:rsid w:val="006E5A9B"/>
    <w:rsid w:val="006F1581"/>
    <w:rsid w:val="00701701"/>
    <w:rsid w:val="00720E4C"/>
    <w:rsid w:val="00765223"/>
    <w:rsid w:val="0077629E"/>
    <w:rsid w:val="007A5984"/>
    <w:rsid w:val="007C0E3E"/>
    <w:rsid w:val="00803683"/>
    <w:rsid w:val="00812C0B"/>
    <w:rsid w:val="00820F77"/>
    <w:rsid w:val="00850535"/>
    <w:rsid w:val="008541A7"/>
    <w:rsid w:val="0085483E"/>
    <w:rsid w:val="00873E4D"/>
    <w:rsid w:val="008A3C85"/>
    <w:rsid w:val="008A456E"/>
    <w:rsid w:val="008C7249"/>
    <w:rsid w:val="008E5C5B"/>
    <w:rsid w:val="008F3A41"/>
    <w:rsid w:val="00900F71"/>
    <w:rsid w:val="009377A4"/>
    <w:rsid w:val="00986070"/>
    <w:rsid w:val="0098621D"/>
    <w:rsid w:val="009B6065"/>
    <w:rsid w:val="00A00446"/>
    <w:rsid w:val="00A04D6D"/>
    <w:rsid w:val="00A07D0F"/>
    <w:rsid w:val="00A10107"/>
    <w:rsid w:val="00A26E35"/>
    <w:rsid w:val="00A54530"/>
    <w:rsid w:val="00A545CA"/>
    <w:rsid w:val="00A5746F"/>
    <w:rsid w:val="00A66919"/>
    <w:rsid w:val="00A83A1D"/>
    <w:rsid w:val="00A94679"/>
    <w:rsid w:val="00A94BAF"/>
    <w:rsid w:val="00AA0E32"/>
    <w:rsid w:val="00B004A6"/>
    <w:rsid w:val="00B1031B"/>
    <w:rsid w:val="00B51456"/>
    <w:rsid w:val="00B57105"/>
    <w:rsid w:val="00B84247"/>
    <w:rsid w:val="00BB345C"/>
    <w:rsid w:val="00BB71D4"/>
    <w:rsid w:val="00BC6393"/>
    <w:rsid w:val="00BC74F9"/>
    <w:rsid w:val="00BD148F"/>
    <w:rsid w:val="00BE0C31"/>
    <w:rsid w:val="00BE2101"/>
    <w:rsid w:val="00C35D60"/>
    <w:rsid w:val="00C62472"/>
    <w:rsid w:val="00C6453A"/>
    <w:rsid w:val="00C70203"/>
    <w:rsid w:val="00C72054"/>
    <w:rsid w:val="00CA0A28"/>
    <w:rsid w:val="00CA347E"/>
    <w:rsid w:val="00CB1820"/>
    <w:rsid w:val="00CB490F"/>
    <w:rsid w:val="00CF3BA7"/>
    <w:rsid w:val="00CF7EB1"/>
    <w:rsid w:val="00D034B8"/>
    <w:rsid w:val="00D310E6"/>
    <w:rsid w:val="00D32F53"/>
    <w:rsid w:val="00D35248"/>
    <w:rsid w:val="00D357D9"/>
    <w:rsid w:val="00D50F48"/>
    <w:rsid w:val="00D657B2"/>
    <w:rsid w:val="00D768C1"/>
    <w:rsid w:val="00DD1484"/>
    <w:rsid w:val="00DD5784"/>
    <w:rsid w:val="00DE0180"/>
    <w:rsid w:val="00E3335C"/>
    <w:rsid w:val="00E33749"/>
    <w:rsid w:val="00E35717"/>
    <w:rsid w:val="00E40E6D"/>
    <w:rsid w:val="00E478D6"/>
    <w:rsid w:val="00E52131"/>
    <w:rsid w:val="00E667E6"/>
    <w:rsid w:val="00E768C0"/>
    <w:rsid w:val="00EA2EE0"/>
    <w:rsid w:val="00EA7B0D"/>
    <w:rsid w:val="00EC68F3"/>
    <w:rsid w:val="00EC6CFF"/>
    <w:rsid w:val="00F04B8B"/>
    <w:rsid w:val="00F2300F"/>
    <w:rsid w:val="00F2571E"/>
    <w:rsid w:val="00F546E2"/>
    <w:rsid w:val="00F73323"/>
    <w:rsid w:val="00F74B12"/>
    <w:rsid w:val="00F86501"/>
    <w:rsid w:val="00FA356F"/>
    <w:rsid w:val="00FB529B"/>
    <w:rsid w:val="00FD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5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3F56"/>
    <w:pPr>
      <w:keepNext/>
      <w:outlineLvl w:val="0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13F56"/>
    <w:pPr>
      <w:keepNext/>
      <w:ind w:left="2124" w:firstLine="708"/>
      <w:outlineLvl w:val="7"/>
    </w:pPr>
    <w:rPr>
      <w:rFonts w:ascii="Bookman Old Style" w:hAnsi="Bookman Old Style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68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768C1"/>
    <w:rPr>
      <w:rFonts w:ascii="Calibri" w:hAnsi="Calibr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13F56"/>
    <w:rPr>
      <w:sz w:val="5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06C3"/>
    <w:rPr>
      <w:rFonts w:cs="Times New Roman"/>
      <w:sz w:val="56"/>
    </w:rPr>
  </w:style>
  <w:style w:type="paragraph" w:styleId="BodyText2">
    <w:name w:val="Body Text 2"/>
    <w:basedOn w:val="Normal"/>
    <w:link w:val="BodyText2Char"/>
    <w:uiPriority w:val="99"/>
    <w:rsid w:val="00413F56"/>
    <w:rPr>
      <w:sz w:val="3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68C1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413F56"/>
    <w:pPr>
      <w:widowControl w:val="0"/>
      <w:autoSpaceDE w:val="0"/>
      <w:autoSpaceDN w:val="0"/>
      <w:adjustRightInd w:val="0"/>
      <w:ind w:left="40" w:right="808"/>
      <w:jc w:val="center"/>
    </w:pPr>
    <w:rPr>
      <w:b/>
      <w:bCs/>
      <w:szCs w:val="22"/>
    </w:rPr>
  </w:style>
  <w:style w:type="character" w:customStyle="1" w:styleId="TitleChar">
    <w:name w:val="Title Char"/>
    <w:basedOn w:val="DefaultParagraphFont"/>
    <w:link w:val="Title"/>
    <w:uiPriority w:val="99"/>
    <w:locked/>
    <w:rsid w:val="00D768C1"/>
    <w:rPr>
      <w:rFonts w:ascii="Cambria" w:hAnsi="Cambria" w:cs="Times New Roman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413F5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13F5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768C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13F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768C1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13F56"/>
    <w:pPr>
      <w:ind w:right="-1"/>
      <w:jc w:val="both"/>
    </w:pPr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768C1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413F56"/>
    <w:pPr>
      <w:ind w:left="284" w:hanging="284"/>
      <w:jc w:val="both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768C1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413F56"/>
    <w:pPr>
      <w:ind w:left="360"/>
      <w:jc w:val="both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768C1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13F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68C1"/>
    <w:rPr>
      <w:rFonts w:cs="Times New Roman"/>
      <w:sz w:val="2"/>
    </w:rPr>
  </w:style>
  <w:style w:type="paragraph" w:customStyle="1" w:styleId="ZnakZnakZnakZnak">
    <w:name w:val="Znak Znak Znak Znak"/>
    <w:basedOn w:val="Normal"/>
    <w:uiPriority w:val="99"/>
    <w:rsid w:val="00413F56"/>
    <w:pPr>
      <w:tabs>
        <w:tab w:val="left" w:pos="709"/>
      </w:tabs>
    </w:pPr>
    <w:rPr>
      <w:rFonts w:ascii="Tahoma" w:hAnsi="Tahoma" w:cs="Tahoma"/>
    </w:rPr>
  </w:style>
  <w:style w:type="paragraph" w:styleId="ListParagraph">
    <w:name w:val="List Paragraph"/>
    <w:basedOn w:val="Normal"/>
    <w:uiPriority w:val="99"/>
    <w:qFormat/>
    <w:rsid w:val="00D657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49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6</Pages>
  <Words>3075</Words>
  <Characters>18452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subject/>
  <dc:creator>Starostwo Powiatowe Gryfino</dc:creator>
  <cp:keywords/>
  <dc:description/>
  <cp:lastModifiedBy>Starostwo Powiatowe</cp:lastModifiedBy>
  <cp:revision>13</cp:revision>
  <cp:lastPrinted>2015-03-25T11:21:00Z</cp:lastPrinted>
  <dcterms:created xsi:type="dcterms:W3CDTF">2015-01-08T08:48:00Z</dcterms:created>
  <dcterms:modified xsi:type="dcterms:W3CDTF">2015-04-02T11:36:00Z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