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A9" w:rsidRDefault="005D29A9" w:rsidP="00C71984">
      <w:pPr>
        <w:jc w:val="right"/>
        <w:rPr>
          <w:b/>
          <w:sz w:val="20"/>
          <w:szCs w:val="20"/>
        </w:rPr>
      </w:pPr>
      <w:r w:rsidRPr="00B1782E">
        <w:rPr>
          <w:b/>
          <w:sz w:val="20"/>
          <w:szCs w:val="20"/>
        </w:rPr>
        <w:t>Załącznik nr 1</w:t>
      </w:r>
      <w:r>
        <w:rPr>
          <w:b/>
          <w:sz w:val="20"/>
          <w:szCs w:val="20"/>
        </w:rPr>
        <w:t xml:space="preserve"> do zaproszenia</w:t>
      </w:r>
    </w:p>
    <w:p w:rsidR="005D29A9" w:rsidRDefault="005D29A9" w:rsidP="0073141E">
      <w:pPr>
        <w:jc w:val="both"/>
        <w:rPr>
          <w:b/>
          <w:sz w:val="20"/>
          <w:szCs w:val="20"/>
        </w:rPr>
      </w:pPr>
    </w:p>
    <w:p w:rsidR="005D29A9" w:rsidRPr="001A5901" w:rsidRDefault="005D29A9" w:rsidP="0073141E">
      <w:pPr>
        <w:jc w:val="both"/>
        <w:rPr>
          <w:sz w:val="16"/>
          <w:szCs w:val="16"/>
        </w:rPr>
      </w:pPr>
    </w:p>
    <w:p w:rsidR="005D29A9" w:rsidRPr="001A5901" w:rsidRDefault="005D29A9" w:rsidP="0073141E">
      <w:pPr>
        <w:shd w:val="clear" w:color="auto" w:fill="FFFFFF"/>
        <w:ind w:right="7"/>
        <w:jc w:val="both"/>
        <w:rPr>
          <w:color w:val="000000"/>
          <w:spacing w:val="-7"/>
          <w:sz w:val="16"/>
          <w:szCs w:val="16"/>
        </w:rPr>
      </w:pPr>
      <w:r w:rsidRPr="001A5901">
        <w:rPr>
          <w:sz w:val="16"/>
          <w:szCs w:val="16"/>
        </w:rPr>
        <w:t>.......................................</w:t>
      </w:r>
      <w:r w:rsidRPr="001A5901">
        <w:rPr>
          <w:sz w:val="16"/>
          <w:szCs w:val="16"/>
        </w:rPr>
        <w:tab/>
      </w:r>
      <w:r w:rsidRPr="001A5901">
        <w:rPr>
          <w:sz w:val="16"/>
          <w:szCs w:val="16"/>
        </w:rPr>
        <w:tab/>
      </w:r>
      <w:r w:rsidRPr="001A5901">
        <w:rPr>
          <w:sz w:val="16"/>
          <w:szCs w:val="16"/>
        </w:rPr>
        <w:tab/>
      </w:r>
      <w:r w:rsidRPr="001A5901">
        <w:rPr>
          <w:color w:val="000000"/>
          <w:sz w:val="16"/>
          <w:szCs w:val="16"/>
        </w:rPr>
        <w:t xml:space="preserve"> </w:t>
      </w:r>
      <w:r w:rsidRPr="001A5901">
        <w:rPr>
          <w:color w:val="000000"/>
          <w:sz w:val="16"/>
          <w:szCs w:val="16"/>
        </w:rPr>
        <w:tab/>
      </w:r>
      <w:r w:rsidRPr="001A5901">
        <w:rPr>
          <w:color w:val="000000"/>
          <w:sz w:val="16"/>
          <w:szCs w:val="16"/>
        </w:rPr>
        <w:tab/>
      </w:r>
      <w:r w:rsidRPr="001A5901">
        <w:rPr>
          <w:color w:val="000000"/>
          <w:sz w:val="16"/>
          <w:szCs w:val="16"/>
        </w:rPr>
        <w:tab/>
      </w:r>
      <w:r w:rsidRPr="001A5901">
        <w:rPr>
          <w:color w:val="000000"/>
          <w:sz w:val="16"/>
          <w:szCs w:val="16"/>
        </w:rPr>
        <w:tab/>
      </w:r>
      <w:r w:rsidRPr="001A5901">
        <w:rPr>
          <w:color w:val="000000"/>
          <w:sz w:val="16"/>
          <w:szCs w:val="16"/>
        </w:rPr>
        <w:tab/>
        <w:t>........................................</w:t>
      </w:r>
    </w:p>
    <w:p w:rsidR="005D29A9" w:rsidRPr="001A5901" w:rsidRDefault="005D29A9" w:rsidP="0073141E">
      <w:pPr>
        <w:pStyle w:val="Domylnie"/>
        <w:jc w:val="both"/>
        <w:rPr>
          <w:sz w:val="16"/>
          <w:szCs w:val="16"/>
        </w:rPr>
      </w:pPr>
      <w:r w:rsidRPr="001A5901">
        <w:rPr>
          <w:color w:val="000000"/>
          <w:spacing w:val="-11"/>
          <w:sz w:val="16"/>
          <w:szCs w:val="16"/>
        </w:rPr>
        <w:tab/>
      </w:r>
      <w:r w:rsidRPr="001A5901">
        <w:rPr>
          <w:color w:val="000000"/>
          <w:spacing w:val="-11"/>
          <w:sz w:val="16"/>
          <w:szCs w:val="16"/>
        </w:rPr>
        <w:tab/>
      </w:r>
      <w:r w:rsidRPr="001A5901">
        <w:rPr>
          <w:color w:val="000000"/>
          <w:spacing w:val="-11"/>
          <w:sz w:val="16"/>
          <w:szCs w:val="16"/>
        </w:rPr>
        <w:tab/>
      </w:r>
      <w:r w:rsidRPr="001A5901">
        <w:rPr>
          <w:color w:val="000000"/>
          <w:spacing w:val="-11"/>
          <w:sz w:val="16"/>
          <w:szCs w:val="16"/>
        </w:rPr>
        <w:tab/>
      </w:r>
      <w:r w:rsidRPr="001A5901">
        <w:rPr>
          <w:color w:val="000000"/>
          <w:spacing w:val="-11"/>
          <w:sz w:val="16"/>
          <w:szCs w:val="16"/>
        </w:rPr>
        <w:tab/>
      </w:r>
      <w:r w:rsidRPr="001A5901">
        <w:rPr>
          <w:color w:val="000000"/>
          <w:spacing w:val="-11"/>
          <w:sz w:val="16"/>
          <w:szCs w:val="16"/>
        </w:rPr>
        <w:tab/>
      </w:r>
      <w:r w:rsidRPr="001A5901">
        <w:rPr>
          <w:color w:val="000000"/>
          <w:spacing w:val="-11"/>
          <w:sz w:val="16"/>
          <w:szCs w:val="16"/>
        </w:rPr>
        <w:tab/>
      </w:r>
      <w:r w:rsidRPr="001A5901">
        <w:rPr>
          <w:color w:val="000000"/>
          <w:spacing w:val="-11"/>
          <w:sz w:val="16"/>
          <w:szCs w:val="16"/>
        </w:rPr>
        <w:tab/>
      </w:r>
      <w:r w:rsidRPr="001A5901">
        <w:rPr>
          <w:color w:val="000000"/>
          <w:spacing w:val="-11"/>
          <w:sz w:val="16"/>
          <w:szCs w:val="16"/>
        </w:rPr>
        <w:tab/>
      </w:r>
      <w:r w:rsidRPr="001A5901">
        <w:rPr>
          <w:color w:val="000000"/>
          <w:spacing w:val="-11"/>
          <w:sz w:val="16"/>
          <w:szCs w:val="16"/>
        </w:rPr>
        <w:tab/>
        <w:t>(miejscowość, data)</w:t>
      </w:r>
    </w:p>
    <w:p w:rsidR="005D29A9" w:rsidRPr="001A5901" w:rsidRDefault="005D29A9" w:rsidP="0073141E">
      <w:pPr>
        <w:pStyle w:val="Domylnie"/>
        <w:jc w:val="both"/>
        <w:rPr>
          <w:sz w:val="16"/>
          <w:szCs w:val="16"/>
        </w:rPr>
      </w:pPr>
      <w:r w:rsidRPr="001A5901">
        <w:rPr>
          <w:sz w:val="16"/>
          <w:szCs w:val="16"/>
        </w:rPr>
        <w:t>(pieczęć firmowa Wykonawcy)</w:t>
      </w:r>
    </w:p>
    <w:p w:rsidR="005D29A9" w:rsidRPr="001A5901" w:rsidRDefault="005D29A9" w:rsidP="0073141E">
      <w:pPr>
        <w:pStyle w:val="Domylnie"/>
        <w:jc w:val="both"/>
        <w:rPr>
          <w:sz w:val="16"/>
          <w:szCs w:val="16"/>
        </w:rPr>
      </w:pPr>
    </w:p>
    <w:p w:rsidR="005D29A9" w:rsidRPr="001A5901" w:rsidRDefault="005D29A9" w:rsidP="0073141E">
      <w:pPr>
        <w:pStyle w:val="Domylnie"/>
        <w:jc w:val="both"/>
        <w:rPr>
          <w:sz w:val="16"/>
          <w:szCs w:val="16"/>
        </w:rPr>
      </w:pPr>
      <w:r w:rsidRPr="001A5901">
        <w:rPr>
          <w:sz w:val="16"/>
          <w:szCs w:val="16"/>
        </w:rPr>
        <w:t>NIP.................................</w:t>
      </w:r>
    </w:p>
    <w:p w:rsidR="005D29A9" w:rsidRPr="001A5901" w:rsidRDefault="005D29A9" w:rsidP="0073141E">
      <w:pPr>
        <w:pStyle w:val="Domylnie"/>
        <w:jc w:val="both"/>
        <w:rPr>
          <w:sz w:val="16"/>
          <w:szCs w:val="16"/>
        </w:rPr>
      </w:pPr>
    </w:p>
    <w:p w:rsidR="005D29A9" w:rsidRPr="001A5901" w:rsidRDefault="005D29A9" w:rsidP="0073141E">
      <w:pPr>
        <w:pStyle w:val="Domylnie"/>
        <w:jc w:val="both"/>
        <w:rPr>
          <w:sz w:val="16"/>
          <w:szCs w:val="16"/>
        </w:rPr>
      </w:pPr>
      <w:r w:rsidRPr="001A5901">
        <w:rPr>
          <w:sz w:val="16"/>
          <w:szCs w:val="16"/>
        </w:rPr>
        <w:t>REGON..........................</w:t>
      </w:r>
    </w:p>
    <w:p w:rsidR="005D29A9" w:rsidRDefault="005D29A9" w:rsidP="0073141E">
      <w:pPr>
        <w:jc w:val="both"/>
        <w:rPr>
          <w:b/>
          <w:sz w:val="28"/>
          <w:szCs w:val="28"/>
        </w:rPr>
      </w:pPr>
    </w:p>
    <w:p w:rsidR="005D29A9" w:rsidRPr="000B544C" w:rsidRDefault="005D29A9" w:rsidP="0073141E">
      <w:pPr>
        <w:jc w:val="center"/>
        <w:rPr>
          <w:b/>
          <w:sz w:val="28"/>
          <w:szCs w:val="28"/>
        </w:rPr>
      </w:pPr>
      <w:r w:rsidRPr="00353BD6">
        <w:rPr>
          <w:b/>
          <w:sz w:val="28"/>
          <w:szCs w:val="28"/>
          <w:highlight w:val="lightGray"/>
        </w:rPr>
        <w:t>Formularz ofertowy</w:t>
      </w:r>
    </w:p>
    <w:p w:rsidR="005D29A9" w:rsidRDefault="005D29A9" w:rsidP="0073141E">
      <w:pPr>
        <w:jc w:val="both"/>
      </w:pPr>
    </w:p>
    <w:p w:rsidR="005D29A9" w:rsidRDefault="005D29A9" w:rsidP="0073141E">
      <w:pPr>
        <w:jc w:val="both"/>
      </w:pPr>
      <w:r>
        <w:t>Zamawiający:</w:t>
      </w:r>
    </w:p>
    <w:p w:rsidR="005D29A9" w:rsidRPr="006829E9" w:rsidRDefault="005D29A9" w:rsidP="0073141E">
      <w:pPr>
        <w:jc w:val="both"/>
        <w:rPr>
          <w:b/>
        </w:rPr>
      </w:pPr>
      <w:r>
        <w:rPr>
          <w:b/>
        </w:rPr>
        <w:t>Powiat Gryfiński</w:t>
      </w:r>
      <w:r w:rsidRPr="006829E9">
        <w:rPr>
          <w:b/>
        </w:rPr>
        <w:t xml:space="preserve">, </w:t>
      </w:r>
      <w:r>
        <w:rPr>
          <w:b/>
        </w:rPr>
        <w:t>ul. Sprzymierzonych 4</w:t>
      </w:r>
      <w:r w:rsidRPr="006829E9">
        <w:rPr>
          <w:b/>
        </w:rPr>
        <w:t xml:space="preserve">, </w:t>
      </w:r>
      <w:r>
        <w:rPr>
          <w:b/>
        </w:rPr>
        <w:t>74-100</w:t>
      </w:r>
      <w:r w:rsidRPr="006829E9">
        <w:rPr>
          <w:b/>
        </w:rPr>
        <w:t xml:space="preserve"> </w:t>
      </w:r>
      <w:r>
        <w:rPr>
          <w:b/>
        </w:rPr>
        <w:t xml:space="preserve">Gryfino. </w:t>
      </w:r>
    </w:p>
    <w:p w:rsidR="005D29A9" w:rsidRPr="002562F3" w:rsidRDefault="005D29A9" w:rsidP="0073141E">
      <w:pPr>
        <w:jc w:val="both"/>
        <w:rPr>
          <w:sz w:val="16"/>
          <w:szCs w:val="16"/>
        </w:rPr>
      </w:pPr>
    </w:p>
    <w:p w:rsidR="005D29A9" w:rsidRDefault="005D29A9" w:rsidP="0073141E">
      <w:pPr>
        <w:jc w:val="both"/>
      </w:pPr>
      <w:r>
        <w:t>Wykonawca:</w:t>
      </w:r>
    </w:p>
    <w:p w:rsidR="005D29A9" w:rsidRPr="00B559CE" w:rsidRDefault="005D29A9" w:rsidP="0073141E">
      <w:pPr>
        <w:jc w:val="both"/>
        <w:rPr>
          <w:sz w:val="16"/>
          <w:szCs w:val="16"/>
        </w:rPr>
      </w:pPr>
    </w:p>
    <w:p w:rsidR="005D29A9" w:rsidRDefault="005D29A9" w:rsidP="0073141E">
      <w:pPr>
        <w:jc w:val="both"/>
      </w:pPr>
      <w:r>
        <w:t>…………………………………………………….……………………..……………………………</w:t>
      </w:r>
    </w:p>
    <w:p w:rsidR="005D29A9" w:rsidRPr="006829E9" w:rsidRDefault="005D29A9" w:rsidP="0073141E">
      <w:pPr>
        <w:jc w:val="both"/>
        <w:rPr>
          <w:sz w:val="16"/>
          <w:szCs w:val="16"/>
        </w:rPr>
      </w:pPr>
    </w:p>
    <w:p w:rsidR="005D29A9" w:rsidRDefault="005D29A9" w:rsidP="0073141E">
      <w:pPr>
        <w:jc w:val="both"/>
      </w:pPr>
      <w:r>
        <w:t>…………………………………………………….……………………………………….………….</w:t>
      </w:r>
    </w:p>
    <w:p w:rsidR="005D29A9" w:rsidRPr="0044316D" w:rsidRDefault="005D29A9" w:rsidP="0073141E">
      <w:pPr>
        <w:jc w:val="both"/>
        <w:rPr>
          <w:i/>
          <w:sz w:val="18"/>
          <w:szCs w:val="18"/>
        </w:rPr>
      </w:pPr>
      <w:r w:rsidRPr="0044316D">
        <w:rPr>
          <w:i/>
          <w:sz w:val="18"/>
          <w:szCs w:val="18"/>
        </w:rPr>
        <w:t>(nazwa i adres</w:t>
      </w:r>
      <w:r>
        <w:rPr>
          <w:i/>
          <w:sz w:val="18"/>
          <w:szCs w:val="18"/>
        </w:rPr>
        <w:t>, telefon, fax, e-mail</w:t>
      </w:r>
      <w:r w:rsidRPr="0044316D">
        <w:rPr>
          <w:i/>
          <w:sz w:val="18"/>
          <w:szCs w:val="18"/>
        </w:rPr>
        <w:t xml:space="preserve">) </w:t>
      </w:r>
    </w:p>
    <w:p w:rsidR="005D29A9" w:rsidRPr="002562F3" w:rsidRDefault="005D29A9" w:rsidP="0073141E">
      <w:pPr>
        <w:ind w:left="180" w:hanging="180"/>
        <w:jc w:val="both"/>
        <w:rPr>
          <w:sz w:val="16"/>
          <w:szCs w:val="16"/>
        </w:rPr>
      </w:pPr>
      <w:r w:rsidRPr="00F40C70">
        <w:t xml:space="preserve"> </w:t>
      </w:r>
    </w:p>
    <w:p w:rsidR="005D29A9" w:rsidRDefault="005D29A9" w:rsidP="0073141E">
      <w:pPr>
        <w:pStyle w:val="Tekstpodstawowy21"/>
        <w:rPr>
          <w:sz w:val="22"/>
          <w:szCs w:val="22"/>
        </w:rPr>
      </w:pPr>
      <w:r w:rsidRPr="00D3264C">
        <w:rPr>
          <w:sz w:val="24"/>
          <w:szCs w:val="24"/>
        </w:rPr>
        <w:t xml:space="preserve">W </w:t>
      </w:r>
      <w:r>
        <w:rPr>
          <w:sz w:val="24"/>
          <w:szCs w:val="24"/>
        </w:rPr>
        <w:t xml:space="preserve">odpowiedzi na zaproszenie do złożenia oferty na usługę </w:t>
      </w:r>
      <w:r w:rsidRPr="009F596E">
        <w:rPr>
          <w:sz w:val="22"/>
          <w:szCs w:val="22"/>
        </w:rPr>
        <w:t>opracowania dokumentacji aplikacyjnej dla Powiatu Gryfińskiego w ramach naboru wniosków RPOWZ 2014-2020 dla działania 9.8 Infrastruktura szkolnictwa zawodowego</w:t>
      </w:r>
      <w:r>
        <w:rPr>
          <w:sz w:val="22"/>
          <w:szCs w:val="22"/>
        </w:rPr>
        <w:t>,</w:t>
      </w:r>
      <w:r w:rsidRPr="009F596E">
        <w:rPr>
          <w:sz w:val="22"/>
          <w:szCs w:val="22"/>
        </w:rPr>
        <w:t xml:space="preserve"> w ramach projektu pn.: </w:t>
      </w:r>
      <w:r w:rsidRPr="00EA08F3">
        <w:rPr>
          <w:i/>
          <w:iCs/>
          <w:sz w:val="22"/>
          <w:szCs w:val="22"/>
        </w:rPr>
        <w:t>„Dostosowanie istniejącej infrastruktury szkolnictwa zawodowego w Powiecie Gryfińskim do rynku pracy”</w:t>
      </w:r>
      <w:r w:rsidRPr="009F596E">
        <w:rPr>
          <w:sz w:val="22"/>
          <w:szCs w:val="22"/>
        </w:rPr>
        <w:t xml:space="preserve"> wraz z obsługą wniosku w procesie jego oceny przez instytucję organizującą </w:t>
      </w:r>
      <w:r>
        <w:rPr>
          <w:sz w:val="22"/>
          <w:szCs w:val="22"/>
        </w:rPr>
        <w:t>konkurs:</w:t>
      </w:r>
    </w:p>
    <w:p w:rsidR="005D29A9" w:rsidRPr="002562F3" w:rsidRDefault="005D29A9" w:rsidP="0073141E">
      <w:pPr>
        <w:pStyle w:val="Tekstpodstawowy21"/>
        <w:rPr>
          <w:sz w:val="16"/>
          <w:szCs w:val="16"/>
        </w:rPr>
      </w:pPr>
    </w:p>
    <w:p w:rsidR="005D29A9" w:rsidRDefault="005D29A9" w:rsidP="0073141E">
      <w:pPr>
        <w:pStyle w:val="BodyText2"/>
        <w:widowControl w:val="0"/>
        <w:numPr>
          <w:ilvl w:val="0"/>
          <w:numId w:val="2"/>
        </w:numPr>
        <w:suppressAutoHyphens/>
        <w:spacing w:line="240" w:lineRule="auto"/>
        <w:jc w:val="both"/>
      </w:pPr>
      <w:r>
        <w:t>Oferuję za wykonanie całości przedmiotu zamówienia:…….......................................zł brutto (słownie:……………………………), w tym z za wykonanie studium wykonalności …………………………………….. zł brutto (słownie:……………………………),</w:t>
      </w:r>
    </w:p>
    <w:p w:rsidR="005D29A9" w:rsidRPr="00BD1F9D" w:rsidRDefault="005D29A9" w:rsidP="0073141E">
      <w:pPr>
        <w:pStyle w:val="BodyText2"/>
        <w:widowControl w:val="0"/>
        <w:numPr>
          <w:ilvl w:val="0"/>
          <w:numId w:val="2"/>
        </w:numPr>
        <w:suppressAutoHyphens/>
        <w:spacing w:line="240" w:lineRule="auto"/>
        <w:jc w:val="both"/>
      </w:pPr>
      <w:r w:rsidRPr="001A5901">
        <w:t xml:space="preserve">Termin realizacji zamówienia: </w:t>
      </w:r>
      <w:r>
        <w:rPr>
          <w:b/>
        </w:rPr>
        <w:t>zgodny z warunkami umownymi</w:t>
      </w:r>
      <w:r w:rsidRPr="00BD1F9D">
        <w:rPr>
          <w:b/>
        </w:rPr>
        <w:t>.</w:t>
      </w:r>
    </w:p>
    <w:p w:rsidR="005D29A9" w:rsidRPr="00BD1F9D" w:rsidRDefault="005D29A9" w:rsidP="0073141E">
      <w:pPr>
        <w:numPr>
          <w:ilvl w:val="0"/>
          <w:numId w:val="2"/>
        </w:numPr>
        <w:jc w:val="both"/>
        <w:rPr>
          <w:sz w:val="22"/>
          <w:szCs w:val="22"/>
        </w:rPr>
      </w:pPr>
      <w:r w:rsidRPr="00670D1F">
        <w:t xml:space="preserve">Oświadczam/y, iż posiadam/y wszelkie informacje niezbędne do przygotowania oferty oraz że zapoznaliśmy się z treścią zapytania ofertowego i akceptujemy jego treść, nie wnosimy zastrzeżeń oraz </w:t>
      </w:r>
      <w:r w:rsidRPr="00670D1F">
        <w:rPr>
          <w:shd w:val="clear" w:color="auto" w:fill="FFFFFF"/>
        </w:rPr>
        <w:t>zobowiązuję/my się do wykonania wszystkich czynności w zakresie niezbędnym do należytego wykonania przedmiotu zamówienia.</w:t>
      </w:r>
    </w:p>
    <w:p w:rsidR="005D29A9" w:rsidRPr="001A5901" w:rsidRDefault="005D29A9" w:rsidP="0073141E">
      <w:pPr>
        <w:pStyle w:val="BodyText2"/>
        <w:widowControl w:val="0"/>
        <w:numPr>
          <w:ilvl w:val="0"/>
          <w:numId w:val="2"/>
        </w:numPr>
        <w:suppressAutoHyphens/>
        <w:spacing w:line="240" w:lineRule="auto"/>
        <w:jc w:val="both"/>
      </w:pPr>
      <w:r w:rsidRPr="001A5901">
        <w:t>Oferujemy następujące w</w:t>
      </w:r>
      <w:r>
        <w:t xml:space="preserve">arunki płatności: </w:t>
      </w:r>
      <w:r w:rsidRPr="00804C78">
        <w:rPr>
          <w:b/>
          <w:bCs/>
        </w:rPr>
        <w:t>21 d</w:t>
      </w:r>
      <w:r w:rsidRPr="001A5901">
        <w:rPr>
          <w:b/>
        </w:rPr>
        <w:t>ni</w:t>
      </w:r>
      <w:r w:rsidRPr="001A5901">
        <w:t xml:space="preserve"> od daty wpływu faktury VAT wraz z protokołem odbioru.</w:t>
      </w:r>
      <w:r w:rsidRPr="001A5901">
        <w:rPr>
          <w:spacing w:val="-5"/>
        </w:rPr>
        <w:t xml:space="preserve"> </w:t>
      </w:r>
    </w:p>
    <w:p w:rsidR="005D29A9" w:rsidRPr="00DA0A0D" w:rsidRDefault="005D29A9" w:rsidP="0073141E">
      <w:pPr>
        <w:pStyle w:val="BodyText2"/>
        <w:widowControl w:val="0"/>
        <w:numPr>
          <w:ilvl w:val="0"/>
          <w:numId w:val="2"/>
        </w:numPr>
        <w:suppressAutoHyphens/>
        <w:spacing w:line="240" w:lineRule="auto"/>
        <w:jc w:val="both"/>
      </w:pPr>
      <w:r w:rsidRPr="001A5901">
        <w:t xml:space="preserve">Oświadczamy, że uważamy się za związanych niniejszą ofertą </w:t>
      </w:r>
      <w:r w:rsidRPr="001A5901">
        <w:rPr>
          <w:b/>
        </w:rPr>
        <w:t>30 dni</w:t>
      </w:r>
      <w:r w:rsidRPr="001A5901">
        <w:t xml:space="preserve"> licząc </w:t>
      </w:r>
      <w:r w:rsidRPr="001A5901">
        <w:rPr>
          <w:spacing w:val="-9"/>
        </w:rPr>
        <w:t>od daty wyznaczonej, jako termin składania ofert.</w:t>
      </w:r>
      <w:bookmarkStart w:id="0" w:name="_GoBack"/>
      <w:bookmarkEnd w:id="0"/>
    </w:p>
    <w:p w:rsidR="005D29A9" w:rsidRDefault="005D29A9" w:rsidP="0073141E">
      <w:pPr>
        <w:pStyle w:val="BodyText2"/>
        <w:widowControl w:val="0"/>
        <w:numPr>
          <w:ilvl w:val="0"/>
          <w:numId w:val="2"/>
        </w:numPr>
        <w:suppressAutoHyphens/>
        <w:spacing w:line="240" w:lineRule="auto"/>
        <w:jc w:val="both"/>
      </w:pPr>
      <w:r>
        <w:t>W załączeniu przedkładam/my</w:t>
      </w:r>
      <w:r w:rsidRPr="008C2291">
        <w:rPr>
          <w:vertAlign w:val="superscript"/>
        </w:rPr>
        <w:t>*)</w:t>
      </w:r>
      <w:r>
        <w:t xml:space="preserve"> następujące dokumenty:</w:t>
      </w:r>
    </w:p>
    <w:p w:rsidR="005D29A9" w:rsidRPr="0073141E" w:rsidRDefault="005D29A9" w:rsidP="0073141E">
      <w:pPr>
        <w:ind w:left="540"/>
        <w:jc w:val="both"/>
      </w:pPr>
      <w:r>
        <w:t xml:space="preserve">a) </w:t>
      </w:r>
      <w:r w:rsidRPr="0073141E">
        <w:rPr>
          <w:b/>
          <w:bCs/>
        </w:rPr>
        <w:t>Wykaz wykonanych dokumentacji aplikacyjnych</w:t>
      </w:r>
      <w:r>
        <w:t xml:space="preserve">, który potwierdza spełnianie warunków uczestnictwa w niniejszym postępowaniu (pkt. 4 b zaproszenia) oraz warunków otrzymania punktacji w ramach kryterium oceny ofert w kryterium </w:t>
      </w:r>
      <w:r w:rsidRPr="00157483">
        <w:rPr>
          <w:b/>
          <w:bCs/>
          <w:sz w:val="22"/>
          <w:szCs w:val="22"/>
        </w:rPr>
        <w:t>Skuteczność (D)</w:t>
      </w:r>
      <w:r>
        <w:rPr>
          <w:b/>
          <w:bCs/>
          <w:sz w:val="22"/>
          <w:szCs w:val="22"/>
        </w:rPr>
        <w:t xml:space="preserve"> </w:t>
      </w:r>
      <w:r w:rsidRPr="00C71984">
        <w:rPr>
          <w:sz w:val="22"/>
          <w:szCs w:val="22"/>
        </w:rPr>
        <w:t>– pkt 7.2 zaproszenia.</w:t>
      </w:r>
    </w:p>
    <w:p w:rsidR="005D29A9" w:rsidRDefault="005D29A9" w:rsidP="0073141E">
      <w:pPr>
        <w:ind w:left="540"/>
        <w:jc w:val="both"/>
      </w:pPr>
      <w:r>
        <w:t>b) dokumenty rejestracyjne podmiotu gospodarczego (CEDiG / KRS)</w:t>
      </w:r>
    </w:p>
    <w:p w:rsidR="005D29A9" w:rsidRDefault="005D29A9" w:rsidP="0073141E">
      <w:pPr>
        <w:ind w:left="540"/>
        <w:jc w:val="both"/>
      </w:pPr>
      <w:r>
        <w:t>c)……………………………………………………………..</w:t>
      </w:r>
    </w:p>
    <w:p w:rsidR="005D29A9" w:rsidRDefault="005D29A9" w:rsidP="0073141E">
      <w:pPr>
        <w:ind w:left="540"/>
        <w:jc w:val="both"/>
      </w:pPr>
      <w:r>
        <w:t>d)……………………………………………………………..</w:t>
      </w:r>
    </w:p>
    <w:p w:rsidR="005D29A9" w:rsidRPr="000B544C" w:rsidRDefault="005D29A9" w:rsidP="0073141E">
      <w:pPr>
        <w:jc w:val="both"/>
        <w:rPr>
          <w:sz w:val="16"/>
          <w:szCs w:val="16"/>
        </w:rPr>
      </w:pPr>
    </w:p>
    <w:p w:rsidR="005D29A9" w:rsidRDefault="005D29A9" w:rsidP="0073141E">
      <w:pPr>
        <w:jc w:val="both"/>
      </w:pPr>
    </w:p>
    <w:p w:rsidR="005D29A9" w:rsidRDefault="005D29A9" w:rsidP="0073141E">
      <w:pPr>
        <w:jc w:val="both"/>
      </w:pPr>
    </w:p>
    <w:p w:rsidR="005D29A9" w:rsidRPr="00043AAD" w:rsidRDefault="005D29A9" w:rsidP="0073141E">
      <w:pPr>
        <w:ind w:left="5040"/>
        <w:jc w:val="both"/>
        <w:rPr>
          <w:color w:val="000000"/>
          <w:sz w:val="16"/>
          <w:szCs w:val="16"/>
        </w:rPr>
      </w:pPr>
      <w:r w:rsidRPr="00043AAD">
        <w:rPr>
          <w:color w:val="000000"/>
          <w:sz w:val="16"/>
          <w:szCs w:val="16"/>
        </w:rPr>
        <w:t>.............................................</w:t>
      </w:r>
      <w:r>
        <w:rPr>
          <w:color w:val="000000"/>
          <w:sz w:val="16"/>
          <w:szCs w:val="16"/>
        </w:rPr>
        <w:t>.......</w:t>
      </w:r>
      <w:r w:rsidRPr="00043AAD">
        <w:rPr>
          <w:color w:val="000000"/>
          <w:sz w:val="16"/>
          <w:szCs w:val="16"/>
        </w:rPr>
        <w:t>..................................................</w:t>
      </w:r>
    </w:p>
    <w:p w:rsidR="005D29A9" w:rsidRDefault="005D29A9" w:rsidP="0073141E">
      <w:pPr>
        <w:ind w:firstLine="90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</w:t>
      </w:r>
      <w:r w:rsidRPr="0044316D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podpis</w:t>
      </w:r>
      <w:r w:rsidRPr="0044316D">
        <w:rPr>
          <w:i/>
          <w:sz w:val="18"/>
          <w:szCs w:val="18"/>
        </w:rPr>
        <w:t xml:space="preserve"> wykonawcy lub upoważnione</w:t>
      </w:r>
      <w:r>
        <w:rPr>
          <w:i/>
          <w:sz w:val="18"/>
          <w:szCs w:val="18"/>
        </w:rPr>
        <w:t>go przedstawiciela</w:t>
      </w:r>
      <w:r w:rsidRPr="0044316D">
        <w:rPr>
          <w:i/>
          <w:sz w:val="18"/>
          <w:szCs w:val="18"/>
        </w:rPr>
        <w:t>)</w:t>
      </w:r>
      <w:r>
        <w:rPr>
          <w:i/>
          <w:sz w:val="18"/>
          <w:szCs w:val="18"/>
        </w:rPr>
        <w:t xml:space="preserve"> </w:t>
      </w:r>
    </w:p>
    <w:p w:rsidR="005D29A9" w:rsidRPr="00043AAD" w:rsidRDefault="005D29A9" w:rsidP="0073141E">
      <w:pPr>
        <w:ind w:left="720" w:hanging="720"/>
        <w:jc w:val="both"/>
        <w:rPr>
          <w:sz w:val="16"/>
          <w:szCs w:val="16"/>
        </w:rPr>
      </w:pPr>
      <w:r w:rsidRPr="00043AAD">
        <w:rPr>
          <w:sz w:val="16"/>
          <w:szCs w:val="16"/>
        </w:rPr>
        <w:t>...............................</w:t>
      </w:r>
      <w:r>
        <w:rPr>
          <w:sz w:val="16"/>
          <w:szCs w:val="16"/>
        </w:rPr>
        <w:t>.................</w:t>
      </w:r>
      <w:r w:rsidRPr="00043AAD">
        <w:rPr>
          <w:sz w:val="16"/>
          <w:szCs w:val="16"/>
        </w:rPr>
        <w:t xml:space="preserve">............................ </w:t>
      </w:r>
    </w:p>
    <w:p w:rsidR="005D29A9" w:rsidRDefault="005D29A9" w:rsidP="0073141E">
      <w:pPr>
        <w:ind w:left="720" w:hanging="180"/>
        <w:jc w:val="both"/>
        <w:rPr>
          <w:sz w:val="20"/>
          <w:szCs w:val="20"/>
        </w:rPr>
      </w:pPr>
      <w:r w:rsidRPr="00DB05CE">
        <w:rPr>
          <w:sz w:val="20"/>
          <w:szCs w:val="20"/>
        </w:rPr>
        <w:t xml:space="preserve">  (miejscowość, data)</w:t>
      </w:r>
    </w:p>
    <w:p w:rsidR="005D29A9" w:rsidRDefault="005D29A9" w:rsidP="0073141E">
      <w:pPr>
        <w:ind w:left="720" w:hanging="180"/>
        <w:jc w:val="both"/>
        <w:rPr>
          <w:sz w:val="20"/>
          <w:szCs w:val="20"/>
        </w:rPr>
      </w:pPr>
    </w:p>
    <w:p w:rsidR="005D29A9" w:rsidRDefault="005D29A9" w:rsidP="0073141E">
      <w:pPr>
        <w:ind w:left="720" w:hanging="180"/>
        <w:jc w:val="both"/>
        <w:rPr>
          <w:sz w:val="20"/>
          <w:szCs w:val="20"/>
        </w:rPr>
      </w:pPr>
    </w:p>
    <w:p w:rsidR="005D29A9" w:rsidRPr="00043AAD" w:rsidRDefault="005D29A9" w:rsidP="0073141E">
      <w:pPr>
        <w:ind w:left="720" w:hanging="180"/>
        <w:jc w:val="both"/>
        <w:rPr>
          <w:sz w:val="16"/>
          <w:szCs w:val="16"/>
        </w:rPr>
      </w:pPr>
      <w:r>
        <w:rPr>
          <w:sz w:val="16"/>
          <w:szCs w:val="16"/>
        </w:rPr>
        <w:t>* niepotrzebne skreślić</w:t>
      </w:r>
    </w:p>
    <w:sectPr w:rsidR="005D29A9" w:rsidRPr="00043AAD" w:rsidSect="000B544C">
      <w:pgSz w:w="11906" w:h="16838"/>
      <w:pgMar w:top="360" w:right="926" w:bottom="360" w:left="144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9A9" w:rsidRDefault="005D29A9">
      <w:r>
        <w:separator/>
      </w:r>
    </w:p>
  </w:endnote>
  <w:endnote w:type="continuationSeparator" w:id="0">
    <w:p w:rsidR="005D29A9" w:rsidRDefault="005D2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9A9" w:rsidRDefault="005D29A9">
      <w:r>
        <w:separator/>
      </w:r>
    </w:p>
  </w:footnote>
  <w:footnote w:type="continuationSeparator" w:id="0">
    <w:p w:rsidR="005D29A9" w:rsidRDefault="005D29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37233"/>
    <w:multiLevelType w:val="hybridMultilevel"/>
    <w:tmpl w:val="D1ECCF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B9B174B"/>
    <w:multiLevelType w:val="hybridMultilevel"/>
    <w:tmpl w:val="81AAEF5C"/>
    <w:lvl w:ilvl="0" w:tplc="818684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29E9"/>
    <w:rsid w:val="00006771"/>
    <w:rsid w:val="00014A0E"/>
    <w:rsid w:val="00043AAD"/>
    <w:rsid w:val="0006387B"/>
    <w:rsid w:val="000701DB"/>
    <w:rsid w:val="00074AB0"/>
    <w:rsid w:val="000929D1"/>
    <w:rsid w:val="00096BDF"/>
    <w:rsid w:val="000A7659"/>
    <w:rsid w:val="000B544C"/>
    <w:rsid w:val="000F790C"/>
    <w:rsid w:val="00113BEF"/>
    <w:rsid w:val="00121F6A"/>
    <w:rsid w:val="00157483"/>
    <w:rsid w:val="001A5901"/>
    <w:rsid w:val="001B7B2E"/>
    <w:rsid w:val="001E66B2"/>
    <w:rsid w:val="001F7E76"/>
    <w:rsid w:val="002562F3"/>
    <w:rsid w:val="002B148C"/>
    <w:rsid w:val="002C2BD8"/>
    <w:rsid w:val="002D31F4"/>
    <w:rsid w:val="002E512C"/>
    <w:rsid w:val="00313FEB"/>
    <w:rsid w:val="00353BD6"/>
    <w:rsid w:val="00356448"/>
    <w:rsid w:val="003605F6"/>
    <w:rsid w:val="00373749"/>
    <w:rsid w:val="00386961"/>
    <w:rsid w:val="003A267C"/>
    <w:rsid w:val="003A3B47"/>
    <w:rsid w:val="003B09F8"/>
    <w:rsid w:val="003B0A4A"/>
    <w:rsid w:val="003C2F3D"/>
    <w:rsid w:val="003C3446"/>
    <w:rsid w:val="003D0648"/>
    <w:rsid w:val="003E777C"/>
    <w:rsid w:val="0041114D"/>
    <w:rsid w:val="0044316D"/>
    <w:rsid w:val="00454DE0"/>
    <w:rsid w:val="00461BB3"/>
    <w:rsid w:val="00487CA5"/>
    <w:rsid w:val="004C16BF"/>
    <w:rsid w:val="004E37F8"/>
    <w:rsid w:val="00511A4D"/>
    <w:rsid w:val="00530BAF"/>
    <w:rsid w:val="0053380B"/>
    <w:rsid w:val="00533F8C"/>
    <w:rsid w:val="00553F3C"/>
    <w:rsid w:val="005B0C82"/>
    <w:rsid w:val="005B642B"/>
    <w:rsid w:val="005C6AE3"/>
    <w:rsid w:val="005D29A9"/>
    <w:rsid w:val="00621963"/>
    <w:rsid w:val="00634279"/>
    <w:rsid w:val="00645974"/>
    <w:rsid w:val="00670D1F"/>
    <w:rsid w:val="00681ABF"/>
    <w:rsid w:val="006829E9"/>
    <w:rsid w:val="006A2C69"/>
    <w:rsid w:val="006D2141"/>
    <w:rsid w:val="006E396C"/>
    <w:rsid w:val="006F6BCF"/>
    <w:rsid w:val="00716396"/>
    <w:rsid w:val="0073141E"/>
    <w:rsid w:val="00740F85"/>
    <w:rsid w:val="00775C17"/>
    <w:rsid w:val="007939D0"/>
    <w:rsid w:val="007A04A5"/>
    <w:rsid w:val="007A6E5B"/>
    <w:rsid w:val="007B0E04"/>
    <w:rsid w:val="00804C78"/>
    <w:rsid w:val="00805328"/>
    <w:rsid w:val="008110B3"/>
    <w:rsid w:val="00820367"/>
    <w:rsid w:val="00834C42"/>
    <w:rsid w:val="008667A5"/>
    <w:rsid w:val="00877215"/>
    <w:rsid w:val="008C0BBF"/>
    <w:rsid w:val="008C2291"/>
    <w:rsid w:val="008E52AA"/>
    <w:rsid w:val="008F5B4D"/>
    <w:rsid w:val="009245BD"/>
    <w:rsid w:val="009411F7"/>
    <w:rsid w:val="00977A28"/>
    <w:rsid w:val="009B4036"/>
    <w:rsid w:val="009D3449"/>
    <w:rsid w:val="009E6DB5"/>
    <w:rsid w:val="009F596E"/>
    <w:rsid w:val="00A27662"/>
    <w:rsid w:val="00A3157A"/>
    <w:rsid w:val="00A31ADE"/>
    <w:rsid w:val="00A450D3"/>
    <w:rsid w:val="00A458F9"/>
    <w:rsid w:val="00A962CC"/>
    <w:rsid w:val="00A97643"/>
    <w:rsid w:val="00AA61E5"/>
    <w:rsid w:val="00AB60D4"/>
    <w:rsid w:val="00AB7CB9"/>
    <w:rsid w:val="00AD0CB4"/>
    <w:rsid w:val="00AD24A1"/>
    <w:rsid w:val="00AD4320"/>
    <w:rsid w:val="00AD5BFE"/>
    <w:rsid w:val="00B112E2"/>
    <w:rsid w:val="00B1782E"/>
    <w:rsid w:val="00B247E7"/>
    <w:rsid w:val="00B30084"/>
    <w:rsid w:val="00B35811"/>
    <w:rsid w:val="00B559CE"/>
    <w:rsid w:val="00B730B6"/>
    <w:rsid w:val="00BD1F9D"/>
    <w:rsid w:val="00BD6142"/>
    <w:rsid w:val="00C0698C"/>
    <w:rsid w:val="00C71984"/>
    <w:rsid w:val="00C94743"/>
    <w:rsid w:val="00CA4415"/>
    <w:rsid w:val="00CA499C"/>
    <w:rsid w:val="00CE1955"/>
    <w:rsid w:val="00D21A07"/>
    <w:rsid w:val="00D262B1"/>
    <w:rsid w:val="00D3264C"/>
    <w:rsid w:val="00D4469B"/>
    <w:rsid w:val="00D44FD1"/>
    <w:rsid w:val="00DA0A0D"/>
    <w:rsid w:val="00DB05CE"/>
    <w:rsid w:val="00DB480E"/>
    <w:rsid w:val="00DC6BE3"/>
    <w:rsid w:val="00DF73C9"/>
    <w:rsid w:val="00E00A96"/>
    <w:rsid w:val="00E26717"/>
    <w:rsid w:val="00E27693"/>
    <w:rsid w:val="00E35D5E"/>
    <w:rsid w:val="00E42574"/>
    <w:rsid w:val="00E9674C"/>
    <w:rsid w:val="00EA08F3"/>
    <w:rsid w:val="00EA11D0"/>
    <w:rsid w:val="00EC073D"/>
    <w:rsid w:val="00ED363E"/>
    <w:rsid w:val="00F00FAC"/>
    <w:rsid w:val="00F3274B"/>
    <w:rsid w:val="00F40C70"/>
    <w:rsid w:val="00F479AF"/>
    <w:rsid w:val="00F53B04"/>
    <w:rsid w:val="00F64C63"/>
    <w:rsid w:val="00FB313F"/>
    <w:rsid w:val="00FC3D93"/>
    <w:rsid w:val="00FC4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List 3" w:locked="1" w:semiHidden="0" w:uiPriority="0" w:unhideWhenUsed="0"/>
    <w:lsdException w:name="List 4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Message Header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1DB"/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667A5"/>
    <w:pPr>
      <w:keepNext/>
      <w:ind w:firstLine="4820"/>
      <w:outlineLvl w:val="4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450D3"/>
    <w:rPr>
      <w:rFonts w:ascii="Calibri" w:hAnsi="Calibri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rsid w:val="008667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450D3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667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450D3"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"/>
    <w:uiPriority w:val="99"/>
    <w:rsid w:val="00D3264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Strong">
    <w:name w:val="Strong"/>
    <w:basedOn w:val="DefaultParagraphFont"/>
    <w:uiPriority w:val="99"/>
    <w:qFormat/>
    <w:rsid w:val="00A97643"/>
    <w:rPr>
      <w:rFonts w:cs="Times New Roman"/>
      <w:b/>
      <w:bCs/>
    </w:rPr>
  </w:style>
  <w:style w:type="paragraph" w:customStyle="1" w:styleId="ZnakZnakZnakZnak">
    <w:name w:val="Znak Znak Znak Znak"/>
    <w:basedOn w:val="Normal"/>
    <w:uiPriority w:val="99"/>
    <w:rsid w:val="00AD0CB4"/>
    <w:pPr>
      <w:tabs>
        <w:tab w:val="left" w:pos="709"/>
      </w:tabs>
    </w:pPr>
    <w:rPr>
      <w:rFonts w:ascii="Tahoma" w:hAnsi="Tahoma" w:cs="Tahoma"/>
    </w:rPr>
  </w:style>
  <w:style w:type="table" w:styleId="TableGrid">
    <w:name w:val="Table Grid"/>
    <w:basedOn w:val="TableNormal"/>
    <w:uiPriority w:val="99"/>
    <w:rsid w:val="006D214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338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380B"/>
    <w:rPr>
      <w:rFonts w:ascii="Segoe UI" w:hAnsi="Segoe UI" w:cs="Segoe UI"/>
      <w:sz w:val="18"/>
      <w:szCs w:val="18"/>
    </w:rPr>
  </w:style>
  <w:style w:type="paragraph" w:customStyle="1" w:styleId="Domylnie">
    <w:name w:val="Domyślnie"/>
    <w:uiPriority w:val="99"/>
    <w:rsid w:val="00DA0A0D"/>
    <w:pPr>
      <w:snapToGrid w:val="0"/>
    </w:pPr>
    <w:rPr>
      <w:sz w:val="24"/>
      <w:szCs w:val="20"/>
    </w:rPr>
  </w:style>
  <w:style w:type="paragraph" w:customStyle="1" w:styleId="ZnakZnakZnakZnak1">
    <w:name w:val="Znak Znak Znak Znak1"/>
    <w:basedOn w:val="Normal"/>
    <w:uiPriority w:val="99"/>
    <w:rsid w:val="00DA0A0D"/>
    <w:pPr>
      <w:tabs>
        <w:tab w:val="left" w:pos="709"/>
      </w:tabs>
    </w:pPr>
    <w:rPr>
      <w:rFonts w:ascii="Tahoma" w:hAnsi="Tahoma" w:cs="Tahoma"/>
    </w:rPr>
  </w:style>
  <w:style w:type="paragraph" w:customStyle="1" w:styleId="ZnakZnak2">
    <w:name w:val="Znak Znak2"/>
    <w:basedOn w:val="Normal"/>
    <w:uiPriority w:val="99"/>
    <w:rsid w:val="00DA0A0D"/>
    <w:pPr>
      <w:tabs>
        <w:tab w:val="left" w:pos="709"/>
      </w:tabs>
    </w:pPr>
    <w:rPr>
      <w:rFonts w:ascii="Tahoma" w:hAnsi="Tahoma" w:cs="Tahoma"/>
    </w:rPr>
  </w:style>
  <w:style w:type="paragraph" w:styleId="BodyText">
    <w:name w:val="Body Text"/>
    <w:basedOn w:val="Normal"/>
    <w:link w:val="BodyTextChar"/>
    <w:uiPriority w:val="99"/>
    <w:rsid w:val="00DA0A0D"/>
    <w:rPr>
      <w:sz w:val="28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450D3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DA0A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450D3"/>
    <w:rPr>
      <w:rFonts w:cs="Times New Roman"/>
      <w:sz w:val="24"/>
      <w:szCs w:val="24"/>
    </w:rPr>
  </w:style>
  <w:style w:type="paragraph" w:customStyle="1" w:styleId="ZnakZnak21">
    <w:name w:val="Znak Znak21"/>
    <w:basedOn w:val="Normal"/>
    <w:uiPriority w:val="99"/>
    <w:rsid w:val="00C71984"/>
    <w:pPr>
      <w:tabs>
        <w:tab w:val="left" w:pos="709"/>
      </w:tabs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363</Words>
  <Characters>2183</Characters>
  <Application>Microsoft Office Outlook</Application>
  <DocSecurity>0</DocSecurity>
  <Lines>0</Lines>
  <Paragraphs>0</Paragraphs>
  <ScaleCrop>false</ScaleCrop>
  <Company>UMiG MIRSK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NOWIK</dc:creator>
  <cp:keywords/>
  <dc:description/>
  <cp:lastModifiedBy>mwypchlo1</cp:lastModifiedBy>
  <cp:revision>5</cp:revision>
  <cp:lastPrinted>2016-10-27T11:34:00Z</cp:lastPrinted>
  <dcterms:created xsi:type="dcterms:W3CDTF">2017-08-07T12:45:00Z</dcterms:created>
  <dcterms:modified xsi:type="dcterms:W3CDTF">2017-08-07T12:57:00Z</dcterms:modified>
</cp:coreProperties>
</file>