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7A95" w:rsidRPr="0043363F" w:rsidRDefault="00FC7A95" w:rsidP="0043363F">
      <w:pPr>
        <w:jc w:val="right"/>
        <w:rPr>
          <w:b/>
          <w:bCs/>
          <w:sz w:val="16"/>
          <w:szCs w:val="16"/>
        </w:rPr>
      </w:pPr>
      <w:r w:rsidRPr="0043363F">
        <w:rPr>
          <w:b/>
          <w:bCs/>
          <w:iCs/>
          <w:sz w:val="16"/>
          <w:szCs w:val="16"/>
        </w:rPr>
        <w:t>Załącznik nr 2 do Ogłoszenia</w:t>
      </w:r>
    </w:p>
    <w:p w:rsidR="00FC7A95" w:rsidRPr="0043363F" w:rsidRDefault="00FC7A95" w:rsidP="0043363F">
      <w:pPr>
        <w:jc w:val="center"/>
        <w:rPr>
          <w:b/>
        </w:rPr>
      </w:pPr>
      <w:r w:rsidRPr="0043363F">
        <w:rPr>
          <w:b/>
        </w:rPr>
        <w:t>ZGŁOSZENIE DO UDZIAŁU W DIALOGU TECHNICZNYM</w:t>
      </w:r>
    </w:p>
    <w:p w:rsidR="00FC7A95" w:rsidRPr="0043363F" w:rsidRDefault="00FC7A95" w:rsidP="0043363F">
      <w:pPr>
        <w:jc w:val="both"/>
      </w:pPr>
      <w:r w:rsidRPr="0043363F">
        <w:t>Działając w imieniu …………………………………………………………………………</w:t>
      </w:r>
      <w:r>
        <w:t>………………………………………………..</w:t>
      </w:r>
      <w:r w:rsidRPr="0043363F">
        <w:t xml:space="preserve">, w odpowiedzi na Ogłoszenie o Dialogu Technicznym dnia ……………………, składam niniejszym Zgłoszenie udziału w Dialogu Technicznym organizowanym przez </w:t>
      </w:r>
      <w:r>
        <w:t>Powiat Gryfiński</w:t>
      </w:r>
      <w:r w:rsidRPr="0043363F">
        <w:t>, którego przedmiotem jest :</w:t>
      </w:r>
    </w:p>
    <w:p w:rsidR="00FC7A95" w:rsidRPr="0043363F" w:rsidRDefault="00FC7A95" w:rsidP="0043363F">
      <w:pPr>
        <w:spacing w:after="0"/>
        <w:jc w:val="center"/>
        <w:rPr>
          <w:b/>
          <w:bCs/>
          <w:u w:val="single"/>
        </w:rPr>
      </w:pPr>
      <w:r>
        <w:rPr>
          <w:b/>
          <w:bCs/>
          <w:u w:val="single"/>
        </w:rPr>
        <w:t>„</w:t>
      </w:r>
      <w:bookmarkStart w:id="0" w:name="_Hlk505683120"/>
      <w:r>
        <w:rPr>
          <w:b/>
          <w:bCs/>
          <w:u w:val="single"/>
        </w:rPr>
        <w:t>Dostawa</w:t>
      </w:r>
      <w:r w:rsidRPr="0043363F">
        <w:rPr>
          <w:b/>
          <w:bCs/>
          <w:u w:val="single"/>
        </w:rPr>
        <w:t xml:space="preserve"> z montażem wyposażenia strzelnicy sportowej</w:t>
      </w:r>
    </w:p>
    <w:p w:rsidR="00FC7A95" w:rsidRPr="0043363F" w:rsidRDefault="00FC7A95" w:rsidP="0043363F">
      <w:pPr>
        <w:spacing w:after="0"/>
        <w:jc w:val="center"/>
        <w:rPr>
          <w:b/>
          <w:bCs/>
          <w:u w:val="single"/>
        </w:rPr>
      </w:pPr>
      <w:r w:rsidRPr="0043363F">
        <w:rPr>
          <w:b/>
          <w:bCs/>
          <w:u w:val="single"/>
        </w:rPr>
        <w:t>w Zakładzie Aktywności Zawodowej w Gryfinie</w:t>
      </w:r>
      <w:bookmarkEnd w:id="0"/>
      <w:r w:rsidRPr="0043363F">
        <w:rPr>
          <w:b/>
          <w:bCs/>
          <w:u w:val="single"/>
        </w:rPr>
        <w:t>”</w:t>
      </w:r>
    </w:p>
    <w:p w:rsidR="00FC7A95" w:rsidRPr="0043363F" w:rsidRDefault="00FC7A95" w:rsidP="0043363F">
      <w:pPr>
        <w:rPr>
          <w:b/>
          <w:bCs/>
        </w:rPr>
      </w:pPr>
      <w:r w:rsidRPr="0043363F">
        <w:rPr>
          <w:b/>
          <w:bCs/>
        </w:rPr>
        <w:t>Zgłaszający:</w:t>
      </w:r>
    </w:p>
    <w:p w:rsidR="00FC7A95" w:rsidRPr="0043363F" w:rsidRDefault="00FC7A95" w:rsidP="0043363F">
      <w:r w:rsidRPr="0043363F">
        <w:t>Nazwa</w:t>
      </w:r>
      <w:r>
        <w:t>…………………………………………………………………………………………………………………………………………………..</w:t>
      </w:r>
    </w:p>
    <w:p w:rsidR="00FC7A95" w:rsidRDefault="00FC7A95" w:rsidP="0043363F">
      <w:pPr>
        <w:rPr>
          <w:bCs/>
        </w:rPr>
      </w:pPr>
      <w:r w:rsidRPr="0043363F">
        <w:rPr>
          <w:bCs/>
        </w:rPr>
        <w:t>Adres</w:t>
      </w:r>
      <w:r>
        <w:rPr>
          <w:bCs/>
        </w:rPr>
        <w:t>……………………………………………………………………………………………………………………………………………………</w:t>
      </w:r>
    </w:p>
    <w:p w:rsidR="00FC7A95" w:rsidRPr="0043363F" w:rsidRDefault="00FC7A95" w:rsidP="0043363F">
      <w:pPr>
        <w:rPr>
          <w:bCs/>
        </w:rPr>
      </w:pPr>
      <w:bookmarkStart w:id="1" w:name="_Hlk505683076"/>
      <w:r>
        <w:rPr>
          <w:bCs/>
        </w:rPr>
        <w:t>tel. …………………………………… fax…………………………………….. mail……………………………………………………………..</w:t>
      </w:r>
    </w:p>
    <w:bookmarkEnd w:id="1"/>
    <w:p w:rsidR="00FC7A95" w:rsidRPr="0043363F" w:rsidRDefault="00FC7A95" w:rsidP="0043363F">
      <w:pPr>
        <w:rPr>
          <w:b/>
          <w:bCs/>
        </w:rPr>
      </w:pPr>
      <w:r w:rsidRPr="0043363F">
        <w:rPr>
          <w:b/>
          <w:bCs/>
        </w:rPr>
        <w:t>Dane osoby upoważnionej przez Zgłaszającego do kontaktów:</w:t>
      </w:r>
    </w:p>
    <w:p w:rsidR="00FC7A95" w:rsidRPr="0043363F" w:rsidRDefault="00FC7A95" w:rsidP="0043363F">
      <w:r w:rsidRPr="0043363F">
        <w:t>Imię i nazwisko</w:t>
      </w:r>
      <w:r w:rsidRPr="0043363F">
        <w:tab/>
      </w:r>
      <w:r>
        <w:t>……………………………………………………………………………………………………………………………………</w:t>
      </w:r>
    </w:p>
    <w:p w:rsidR="00FC7A95" w:rsidRPr="0043363F" w:rsidRDefault="00FC7A95" w:rsidP="0043363F">
      <w:r w:rsidRPr="0043363F">
        <w:t>Funkcja</w:t>
      </w:r>
      <w:r w:rsidRPr="0043363F">
        <w:tab/>
      </w:r>
      <w:r>
        <w:t xml:space="preserve"> ………………………………………………………………………………………………………………………………………………</w:t>
      </w:r>
    </w:p>
    <w:p w:rsidR="00FC7A95" w:rsidRDefault="00FC7A95" w:rsidP="0043363F">
      <w:pPr>
        <w:rPr>
          <w:bCs/>
        </w:rPr>
      </w:pPr>
      <w:r>
        <w:rPr>
          <w:bCs/>
        </w:rPr>
        <w:t>tel. …………………………………… fax…………………………………….. mail……………………………………………………………..</w:t>
      </w:r>
    </w:p>
    <w:p w:rsidR="00FC7A95" w:rsidRPr="0043363F" w:rsidRDefault="00FC7A95" w:rsidP="0043363F">
      <w:pPr>
        <w:rPr>
          <w:bCs/>
        </w:rPr>
      </w:pPr>
    </w:p>
    <w:p w:rsidR="00FC7A95" w:rsidRPr="0043363F" w:rsidRDefault="00FC7A95" w:rsidP="0043363F">
      <w:pPr>
        <w:rPr>
          <w:b/>
          <w:bCs/>
        </w:rPr>
      </w:pPr>
      <w:r w:rsidRPr="0043363F">
        <w:rPr>
          <w:b/>
          <w:bCs/>
        </w:rPr>
        <w:t>W związku ze Zgłoszeniem do udziału w Dialogu Technicznym oświadczam, iż:</w:t>
      </w:r>
    </w:p>
    <w:p w:rsidR="00FC7A95" w:rsidRPr="0043363F" w:rsidRDefault="00FC7A95" w:rsidP="0043363F">
      <w:pPr>
        <w:jc w:val="both"/>
      </w:pPr>
      <w:r>
        <w:t xml:space="preserve">1) </w:t>
      </w:r>
      <w:r w:rsidRPr="0043363F">
        <w:t>jestem należycie umocowany/a do reprezentowania Zgłaszającego na dowód czego przedkładam dokument potwierdzający moje umocowanie;</w:t>
      </w:r>
    </w:p>
    <w:p w:rsidR="00FC7A95" w:rsidRPr="0043363F" w:rsidRDefault="00FC7A95" w:rsidP="0043363F">
      <w:pPr>
        <w:jc w:val="both"/>
      </w:pPr>
      <w:r>
        <w:t xml:space="preserve">2) </w:t>
      </w:r>
      <w:r w:rsidRPr="0043363F">
        <w:t>zapoznałem się z Regulaminem Przeprowadzania Dialogu Technicznego i w całości akceptuję jego postanowienia;</w:t>
      </w:r>
    </w:p>
    <w:p w:rsidR="00FC7A95" w:rsidRPr="0043363F" w:rsidRDefault="00FC7A95" w:rsidP="0043363F">
      <w:pPr>
        <w:jc w:val="both"/>
      </w:pPr>
      <w:r>
        <w:t xml:space="preserve">3) </w:t>
      </w:r>
      <w:r w:rsidRPr="0043363F">
        <w:t xml:space="preserve">wyrażam zgodę na przetwarzanie i przechowywanie przez </w:t>
      </w:r>
      <w:r>
        <w:t>Powiat Gryfiński</w:t>
      </w:r>
      <w:r w:rsidRPr="0043363F">
        <w:t xml:space="preserve"> informacji zawartych w niniejszym Zgłoszeniu dla celów Dialogu lub Postępowania;</w:t>
      </w:r>
    </w:p>
    <w:p w:rsidR="00FC7A95" w:rsidRPr="0043363F" w:rsidRDefault="00FC7A95" w:rsidP="0043363F">
      <w:pPr>
        <w:jc w:val="both"/>
        <w:rPr>
          <w:b/>
          <w:bCs/>
          <w:u w:val="single"/>
        </w:rPr>
      </w:pPr>
      <w:r>
        <w:t xml:space="preserve">4) </w:t>
      </w:r>
      <w:r w:rsidRPr="0043363F">
        <w:t xml:space="preserve">udzielam bezwarunkowej zgody na wykorzystanie informacji przekazywanych w toku Dialogu, w tym również informacji stanowiących przedmiot praw autorskich Zgłaszającego, na potrzeby przeprowadzenia Postępowania, którego przedmiotem jest </w:t>
      </w:r>
      <w:r w:rsidRPr="0043363F">
        <w:rPr>
          <w:b/>
        </w:rPr>
        <w:t>„</w:t>
      </w:r>
      <w:r w:rsidRPr="0043363F">
        <w:rPr>
          <w:b/>
          <w:bCs/>
          <w:u w:val="single"/>
        </w:rPr>
        <w:t>Dostawa z montażem wyposażenia strzelnicy sportowej</w:t>
      </w:r>
      <w:r>
        <w:rPr>
          <w:b/>
          <w:bCs/>
          <w:u w:val="single"/>
        </w:rPr>
        <w:t xml:space="preserve"> </w:t>
      </w:r>
      <w:r w:rsidRPr="0043363F">
        <w:rPr>
          <w:b/>
          <w:bCs/>
          <w:u w:val="single"/>
        </w:rPr>
        <w:t>w Zakładzie Aktywności Zawodowej w Gryfinie</w:t>
      </w:r>
      <w:r w:rsidRPr="0043363F">
        <w:rPr>
          <w:b/>
          <w:i/>
        </w:rPr>
        <w:t>”</w:t>
      </w:r>
      <w:r w:rsidRPr="0043363F">
        <w:t>, w tym w szczególności do przygotowania opisu przedmiotu Zamówienia, specyfikacji istotnych warunków Zamówienia lub określenia warunków umowy dla Zamówienia, z zastrzeżeniem § 6 ust. 10 Regulaminu Przeprowadzania Dialogu Technicznego.</w:t>
      </w:r>
    </w:p>
    <w:p w:rsidR="00FC7A95" w:rsidRPr="0043363F" w:rsidRDefault="00FC7A95" w:rsidP="0043363F">
      <w:r>
        <w:t xml:space="preserve">5) </w:t>
      </w:r>
      <w:r w:rsidRPr="0043363F">
        <w:t xml:space="preserve">Przekazuję w załączeniu </w:t>
      </w:r>
      <w:r w:rsidRPr="0043363F">
        <w:rPr>
          <w:b/>
        </w:rPr>
        <w:t>wykaz wykonanych dostaw</w:t>
      </w:r>
      <w:r w:rsidRPr="0043363F">
        <w:t xml:space="preserve"> wraz z referencjami, zgodnie z zapisami Rozdziału III pkt 2 ppkt 3 O</w:t>
      </w:r>
      <w:r>
        <w:t>głoszenia o dialogu technicznym.</w:t>
      </w:r>
    </w:p>
    <w:p w:rsidR="00FC7A95" w:rsidRDefault="00FC7A95" w:rsidP="0043363F">
      <w:pPr>
        <w:jc w:val="right"/>
      </w:pPr>
      <w:r w:rsidRPr="0043363F">
        <w:t>W imieniu Zgłaszającego:</w:t>
      </w:r>
    </w:p>
    <w:p w:rsidR="00FC7A95" w:rsidRDefault="00FC7A95" w:rsidP="0043363F">
      <w:pPr>
        <w:jc w:val="right"/>
      </w:pPr>
      <w:r w:rsidRPr="0043363F">
        <w:t>……………………………..</w:t>
      </w:r>
      <w:bookmarkStart w:id="2" w:name="_GoBack"/>
      <w:bookmarkEnd w:id="2"/>
    </w:p>
    <w:sectPr w:rsidR="00FC7A95" w:rsidSect="00AA07FF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C7A95" w:rsidRDefault="00FC7A95" w:rsidP="0043363F">
      <w:pPr>
        <w:spacing w:after="0" w:line="240" w:lineRule="auto"/>
      </w:pPr>
      <w:r>
        <w:separator/>
      </w:r>
    </w:p>
  </w:endnote>
  <w:endnote w:type="continuationSeparator" w:id="0">
    <w:p w:rsidR="00FC7A95" w:rsidRDefault="00FC7A95" w:rsidP="004336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7A95" w:rsidRPr="000922C1" w:rsidRDefault="00FC7A95" w:rsidP="0043363F">
    <w:pPr>
      <w:tabs>
        <w:tab w:val="center" w:pos="4536"/>
        <w:tab w:val="right" w:pos="9072"/>
      </w:tabs>
      <w:spacing w:after="0" w:line="240" w:lineRule="auto"/>
      <w:jc w:val="center"/>
      <w:rPr>
        <w:rFonts w:ascii="Arial" w:hAnsi="Arial" w:cs="Arial"/>
        <w:color w:val="5F5F5F"/>
        <w:sz w:val="16"/>
        <w:szCs w:val="16"/>
        <w:lang w:eastAsia="pl-PL"/>
      </w:rPr>
    </w:pPr>
    <w:r w:rsidRPr="000922C1">
      <w:rPr>
        <w:rFonts w:ascii="Arial" w:hAnsi="Arial" w:cs="Arial"/>
        <w:color w:val="5F5F5F"/>
        <w:sz w:val="16"/>
        <w:szCs w:val="16"/>
        <w:lang w:eastAsia="pl-PL"/>
      </w:rPr>
      <w:t xml:space="preserve">Projekt </w:t>
    </w:r>
    <w:r w:rsidRPr="000922C1">
      <w:rPr>
        <w:rFonts w:ascii="Arial" w:hAnsi="Arial" w:cs="Arial"/>
        <w:b/>
        <w:i/>
        <w:color w:val="5F5F5F"/>
        <w:sz w:val="16"/>
        <w:szCs w:val="16"/>
        <w:lang w:eastAsia="pl-PL"/>
      </w:rPr>
      <w:t>„Przebudowa i zmiana sposobu użytkowania budynku przy ulicy Łużyckiej 91 w Gryfinie na Zakład Aktywności Zawodowej”</w:t>
    </w:r>
    <w:r w:rsidRPr="000922C1">
      <w:rPr>
        <w:rFonts w:ascii="Arial" w:hAnsi="Arial" w:cs="Arial"/>
        <w:color w:val="5F5F5F"/>
        <w:sz w:val="16"/>
        <w:szCs w:val="16"/>
        <w:lang w:eastAsia="pl-PL"/>
      </w:rPr>
      <w:t xml:space="preserve"> jest dofinansowany przez Unię Europejską z Europejskiego Funduszu Rozwoju Regionalnego w ramach Regionalnego Programu Operacyjnego Województwa Zachodniopomorskiego na lata 2014-2020/Oś Priorytetowa 9. Infrastruktura publiczna / Działanie 9.2.Infrastruktura społeczna</w:t>
    </w:r>
  </w:p>
  <w:p w:rsidR="00FC7A95" w:rsidRDefault="00FC7A95" w:rsidP="0043363F">
    <w:pPr>
      <w:pStyle w:val="Footer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C7A95" w:rsidRDefault="00FC7A95" w:rsidP="0043363F">
      <w:pPr>
        <w:spacing w:after="0" w:line="240" w:lineRule="auto"/>
      </w:pPr>
      <w:r>
        <w:separator/>
      </w:r>
    </w:p>
  </w:footnote>
  <w:footnote w:type="continuationSeparator" w:id="0">
    <w:p w:rsidR="00FC7A95" w:rsidRDefault="00FC7A95" w:rsidP="004336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7A95" w:rsidRDefault="00FC7A95" w:rsidP="0043363F">
    <w:pPr>
      <w:pStyle w:val="Header"/>
      <w:jc w:val="center"/>
    </w:pPr>
    <w:r w:rsidRPr="0083469F"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3" o:spid="_x0000_i1026" type="#_x0000_t75" alt="ciąg logotypów_NSS-UE-EFRR_RPO-WZ_14-20_kolor" style="width:402.75pt;height:45pt;visibility:visible">
          <v:imagedata r:id="rId1" o:title="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3B2963"/>
    <w:multiLevelType w:val="multilevel"/>
    <w:tmpl w:val="D53CD87E"/>
    <w:lvl w:ilvl="0">
      <w:start w:val="1"/>
      <w:numFmt w:val="decimal"/>
      <w:lvlText w:val="%1)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F3CBD"/>
    <w:rsid w:val="000922C1"/>
    <w:rsid w:val="003B3AA9"/>
    <w:rsid w:val="003F5C27"/>
    <w:rsid w:val="0043363F"/>
    <w:rsid w:val="005F3CBD"/>
    <w:rsid w:val="0083469F"/>
    <w:rsid w:val="008533CF"/>
    <w:rsid w:val="00AA07FF"/>
    <w:rsid w:val="00FC7A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363F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4336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43363F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336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43363F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0106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</TotalTime>
  <Pages>1</Pages>
  <Words>304</Words>
  <Characters>1828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Stojan Diakowski</dc:creator>
  <cp:keywords/>
  <dc:description/>
  <cp:lastModifiedBy>mwypchlo1</cp:lastModifiedBy>
  <cp:revision>3</cp:revision>
  <cp:lastPrinted>2018-02-12T09:47:00Z</cp:lastPrinted>
  <dcterms:created xsi:type="dcterms:W3CDTF">2018-02-06T11:19:00Z</dcterms:created>
  <dcterms:modified xsi:type="dcterms:W3CDTF">2018-02-12T09:47:00Z</dcterms:modified>
</cp:coreProperties>
</file>