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C76" w:rsidRDefault="00397C76" w:rsidP="00F748B4">
      <w:pPr>
        <w:spacing w:after="0"/>
        <w:ind w:left="6372"/>
      </w:pPr>
      <w:r>
        <w:t>Załącznik nr 1 do ogłoszenia</w:t>
      </w:r>
    </w:p>
    <w:p w:rsidR="00397C76" w:rsidRDefault="00397C76" w:rsidP="00F748B4">
      <w:pPr>
        <w:spacing w:after="0"/>
        <w:ind w:left="6372"/>
      </w:pPr>
    </w:p>
    <w:p w:rsidR="00397C76" w:rsidRPr="00C6442D" w:rsidRDefault="00397C76" w:rsidP="00F748B4">
      <w:pPr>
        <w:spacing w:after="0"/>
        <w:jc w:val="center"/>
        <w:rPr>
          <w:b/>
        </w:rPr>
      </w:pPr>
      <w:r w:rsidRPr="00C6442D">
        <w:rPr>
          <w:b/>
        </w:rPr>
        <w:t>REGULAMIN PRZEPROWADZANIA DIALOGU TECHNICZNEGO</w:t>
      </w:r>
    </w:p>
    <w:p w:rsidR="00397C76" w:rsidRDefault="00397C76" w:rsidP="00F748B4">
      <w:pPr>
        <w:spacing w:after="0"/>
        <w:jc w:val="center"/>
      </w:pPr>
    </w:p>
    <w:p w:rsidR="00397C76" w:rsidRPr="00C6442D" w:rsidRDefault="00397C76" w:rsidP="00F748B4">
      <w:pPr>
        <w:spacing w:after="0"/>
        <w:jc w:val="center"/>
        <w:rPr>
          <w:b/>
        </w:rPr>
      </w:pPr>
      <w:r w:rsidRPr="00C6442D">
        <w:rPr>
          <w:b/>
        </w:rPr>
        <w:t>§1</w:t>
      </w:r>
    </w:p>
    <w:p w:rsidR="00397C76" w:rsidRPr="00C6442D" w:rsidRDefault="00397C76" w:rsidP="00F748B4">
      <w:pPr>
        <w:spacing w:after="0"/>
        <w:jc w:val="center"/>
        <w:rPr>
          <w:b/>
        </w:rPr>
      </w:pPr>
      <w:r w:rsidRPr="00C6442D">
        <w:rPr>
          <w:b/>
        </w:rPr>
        <w:t>Definicje</w:t>
      </w:r>
    </w:p>
    <w:p w:rsidR="00397C76" w:rsidRDefault="00397C76" w:rsidP="00F748B4">
      <w:pPr>
        <w:spacing w:after="0"/>
        <w:jc w:val="center"/>
      </w:pPr>
    </w:p>
    <w:p w:rsidR="00397C76" w:rsidRDefault="00397C76" w:rsidP="00F748B4">
      <w:pPr>
        <w:spacing w:after="0"/>
        <w:jc w:val="both"/>
      </w:pPr>
      <w:r>
        <w:t>Ilekroć w niniejszym regulaminie jest mowa o:</w:t>
      </w:r>
    </w:p>
    <w:p w:rsidR="00397C76" w:rsidRDefault="00397C76" w:rsidP="00F748B4">
      <w:pPr>
        <w:spacing w:after="0"/>
        <w:jc w:val="both"/>
      </w:pPr>
      <w:r>
        <w:t xml:space="preserve">1. </w:t>
      </w:r>
      <w:r w:rsidRPr="00C6442D">
        <w:rPr>
          <w:b/>
        </w:rPr>
        <w:t xml:space="preserve">Dialogu </w:t>
      </w:r>
      <w:r>
        <w:t>- rozumie się przez to dialog techniczny unormowany przepisami art. 31a - 31c ustawy PZP;</w:t>
      </w:r>
    </w:p>
    <w:p w:rsidR="00397C76" w:rsidRDefault="00397C76" w:rsidP="00F748B4">
      <w:pPr>
        <w:spacing w:after="0"/>
        <w:jc w:val="both"/>
      </w:pPr>
      <w:r>
        <w:t xml:space="preserve">2. </w:t>
      </w:r>
      <w:r w:rsidRPr="00C6442D">
        <w:rPr>
          <w:b/>
        </w:rPr>
        <w:t>Ogłoszeniu</w:t>
      </w:r>
      <w:r>
        <w:t xml:space="preserve"> - rozumie się przez to ogłoszenie o Dialogu;</w:t>
      </w:r>
    </w:p>
    <w:p w:rsidR="00397C76" w:rsidRDefault="00397C76" w:rsidP="00F748B4">
      <w:pPr>
        <w:spacing w:after="0"/>
        <w:jc w:val="both"/>
      </w:pPr>
      <w:r>
        <w:t xml:space="preserve">3. </w:t>
      </w:r>
      <w:r w:rsidRPr="00C6442D">
        <w:rPr>
          <w:b/>
        </w:rPr>
        <w:t>Postępowaniu</w:t>
      </w:r>
      <w:r>
        <w:t xml:space="preserve"> - rozumie się przez to planowane postępowanie o udzielenie zamówienia publicznego na </w:t>
      </w:r>
      <w:bookmarkStart w:id="0" w:name="_Hlk505680544"/>
      <w:r w:rsidRPr="00ED56CA">
        <w:rPr>
          <w:u w:val="single"/>
        </w:rPr>
        <w:t>„Dostawę z montażem wyposażenia strzelnicy sportowej w Zakładzie Aktywności Zawodowej w Gryfinie”</w:t>
      </w:r>
      <w:bookmarkEnd w:id="0"/>
      <w:r>
        <w:t>;</w:t>
      </w:r>
    </w:p>
    <w:p w:rsidR="00397C76" w:rsidRDefault="00397C76" w:rsidP="00F748B4">
      <w:pPr>
        <w:spacing w:after="0"/>
        <w:jc w:val="both"/>
      </w:pPr>
      <w:r>
        <w:t xml:space="preserve">4. </w:t>
      </w:r>
      <w:r w:rsidRPr="00C6442D">
        <w:rPr>
          <w:b/>
        </w:rPr>
        <w:t xml:space="preserve">PZP </w:t>
      </w:r>
      <w:r>
        <w:t>- rozumie się przez to ustawę z dnia 29 stycznia 2004 r. Prawo zamówień publicznych (</w:t>
      </w:r>
      <w:bookmarkStart w:id="1" w:name="_Hlk505680591"/>
      <w:r w:rsidRPr="00F748B4">
        <w:t>Dz. U. z 2017 r. poz. 1579 ze zm.</w:t>
      </w:r>
      <w:bookmarkEnd w:id="1"/>
      <w:r>
        <w:t>);</w:t>
      </w:r>
    </w:p>
    <w:p w:rsidR="00397C76" w:rsidRDefault="00397C76" w:rsidP="00F748B4">
      <w:pPr>
        <w:spacing w:after="0"/>
        <w:jc w:val="both"/>
      </w:pPr>
      <w:r>
        <w:t xml:space="preserve">5. </w:t>
      </w:r>
      <w:r w:rsidRPr="00C6442D">
        <w:rPr>
          <w:b/>
        </w:rPr>
        <w:t>Regulaminie</w:t>
      </w:r>
      <w:r>
        <w:t xml:space="preserve"> - rozumie się przez to niniejszy regulamin przeprowadzania Dialogu;</w:t>
      </w:r>
    </w:p>
    <w:p w:rsidR="00397C76" w:rsidRDefault="00397C76" w:rsidP="00F748B4">
      <w:pPr>
        <w:spacing w:after="0"/>
        <w:jc w:val="both"/>
      </w:pPr>
      <w:r>
        <w:t xml:space="preserve">6. </w:t>
      </w:r>
      <w:r w:rsidRPr="00C6442D">
        <w:rPr>
          <w:b/>
        </w:rPr>
        <w:t>Uczestniku</w:t>
      </w:r>
      <w:r>
        <w:t xml:space="preserve"> - rozumie się przez to podmiot biorący udział w Dialogu prowadzonym przez Zamawiającego;</w:t>
      </w:r>
    </w:p>
    <w:p w:rsidR="00397C76" w:rsidRDefault="00397C76" w:rsidP="00F748B4">
      <w:pPr>
        <w:spacing w:after="0"/>
        <w:jc w:val="both"/>
      </w:pPr>
      <w:r>
        <w:t xml:space="preserve">7. </w:t>
      </w:r>
      <w:r w:rsidRPr="00C6442D">
        <w:rPr>
          <w:b/>
        </w:rPr>
        <w:t>Wykonawcy</w:t>
      </w:r>
      <w:r>
        <w:t xml:space="preserve"> - rozumie się przez to osobę fizyczną, osobę prawną albo jednostkę organizacyjną nieposiadającą osobowości prawnej, która ubiega się o udzielenie zamówienia publicznego, złożyła ofertę lub zawarła umowę w sprawie zamówienia publicznego;</w:t>
      </w:r>
    </w:p>
    <w:p w:rsidR="00397C76" w:rsidRDefault="00397C76" w:rsidP="00F748B4">
      <w:pPr>
        <w:spacing w:after="0"/>
        <w:jc w:val="both"/>
      </w:pPr>
      <w:r>
        <w:t xml:space="preserve">8. </w:t>
      </w:r>
      <w:r w:rsidRPr="00C6442D">
        <w:rPr>
          <w:b/>
        </w:rPr>
        <w:t>Zamawiającym</w:t>
      </w:r>
      <w:r>
        <w:t xml:space="preserve"> - rozumie się przez to Powiat Gryfiński;</w:t>
      </w:r>
    </w:p>
    <w:p w:rsidR="00397C76" w:rsidRDefault="00397C76" w:rsidP="00F748B4">
      <w:pPr>
        <w:spacing w:after="0"/>
        <w:jc w:val="both"/>
      </w:pPr>
      <w:r>
        <w:t xml:space="preserve">9. </w:t>
      </w:r>
      <w:r w:rsidRPr="00C6442D">
        <w:rPr>
          <w:b/>
        </w:rPr>
        <w:t>Zamówieniu</w:t>
      </w:r>
      <w:r>
        <w:t xml:space="preserve"> - rozumie się przez to umowę odpłatną zawieraną między Zamawiającym a wybranym w Postępowaniu Wykonawcą, której przedmiotem są usługi, dostawy lub roboty budowlane.</w:t>
      </w:r>
    </w:p>
    <w:p w:rsidR="00397C76" w:rsidRDefault="00397C76" w:rsidP="00F748B4">
      <w:pPr>
        <w:spacing w:after="0"/>
        <w:jc w:val="both"/>
      </w:pPr>
    </w:p>
    <w:p w:rsidR="00397C76" w:rsidRPr="00C6442D" w:rsidRDefault="00397C76" w:rsidP="00F748B4">
      <w:pPr>
        <w:spacing w:after="0"/>
        <w:jc w:val="center"/>
        <w:rPr>
          <w:b/>
        </w:rPr>
      </w:pPr>
      <w:r w:rsidRPr="00C6442D">
        <w:rPr>
          <w:b/>
        </w:rPr>
        <w:t>§2</w:t>
      </w:r>
    </w:p>
    <w:p w:rsidR="00397C76" w:rsidRPr="00C6442D" w:rsidRDefault="00397C76" w:rsidP="00F748B4">
      <w:pPr>
        <w:spacing w:after="0"/>
        <w:jc w:val="center"/>
        <w:rPr>
          <w:b/>
        </w:rPr>
      </w:pPr>
      <w:r w:rsidRPr="00C6442D">
        <w:rPr>
          <w:b/>
        </w:rPr>
        <w:t>Zakres Regulaminu</w:t>
      </w:r>
    </w:p>
    <w:p w:rsidR="00397C76" w:rsidRDefault="00397C76" w:rsidP="00F748B4">
      <w:pPr>
        <w:spacing w:after="0"/>
        <w:jc w:val="center"/>
      </w:pPr>
    </w:p>
    <w:p w:rsidR="00397C76" w:rsidRDefault="00397C76" w:rsidP="00F748B4">
      <w:pPr>
        <w:spacing w:after="0"/>
        <w:jc w:val="both"/>
      </w:pPr>
      <w:r w:rsidRPr="00F748B4">
        <w:t xml:space="preserve">1. Regulamin określa zasady prowadzenia przez Zamawiającego Dialogu, poprzedzającego Postępowanie. </w:t>
      </w:r>
    </w:p>
    <w:p w:rsidR="00397C76" w:rsidRDefault="00397C76" w:rsidP="00F748B4">
      <w:pPr>
        <w:spacing w:after="0"/>
        <w:jc w:val="both"/>
      </w:pPr>
      <w:r w:rsidRPr="00F748B4">
        <w:t xml:space="preserve">2. Wybór Wykonawcy Zamówienia zostanie dokonany w trakcie odrębnego Postępowania prowadzonego na podstawie przepisów PZP. </w:t>
      </w:r>
    </w:p>
    <w:p w:rsidR="00397C76" w:rsidRDefault="00397C76" w:rsidP="00F748B4">
      <w:pPr>
        <w:spacing w:after="0"/>
        <w:jc w:val="both"/>
      </w:pPr>
      <w:r w:rsidRPr="00F748B4">
        <w:t xml:space="preserve">3. Dialog prowadzony jest na podstawie i zgodnie z art. </w:t>
      </w:r>
      <w:smartTag w:uri="urn:schemas-microsoft-com:office:smarttags" w:element="metricconverter">
        <w:smartTagPr>
          <w:attr w:name="ProductID" w:val="31 a"/>
        </w:smartTagPr>
        <w:r w:rsidRPr="00F748B4">
          <w:t>31 a</w:t>
        </w:r>
      </w:smartTag>
      <w:r w:rsidRPr="00F748B4">
        <w:t xml:space="preserve"> - 31c PZP. </w:t>
      </w:r>
    </w:p>
    <w:p w:rsidR="00397C76" w:rsidRDefault="00397C76" w:rsidP="00F748B4">
      <w:pPr>
        <w:spacing w:after="0"/>
        <w:jc w:val="both"/>
      </w:pPr>
      <w:r w:rsidRPr="00F748B4">
        <w:t xml:space="preserve">4. Dialog prowadzi się w sposób zapewniający zachowanie zasady przejrzystości, uczciwej konkurencji oraz równego traktowania Uczestników i oferowanych przez nich rozwiązań. </w:t>
      </w:r>
    </w:p>
    <w:p w:rsidR="00397C76" w:rsidRDefault="00397C76" w:rsidP="00F748B4">
      <w:pPr>
        <w:spacing w:after="0"/>
        <w:jc w:val="both"/>
      </w:pPr>
      <w:r w:rsidRPr="00F748B4">
        <w:t>5. Wszelkie czynności, o których mowa w niniejszym Regulaminie, w imieniu i na rzecz Zamawiającego wykonuje osoba lub osoby wyznaczone w tym celu przez Zamawiającego.</w:t>
      </w:r>
    </w:p>
    <w:p w:rsidR="00397C76" w:rsidRDefault="00397C76" w:rsidP="00F748B4">
      <w:pPr>
        <w:spacing w:after="0"/>
        <w:jc w:val="both"/>
      </w:pPr>
    </w:p>
    <w:p w:rsidR="00397C76" w:rsidRPr="00C6442D" w:rsidRDefault="00397C76" w:rsidP="00F748B4">
      <w:pPr>
        <w:spacing w:after="0"/>
        <w:jc w:val="center"/>
        <w:rPr>
          <w:b/>
        </w:rPr>
      </w:pPr>
      <w:r w:rsidRPr="00C6442D">
        <w:rPr>
          <w:b/>
        </w:rPr>
        <w:t>§3</w:t>
      </w:r>
    </w:p>
    <w:p w:rsidR="00397C76" w:rsidRPr="00C6442D" w:rsidRDefault="00397C76" w:rsidP="00F748B4">
      <w:pPr>
        <w:spacing w:after="0"/>
        <w:jc w:val="center"/>
        <w:rPr>
          <w:b/>
        </w:rPr>
      </w:pPr>
      <w:r w:rsidRPr="00C6442D">
        <w:rPr>
          <w:b/>
        </w:rPr>
        <w:t>Przedmiot Dialogu</w:t>
      </w:r>
    </w:p>
    <w:p w:rsidR="00397C76" w:rsidRDefault="00397C76" w:rsidP="00F748B4">
      <w:pPr>
        <w:spacing w:after="0"/>
        <w:jc w:val="center"/>
      </w:pPr>
    </w:p>
    <w:p w:rsidR="00397C76" w:rsidRDefault="00397C76" w:rsidP="00F748B4">
      <w:pPr>
        <w:spacing w:after="0"/>
        <w:jc w:val="both"/>
      </w:pPr>
      <w:r>
        <w:t xml:space="preserve">1. Zamawiający przeprowadza proces inwestycyjny polegający na </w:t>
      </w:r>
      <w:bookmarkStart w:id="2" w:name="_Hlk505680633"/>
      <w:r>
        <w:t>przebudowie własnego budynku w Gryfinie przy ul. Łużyckiej 91 na Zakład Aktywności Zawodowej w ramach którego planowane jest wyodrębnienie wybranych pomieszczeń na funkcje strzelnicy. Przedmiotem dialogu jest doradztwo Zamawiającemu w zakresie dostawy i montażu wyposażenia strzelnicy sportowej</w:t>
      </w:r>
      <w:bookmarkEnd w:id="2"/>
      <w:r>
        <w:t>.</w:t>
      </w:r>
    </w:p>
    <w:p w:rsidR="00397C76" w:rsidRPr="0001709C" w:rsidRDefault="00397C76" w:rsidP="0001709C">
      <w:pPr>
        <w:spacing w:after="0"/>
        <w:jc w:val="both"/>
      </w:pPr>
      <w:r>
        <w:t xml:space="preserve">2. Zamawiający przed wszczęciem Postępowania przeprowadza Dialog, zwracając się o udzielenie </w:t>
      </w:r>
      <w:bookmarkStart w:id="3" w:name="_Hlk505680729"/>
      <w:r>
        <w:t>informacji oraz doradztwo, które mają służyć Zamawiającemu do przygotowania opisu przedmiotu Zamówienia, specyfikacji istotnych warun</w:t>
      </w:r>
      <w:bookmarkStart w:id="4" w:name="_GoBack"/>
      <w:bookmarkEnd w:id="4"/>
      <w:r>
        <w:t>ków Zamówienia oraz określenia warunków umowy w sprawie Zamówienia. Przedmiotem Dialogu będzie w szczególności zebranie informacji służących do opracowania opisu przedmiotu zamówienia w oparciu o przekazaną dopuszczonym przez Zamawiającego Uczestnikom Dialogu dokumentacją projektową pn. „Przebudowa</w:t>
      </w:r>
      <w:r w:rsidRPr="0001709C">
        <w:t xml:space="preserve"> i zmiany sposobu użytkowania budynku warsztatów szkolnych przy ZSP nr 2 w Gryfinie na Zakład Aktywizacji Zawodowej przy ulicy Łużyckiej 91 w Gryfi</w:t>
      </w:r>
      <w:r>
        <w:t>nie” opracowaną</w:t>
      </w:r>
      <w:r w:rsidRPr="0001709C">
        <w:t xml:space="preserve"> przez Pracownię Projektową „Ch2 ARCHITEKCI”</w:t>
      </w:r>
    </w:p>
    <w:p w:rsidR="00397C76" w:rsidRDefault="00397C76" w:rsidP="00F748B4">
      <w:pPr>
        <w:spacing w:after="0"/>
        <w:jc w:val="both"/>
      </w:pPr>
    </w:p>
    <w:p w:rsidR="00397C76" w:rsidRPr="00161454" w:rsidRDefault="00397C76" w:rsidP="00F748B4">
      <w:pPr>
        <w:spacing w:after="0"/>
        <w:jc w:val="both"/>
        <w:rPr>
          <w:u w:val="single"/>
        </w:rPr>
      </w:pPr>
      <w:r>
        <w:rPr>
          <w:u w:val="single"/>
        </w:rPr>
        <w:t>Od Uczestników oczekuje</w:t>
      </w:r>
      <w:r w:rsidRPr="00161454">
        <w:rPr>
          <w:u w:val="single"/>
        </w:rPr>
        <w:t xml:space="preserve"> się w szczególności:</w:t>
      </w:r>
    </w:p>
    <w:p w:rsidR="00397C76" w:rsidRDefault="00397C76" w:rsidP="00F748B4">
      <w:pPr>
        <w:spacing w:after="0"/>
        <w:jc w:val="both"/>
      </w:pPr>
      <w:r>
        <w:t xml:space="preserve">1) Przedstawienia opisu technicznego wyposażenia strzelnicy sportowej </w:t>
      </w:r>
      <w:r w:rsidRPr="00ED56CA">
        <w:t xml:space="preserve">w oparciu o ww. dokumentację projektową, </w:t>
      </w:r>
      <w:r>
        <w:t xml:space="preserve"> zgodnie z  </w:t>
      </w:r>
      <w:r w:rsidRPr="006F55A8">
        <w:t>wymogami ustawy Prawo zamówień publicznych</w:t>
      </w:r>
      <w:r>
        <w:t xml:space="preserve"> w szczególności z art. 29 ust.1-3 oraz art. 30 PZP.</w:t>
      </w:r>
    </w:p>
    <w:p w:rsidR="00397C76" w:rsidRDefault="00397C76" w:rsidP="00F748B4">
      <w:pPr>
        <w:spacing w:after="0"/>
        <w:jc w:val="both"/>
      </w:pPr>
      <w:r>
        <w:t>2) Przedstawienia wytycznych do montażu wyposażenia strzelnicy sportowej w oparciu o ww. dokumentację projektową.</w:t>
      </w:r>
    </w:p>
    <w:p w:rsidR="00397C76" w:rsidRDefault="00397C76" w:rsidP="00F748B4">
      <w:pPr>
        <w:spacing w:after="0"/>
        <w:jc w:val="both"/>
      </w:pPr>
      <w:r>
        <w:t xml:space="preserve">3) Przedstawienia propozycji zamiennych rozwiązań lub wyposażenia, które wpłynęłoby korzystnie na realizację przedmiotu zamówienia.  </w:t>
      </w:r>
    </w:p>
    <w:p w:rsidR="00397C76" w:rsidRDefault="00397C76" w:rsidP="00F748B4">
      <w:pPr>
        <w:spacing w:after="0"/>
        <w:jc w:val="both"/>
      </w:pPr>
      <w:r>
        <w:t>4) Przedstawienia szacunkowych kosztów zamówienia.</w:t>
      </w:r>
      <w:bookmarkEnd w:id="3"/>
    </w:p>
    <w:p w:rsidR="00397C76" w:rsidRDefault="00397C76" w:rsidP="00F748B4">
      <w:pPr>
        <w:spacing w:after="0"/>
        <w:jc w:val="both"/>
      </w:pPr>
    </w:p>
    <w:p w:rsidR="00397C76" w:rsidRPr="00C6442D" w:rsidRDefault="00397C76" w:rsidP="00161454">
      <w:pPr>
        <w:spacing w:after="0"/>
        <w:jc w:val="center"/>
        <w:rPr>
          <w:b/>
        </w:rPr>
      </w:pPr>
      <w:r w:rsidRPr="00C6442D">
        <w:rPr>
          <w:b/>
        </w:rPr>
        <w:t>§ 4</w:t>
      </w:r>
    </w:p>
    <w:p w:rsidR="00397C76" w:rsidRPr="00C6442D" w:rsidRDefault="00397C76" w:rsidP="00161454">
      <w:pPr>
        <w:spacing w:after="0"/>
        <w:jc w:val="center"/>
        <w:rPr>
          <w:b/>
        </w:rPr>
      </w:pPr>
      <w:r w:rsidRPr="00C6442D">
        <w:rPr>
          <w:b/>
        </w:rPr>
        <w:t>Ogłoszenie</w:t>
      </w:r>
    </w:p>
    <w:p w:rsidR="00397C76" w:rsidRDefault="00397C76" w:rsidP="00161454">
      <w:pPr>
        <w:spacing w:after="0"/>
        <w:jc w:val="center"/>
      </w:pPr>
    </w:p>
    <w:p w:rsidR="00397C76" w:rsidRDefault="00397C76" w:rsidP="00F748B4">
      <w:pPr>
        <w:spacing w:after="0"/>
        <w:jc w:val="both"/>
      </w:pPr>
      <w:r w:rsidRPr="00161454">
        <w:t xml:space="preserve">1.Zamawiający zamieszcza Ogłoszenie o Dialogu oraz o jego przedmiocie na swojej stronie internetowej. Zamawiający może również opublikować dodatkowe Ogłoszenie w wybranej przez siebie formie. </w:t>
      </w:r>
    </w:p>
    <w:p w:rsidR="00397C76" w:rsidRDefault="00397C76" w:rsidP="00F748B4">
      <w:pPr>
        <w:spacing w:after="0"/>
        <w:jc w:val="both"/>
      </w:pPr>
      <w:r w:rsidRPr="00161454">
        <w:t xml:space="preserve">2. W Ogłoszeniu Zamawiający wskazuje w szczególności: </w:t>
      </w:r>
    </w:p>
    <w:p w:rsidR="00397C76" w:rsidRDefault="00397C76" w:rsidP="00161454">
      <w:pPr>
        <w:spacing w:after="0"/>
        <w:ind w:firstLine="708"/>
        <w:jc w:val="both"/>
      </w:pPr>
      <w:r w:rsidRPr="00161454">
        <w:t xml:space="preserve">1) przedmiot Zamówienia i cel prowadzenia Dialogu; </w:t>
      </w:r>
    </w:p>
    <w:p w:rsidR="00397C76" w:rsidRDefault="00397C76" w:rsidP="00161454">
      <w:pPr>
        <w:spacing w:after="0"/>
        <w:ind w:firstLine="708"/>
        <w:jc w:val="both"/>
      </w:pPr>
      <w:r w:rsidRPr="00161454">
        <w:t xml:space="preserve">2) zakres informacji, które chce uzyskać Zamawiający; </w:t>
      </w:r>
    </w:p>
    <w:p w:rsidR="00397C76" w:rsidRDefault="00397C76" w:rsidP="00161454">
      <w:pPr>
        <w:spacing w:after="0"/>
        <w:ind w:left="708"/>
        <w:jc w:val="both"/>
      </w:pPr>
      <w:r w:rsidRPr="00161454">
        <w:t xml:space="preserve">3) tryb, termin i miejsce złożenia zgłoszenia do udziału w Dialogu oraz sposób porozumiewania się z Uczestnikami; </w:t>
      </w:r>
    </w:p>
    <w:p w:rsidR="00397C76" w:rsidRDefault="00397C76" w:rsidP="00161454">
      <w:pPr>
        <w:spacing w:after="0"/>
        <w:ind w:firstLine="708"/>
        <w:jc w:val="both"/>
      </w:pPr>
      <w:r w:rsidRPr="00161454">
        <w:t xml:space="preserve">4) przewidywany czas trwania Dialogu. </w:t>
      </w:r>
    </w:p>
    <w:p w:rsidR="00397C76" w:rsidRDefault="00397C76" w:rsidP="00F748B4">
      <w:pPr>
        <w:spacing w:after="0"/>
        <w:jc w:val="both"/>
      </w:pPr>
      <w:r w:rsidRPr="00161454">
        <w:t xml:space="preserve">3. Zamawiający może również, niezależnie od zamieszczenia Ogłoszenia na swojej stronie internetowej, poinformować wybrane przez siebie podmioty o zamiarze przeprowadzenia Dialogu. W tym celu Zamawiający może w szczególności przesłać do wybranych podmiotów informację w formie pisemnej lub elektronicznej o zamiarze przeprowadzenia Dialogu. </w:t>
      </w:r>
    </w:p>
    <w:p w:rsidR="00397C76" w:rsidRDefault="00397C76" w:rsidP="00F748B4">
      <w:pPr>
        <w:spacing w:after="0"/>
        <w:jc w:val="both"/>
      </w:pPr>
      <w:r w:rsidRPr="00161454">
        <w:t xml:space="preserve">4. Nieprzystąpienie do Dialogu nie ogranicza praw oraz nie działa na niekorzyść potencjalnych Wykonawców w Postępowaniu. </w:t>
      </w:r>
    </w:p>
    <w:p w:rsidR="00397C76" w:rsidRDefault="00397C76" w:rsidP="00F748B4">
      <w:pPr>
        <w:spacing w:after="0"/>
        <w:jc w:val="both"/>
      </w:pPr>
      <w:r w:rsidRPr="00161454">
        <w:t xml:space="preserve">5. Ogłoszenie i prowadzenie Dialogu nie zobowiązuje Zamawiającego do przeprowadzenia Postępowania ani do udzielenia Zamówienia. </w:t>
      </w:r>
    </w:p>
    <w:p w:rsidR="00397C76" w:rsidRDefault="00397C76" w:rsidP="00F748B4">
      <w:pPr>
        <w:spacing w:after="0"/>
        <w:jc w:val="both"/>
      </w:pPr>
      <w:r w:rsidRPr="00161454">
        <w:t xml:space="preserve">6. Informacja o zastosowaniu </w:t>
      </w:r>
      <w:r>
        <w:t>Dialogu będzie publikowana w każ</w:t>
      </w:r>
      <w:r w:rsidRPr="00161454">
        <w:t>dym ogłoszeniu o Zamówieniu, którego dotyczył dany Dialog.</w:t>
      </w:r>
    </w:p>
    <w:p w:rsidR="00397C76" w:rsidRDefault="00397C76" w:rsidP="00F748B4">
      <w:pPr>
        <w:spacing w:after="0"/>
        <w:jc w:val="both"/>
      </w:pPr>
    </w:p>
    <w:p w:rsidR="00397C76" w:rsidRPr="00C6442D" w:rsidRDefault="00397C76" w:rsidP="00161454">
      <w:pPr>
        <w:spacing w:after="0"/>
        <w:jc w:val="center"/>
        <w:rPr>
          <w:b/>
        </w:rPr>
      </w:pPr>
      <w:r w:rsidRPr="00C6442D">
        <w:rPr>
          <w:b/>
        </w:rPr>
        <w:t>§5</w:t>
      </w:r>
    </w:p>
    <w:p w:rsidR="00397C76" w:rsidRPr="00C6442D" w:rsidRDefault="00397C76" w:rsidP="00161454">
      <w:pPr>
        <w:spacing w:after="0"/>
        <w:jc w:val="center"/>
        <w:rPr>
          <w:b/>
        </w:rPr>
      </w:pPr>
      <w:r w:rsidRPr="00C6442D">
        <w:rPr>
          <w:b/>
        </w:rPr>
        <w:t>Organizacja Dialogu</w:t>
      </w:r>
    </w:p>
    <w:p w:rsidR="00397C76" w:rsidRDefault="00397C76" w:rsidP="00161454">
      <w:pPr>
        <w:spacing w:after="0"/>
        <w:jc w:val="center"/>
      </w:pPr>
    </w:p>
    <w:p w:rsidR="00397C76" w:rsidRDefault="00397C76" w:rsidP="00F748B4">
      <w:pPr>
        <w:spacing w:after="0"/>
        <w:jc w:val="both"/>
      </w:pPr>
      <w:r w:rsidRPr="00161454">
        <w:t>1. Zamawiający zaprosi do Dialogu Uczestników, którzy złożą prawidłowo sporządzone, w języku polskim zgłoszenie do udziału w Dialogu oraz ewentualnie dodatkowe oświadczenia, stanowiska lub do</w:t>
      </w:r>
      <w:r>
        <w:t>kumenty, których Zamawiający zaż</w:t>
      </w:r>
      <w:r w:rsidRPr="00161454">
        <w:t xml:space="preserve">ąda w Ogłoszeniu, w terminie i w trybie w nim wskazanym. </w:t>
      </w:r>
    </w:p>
    <w:p w:rsidR="00397C76" w:rsidRDefault="00397C76" w:rsidP="00F748B4">
      <w:pPr>
        <w:spacing w:after="0"/>
        <w:jc w:val="both"/>
      </w:pPr>
      <w:r>
        <w:t>2. Zamawiający w Ogłoszeniu moż</w:t>
      </w:r>
      <w:r w:rsidRPr="00161454">
        <w:t xml:space="preserve">e określić wzór zgłoszenia do udziału w Dialogu. </w:t>
      </w:r>
    </w:p>
    <w:p w:rsidR="00397C76" w:rsidRDefault="00397C76" w:rsidP="00F748B4">
      <w:pPr>
        <w:spacing w:after="0"/>
        <w:jc w:val="both"/>
      </w:pPr>
      <w:r w:rsidRPr="00161454">
        <w:t xml:space="preserve">3. Uczestnicy zaproszeni do udziału w Dialogu zostaną poinformowani o tym fakcie przez Zamawiającego, w sposób określony w treści niniejszego Regulaminu. </w:t>
      </w:r>
    </w:p>
    <w:p w:rsidR="00397C76" w:rsidRDefault="00397C76" w:rsidP="00F748B4">
      <w:pPr>
        <w:spacing w:after="0"/>
        <w:jc w:val="both"/>
      </w:pPr>
      <w:r w:rsidRPr="00161454">
        <w:t xml:space="preserve">4. Zamawiający nie jest zobowiązany do prowadzenia Dialogu w określonej formie z </w:t>
      </w:r>
      <w:r>
        <w:t>wszystkimi Uczestnikami oraz może decydować o różnych formach Dialogu z różnymi Uczestnikami, w zależ</w:t>
      </w:r>
      <w:r w:rsidRPr="00161454">
        <w:t xml:space="preserve">ności od merytorycznej treści stanowisk przedstawionych przez Uczestników w związku z Dialogiem, z poszanowaniem zasad przejrzystości, uczciwej konkurencji i równego traktowania Uczestników. </w:t>
      </w:r>
    </w:p>
    <w:p w:rsidR="00397C76" w:rsidRDefault="00397C76" w:rsidP="00F748B4">
      <w:pPr>
        <w:spacing w:after="0"/>
        <w:jc w:val="both"/>
      </w:pPr>
      <w:r w:rsidRPr="00161454">
        <w:t xml:space="preserve">5. Zamawiający komunikuje się z Uczestnikami za pomocą korespondencji wysłanej na podany przez Uczestnika adres do korespondencji, faks lub adres poczty elektronicznej. Potwierdzeniem doręczenia korespondencji wysłanej w drodze: </w:t>
      </w:r>
    </w:p>
    <w:p w:rsidR="00397C76" w:rsidRDefault="00397C76" w:rsidP="00161454">
      <w:pPr>
        <w:spacing w:after="0"/>
        <w:ind w:left="708"/>
        <w:jc w:val="both"/>
      </w:pPr>
      <w:r w:rsidRPr="00161454">
        <w:t xml:space="preserve">1) pisemnej (za pośrednictwem operatora pocztowego) - jest potwierdzenie doręczenia korespondencji adresatowi; </w:t>
      </w:r>
    </w:p>
    <w:p w:rsidR="00397C76" w:rsidRDefault="00397C76" w:rsidP="00161454">
      <w:pPr>
        <w:spacing w:after="0"/>
        <w:ind w:firstLine="708"/>
        <w:jc w:val="both"/>
      </w:pPr>
      <w:r w:rsidRPr="00161454">
        <w:t xml:space="preserve">2) faksu – jest raport z jego transmisji; </w:t>
      </w:r>
    </w:p>
    <w:p w:rsidR="00397C76" w:rsidRDefault="00397C76" w:rsidP="00161454">
      <w:pPr>
        <w:spacing w:after="0"/>
        <w:ind w:left="708"/>
        <w:jc w:val="both"/>
      </w:pPr>
      <w:r w:rsidRPr="00161454">
        <w:t xml:space="preserve">3) elektronicznej – jest data wskazana w elektronicznym potwierdzeniu odbioru korespondencji, a przy braku takiego </w:t>
      </w:r>
      <w:r>
        <w:t>potwierdzenia - przyjmuje się, ż</w:t>
      </w:r>
      <w:r w:rsidRPr="00161454">
        <w:t xml:space="preserve">e skutek doręczenia nastąpił z upływem 3 dni od daty umieszczenia korespondencji w systemie teleinformatycznym Uczestnika. </w:t>
      </w:r>
    </w:p>
    <w:p w:rsidR="00397C76" w:rsidRDefault="00397C76" w:rsidP="00F748B4">
      <w:pPr>
        <w:spacing w:after="0"/>
        <w:jc w:val="both"/>
      </w:pPr>
      <w:r w:rsidRPr="00161454">
        <w:t>6. W uzasadnionych sytuacjach, Ogłoszenie może przewidywać dodatkowe warunki, od których uzależnione jest dopuszczenie do Dialogu. Warunki te nie mogą naruszać zasad przejrzystości, uczciwej konkurencji i równego traktowania Uczestników.</w:t>
      </w:r>
    </w:p>
    <w:p w:rsidR="00397C76" w:rsidRDefault="00397C76" w:rsidP="00F748B4">
      <w:pPr>
        <w:spacing w:after="0"/>
        <w:jc w:val="both"/>
      </w:pPr>
    </w:p>
    <w:p w:rsidR="00397C76" w:rsidRPr="00C6442D" w:rsidRDefault="00397C76" w:rsidP="00C6442D">
      <w:pPr>
        <w:spacing w:after="0"/>
        <w:jc w:val="center"/>
        <w:rPr>
          <w:b/>
        </w:rPr>
      </w:pPr>
      <w:r w:rsidRPr="00C6442D">
        <w:rPr>
          <w:b/>
        </w:rPr>
        <w:t>§6</w:t>
      </w:r>
    </w:p>
    <w:p w:rsidR="00397C76" w:rsidRPr="00C6442D" w:rsidRDefault="00397C76" w:rsidP="00C6442D">
      <w:pPr>
        <w:spacing w:after="0"/>
        <w:jc w:val="center"/>
        <w:rPr>
          <w:b/>
        </w:rPr>
      </w:pPr>
      <w:r w:rsidRPr="00C6442D">
        <w:rPr>
          <w:b/>
        </w:rPr>
        <w:t>Czynności w ramach Dialogu</w:t>
      </w:r>
    </w:p>
    <w:p w:rsidR="00397C76" w:rsidRDefault="00397C76" w:rsidP="00C6442D">
      <w:pPr>
        <w:spacing w:after="0"/>
        <w:jc w:val="center"/>
      </w:pPr>
    </w:p>
    <w:p w:rsidR="00397C76" w:rsidRDefault="00397C76" w:rsidP="00C6442D">
      <w:pPr>
        <w:spacing w:after="0"/>
        <w:jc w:val="both"/>
      </w:pPr>
      <w:r>
        <w:t>1. W celu przeprowadzenia Dialogu Zamawiający może powołać Komisję.</w:t>
      </w:r>
    </w:p>
    <w:p w:rsidR="00397C76" w:rsidRDefault="00397C76" w:rsidP="00C6442D">
      <w:pPr>
        <w:spacing w:after="0"/>
        <w:jc w:val="both"/>
      </w:pPr>
      <w:r>
        <w:t>2. Dialog jest prowadzony w języku polskim i ma charakter jawny, z zastrzeżeniem ust.10.</w:t>
      </w:r>
    </w:p>
    <w:p w:rsidR="00397C76" w:rsidRDefault="00397C76" w:rsidP="00C6442D">
      <w:pPr>
        <w:spacing w:after="0"/>
        <w:jc w:val="both"/>
      </w:pPr>
      <w:r>
        <w:t>3. Dialog może być prowadzony w dowolnej wybranej przez Zamawiającego formie, nienaruszającej zasad przejrzystości, uczciwej konkurencji i równego traktowania Uczestników. O formie Dialogu decyduje Zamawiający w Ogłoszeniu lub w zaproszeniu do Dialogu kierowanym do Uczestników.</w:t>
      </w:r>
    </w:p>
    <w:p w:rsidR="00397C76" w:rsidRPr="00C6442D" w:rsidRDefault="00397C76" w:rsidP="00C6442D">
      <w:pPr>
        <w:spacing w:after="0"/>
        <w:jc w:val="both"/>
        <w:rPr>
          <w:u w:val="single"/>
        </w:rPr>
      </w:pPr>
      <w:r w:rsidRPr="00C6442D">
        <w:rPr>
          <w:u w:val="single"/>
        </w:rPr>
        <w:t>4. Dialog może przybrać w szczególności formę:</w:t>
      </w:r>
    </w:p>
    <w:p w:rsidR="00397C76" w:rsidRDefault="00397C76" w:rsidP="00C6442D">
      <w:pPr>
        <w:spacing w:after="0"/>
        <w:ind w:left="708"/>
        <w:jc w:val="both"/>
      </w:pPr>
      <w:r>
        <w:t>1) wymiany korespondencji w postaci pisemnej lub elektronicznej;</w:t>
      </w:r>
    </w:p>
    <w:p w:rsidR="00397C76" w:rsidRDefault="00397C76" w:rsidP="00C6442D">
      <w:pPr>
        <w:spacing w:after="0"/>
        <w:ind w:left="708"/>
        <w:jc w:val="both"/>
      </w:pPr>
      <w:r>
        <w:t>2) spotkania indywidualnego z Uczestnikami;</w:t>
      </w:r>
    </w:p>
    <w:p w:rsidR="00397C76" w:rsidRDefault="00397C76" w:rsidP="00C6442D">
      <w:pPr>
        <w:spacing w:after="0"/>
        <w:ind w:left="708"/>
        <w:jc w:val="both"/>
      </w:pPr>
      <w:r>
        <w:t>3) spotkania grupowego z Uczestnikami, na określony przez Zamawiającego temat oraz w określonych przez Zamawiającego trybie i terminach.</w:t>
      </w:r>
    </w:p>
    <w:p w:rsidR="00397C76" w:rsidRDefault="00397C76" w:rsidP="00C6442D">
      <w:pPr>
        <w:spacing w:after="0"/>
        <w:jc w:val="both"/>
      </w:pPr>
      <w:r>
        <w:t>5. Zamawiający może również zadecydować o prowadzeniu Dialogu z wykorzystaniem wybranych lub wszystkich w/w. form komunikacji.</w:t>
      </w:r>
    </w:p>
    <w:p w:rsidR="00397C76" w:rsidRDefault="00397C76" w:rsidP="00C6442D">
      <w:pPr>
        <w:spacing w:after="0"/>
        <w:jc w:val="both"/>
      </w:pPr>
      <w:r>
        <w:t>6. Zamawiający może w każdej chwili zrezygnować z prowadzenia Dialogu z wybranym Uczestnikiem, jeżeli uzna, iż przekazywane przez niego informacje nie są przydatne do osiągnięcia celu Dialogu.</w:t>
      </w:r>
    </w:p>
    <w:p w:rsidR="00397C76" w:rsidRDefault="00397C76" w:rsidP="00C6442D">
      <w:pPr>
        <w:spacing w:after="0"/>
        <w:jc w:val="both"/>
      </w:pPr>
      <w:r>
        <w:t>7. W trakcie Dialogu Zamawiający może korzystać z pomocy biegłych i doradców, dysponujących wiedzą specjalistyczną, niezbędną do przeprowadzenia dialogu. Osoby te są zobowiązane do zachowania poufności na zasadach określonych w ust. 10.</w:t>
      </w:r>
    </w:p>
    <w:p w:rsidR="00397C76" w:rsidRDefault="00397C76" w:rsidP="00C6442D">
      <w:pPr>
        <w:spacing w:after="0"/>
        <w:jc w:val="both"/>
      </w:pPr>
      <w:r>
        <w:t>8. Zamawiający może zdecydować o przedłużeniu czasu prowadzenia Dialogu ponad czas przewidziany w Ogłoszeniu.</w:t>
      </w:r>
    </w:p>
    <w:p w:rsidR="00397C76" w:rsidRDefault="00397C76" w:rsidP="00C6442D">
      <w:pPr>
        <w:spacing w:after="0"/>
        <w:jc w:val="both"/>
      </w:pPr>
      <w:r>
        <w:t>9. Koszty związane z uczestnictwem w Dialogu ponoszą Uczestnicy. Koszty uczestnictwa w Dialogu nie podlegają zwrotowi przez Zamawiającego, nawet wówczas, gdy pomimo przeprowadzonego Dialogu nie zostanie wszczęte Postępowanie ani udzielone jakiekolwiek Zamówienie. Uczestnicy nie otrzymują</w:t>
      </w:r>
    </w:p>
    <w:p w:rsidR="00397C76" w:rsidRDefault="00397C76" w:rsidP="00C6442D">
      <w:pPr>
        <w:spacing w:after="0"/>
        <w:jc w:val="both"/>
      </w:pPr>
      <w:r>
        <w:t>wynagrodzenia od Zamawiającego z tytułu uczestnictwa w Dialogu.</w:t>
      </w:r>
    </w:p>
    <w:p w:rsidR="00397C76" w:rsidRDefault="00397C76" w:rsidP="00C6442D">
      <w:pPr>
        <w:spacing w:after="0"/>
        <w:jc w:val="both"/>
      </w:pPr>
      <w:r>
        <w:t>10. Zamawiający lub Uczestnik nie ujawni w toku Dialogu ani po jego zakończeniu informacji stanowiących tajemnicę przedsiębiorstwa w rozumieniu art. 11 ust. 4 ustawy z dnia 16 kwietnia 1993 r. o zwalczaniu nieuczciwej konkurencji (tj. Dz. U. 2003 Nr 153, poz. 1503 ze zm.), jeżeli Zamawiający lub Uczestnik, nie później niż wraz z przekazaniem informacji, zastrzegł, że przekazywane informacje nie mogą być udostępniane innym podmiotom.</w:t>
      </w:r>
    </w:p>
    <w:p w:rsidR="00397C76" w:rsidRPr="00C6442D" w:rsidRDefault="00397C76" w:rsidP="00C6442D">
      <w:pPr>
        <w:spacing w:after="0"/>
        <w:jc w:val="center"/>
        <w:rPr>
          <w:b/>
        </w:rPr>
      </w:pPr>
      <w:r w:rsidRPr="00C6442D">
        <w:rPr>
          <w:b/>
        </w:rPr>
        <w:t>§7</w:t>
      </w:r>
    </w:p>
    <w:p w:rsidR="00397C76" w:rsidRPr="00C6442D" w:rsidRDefault="00397C76" w:rsidP="00C6442D">
      <w:pPr>
        <w:spacing w:after="0"/>
        <w:jc w:val="center"/>
        <w:rPr>
          <w:b/>
        </w:rPr>
      </w:pPr>
      <w:r w:rsidRPr="00C6442D">
        <w:rPr>
          <w:b/>
        </w:rPr>
        <w:t>Zakończenie Dialogu</w:t>
      </w:r>
    </w:p>
    <w:p w:rsidR="00397C76" w:rsidRDefault="00397C76" w:rsidP="00C6442D">
      <w:pPr>
        <w:spacing w:after="0"/>
        <w:jc w:val="center"/>
      </w:pPr>
    </w:p>
    <w:p w:rsidR="00397C76" w:rsidRDefault="00397C76" w:rsidP="00C6442D">
      <w:pPr>
        <w:spacing w:after="0"/>
        <w:jc w:val="both"/>
      </w:pPr>
      <w:r>
        <w:t>1. Zamawiający decyduje o zakończeniu Dialogu, przy czym nie jest zobowiązany do podawania uzasadnienia swojej decyzji.</w:t>
      </w:r>
    </w:p>
    <w:p w:rsidR="00397C76" w:rsidRDefault="00397C76" w:rsidP="00C6442D">
      <w:pPr>
        <w:spacing w:after="0"/>
        <w:jc w:val="both"/>
      </w:pPr>
      <w:r>
        <w:t>2. O zakończeniu Dialogu Zamawiający niezwłocznie poinformuje umieszczając informację na swojej stronie internetowej, a w przypadku zakończenia Dialogu po zaproszeniu wybranych Uczestników do udziału w Dialogu również poprzez przekazanie informacji Uczestnikom.</w:t>
      </w:r>
    </w:p>
    <w:p w:rsidR="00397C76" w:rsidRDefault="00397C76" w:rsidP="00C6442D">
      <w:pPr>
        <w:spacing w:after="0"/>
        <w:jc w:val="both"/>
      </w:pPr>
      <w:r>
        <w:t>3. Z przeprowadzenia Dialogu Zamawiający sporządza protokół, zawierający co najmniej:</w:t>
      </w:r>
    </w:p>
    <w:p w:rsidR="00397C76" w:rsidRDefault="00397C76" w:rsidP="00C6442D">
      <w:pPr>
        <w:spacing w:after="0"/>
        <w:ind w:left="708"/>
        <w:jc w:val="both"/>
      </w:pPr>
      <w:r>
        <w:t>1) informację o przeprowadzeniu Dialogu;</w:t>
      </w:r>
    </w:p>
    <w:p w:rsidR="00397C76" w:rsidRDefault="00397C76" w:rsidP="00C6442D">
      <w:pPr>
        <w:spacing w:after="0"/>
        <w:ind w:left="708"/>
        <w:jc w:val="both"/>
      </w:pPr>
      <w:r>
        <w:t>2) podmioty, które uczestniczyły w Dialogu;</w:t>
      </w:r>
    </w:p>
    <w:p w:rsidR="00397C76" w:rsidRDefault="00397C76" w:rsidP="00C6442D">
      <w:pPr>
        <w:spacing w:after="0"/>
        <w:ind w:left="708"/>
        <w:jc w:val="both"/>
      </w:pPr>
      <w:r>
        <w:t>3) informację o potencjalnym wpływie Dialogu na opis przedmiotu Zamówienia, specyfikację istotnych warunków Zamówienia lub warunki umowy.</w:t>
      </w:r>
    </w:p>
    <w:p w:rsidR="00397C76" w:rsidRDefault="00397C76" w:rsidP="00C6442D">
      <w:pPr>
        <w:spacing w:after="0"/>
        <w:jc w:val="both"/>
      </w:pPr>
      <w:r>
        <w:t>4. Protokół wraz z załącznikami jest jawny, z zastrzeżeniem §6 ust. 10.</w:t>
      </w:r>
    </w:p>
    <w:p w:rsidR="00397C76" w:rsidRDefault="00397C76" w:rsidP="00C6442D">
      <w:pPr>
        <w:spacing w:after="0"/>
        <w:jc w:val="both"/>
      </w:pPr>
      <w:r>
        <w:t>5. Korespondencja, protokoły, pisma, opracowania, opinie i wszelkie inne dokumenty związane z Dialogiem pozostają w dyspozycji Zamawiającego i nie podlegają zwrotowi po zakończeniu Dialogu. Zamawiający może zwrócić Uczestnikowi, na jego żądanie, próbki, sprzęt lub inne materiały przekazane w ramach Dialogu.</w:t>
      </w:r>
    </w:p>
    <w:p w:rsidR="00397C76" w:rsidRDefault="00397C76" w:rsidP="00C6442D">
      <w:pPr>
        <w:spacing w:after="0"/>
        <w:jc w:val="both"/>
      </w:pPr>
    </w:p>
    <w:p w:rsidR="00397C76" w:rsidRPr="00C6442D" w:rsidRDefault="00397C76" w:rsidP="00C6442D">
      <w:pPr>
        <w:spacing w:after="0"/>
        <w:jc w:val="center"/>
        <w:rPr>
          <w:b/>
        </w:rPr>
      </w:pPr>
      <w:r w:rsidRPr="00C6442D">
        <w:rPr>
          <w:b/>
        </w:rPr>
        <w:t>§8</w:t>
      </w:r>
    </w:p>
    <w:p w:rsidR="00397C76" w:rsidRPr="00C6442D" w:rsidRDefault="00397C76" w:rsidP="00C6442D">
      <w:pPr>
        <w:spacing w:after="0"/>
        <w:jc w:val="center"/>
        <w:rPr>
          <w:b/>
        </w:rPr>
      </w:pPr>
      <w:r w:rsidRPr="00C6442D">
        <w:rPr>
          <w:b/>
        </w:rPr>
        <w:t>Brak środków odwoławczych</w:t>
      </w:r>
    </w:p>
    <w:p w:rsidR="00397C76" w:rsidRDefault="00397C76" w:rsidP="00C6442D">
      <w:pPr>
        <w:spacing w:after="0"/>
        <w:jc w:val="both"/>
      </w:pPr>
    </w:p>
    <w:p w:rsidR="00397C76" w:rsidRDefault="00397C76" w:rsidP="00C6442D">
      <w:pPr>
        <w:spacing w:after="0"/>
        <w:jc w:val="both"/>
      </w:pPr>
      <w:r w:rsidRPr="00C6442D">
        <w:t>W toku Dialogu Zamawiający nie podejmuje jakichkolwiek czynności w rozumieniu art. 180 ust. 1 PZP. Uczestnikom ani innym podmiotom nie przysługują środki odwoławcze określone w PZP.</w:t>
      </w:r>
    </w:p>
    <w:sectPr w:rsidR="00397C76" w:rsidSect="002121B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C76" w:rsidRDefault="00397C76" w:rsidP="007C06B9">
      <w:pPr>
        <w:spacing w:after="0" w:line="240" w:lineRule="auto"/>
      </w:pPr>
      <w:r>
        <w:separator/>
      </w:r>
    </w:p>
  </w:endnote>
  <w:endnote w:type="continuationSeparator" w:id="0">
    <w:p w:rsidR="00397C76" w:rsidRDefault="00397C76" w:rsidP="007C0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C76" w:rsidRPr="007C06B9" w:rsidRDefault="00397C76" w:rsidP="007C06B9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color w:val="5F5F5F"/>
        <w:sz w:val="16"/>
        <w:szCs w:val="16"/>
        <w:lang w:eastAsia="pl-PL"/>
      </w:rPr>
    </w:pPr>
    <w:r w:rsidRPr="007C06B9">
      <w:rPr>
        <w:rFonts w:ascii="Arial" w:hAnsi="Arial" w:cs="Arial"/>
        <w:color w:val="5F5F5F"/>
        <w:sz w:val="16"/>
        <w:szCs w:val="16"/>
        <w:lang w:eastAsia="pl-PL"/>
      </w:rPr>
      <w:t xml:space="preserve">Projekt </w:t>
    </w:r>
    <w:r w:rsidRPr="007C06B9">
      <w:rPr>
        <w:rFonts w:ascii="Arial" w:hAnsi="Arial" w:cs="Arial"/>
        <w:b/>
        <w:i/>
        <w:color w:val="5F5F5F"/>
        <w:sz w:val="16"/>
        <w:szCs w:val="16"/>
        <w:lang w:eastAsia="pl-PL"/>
      </w:rPr>
      <w:t>„Przebudowa i zmiana sposobu użytkowania budynku przy ulicy Łużyckiej 91 w Gryfinie na Zakład Aktywności Zawodowej”</w:t>
    </w:r>
    <w:r w:rsidRPr="007C06B9">
      <w:rPr>
        <w:rFonts w:ascii="Arial" w:hAnsi="Arial" w:cs="Arial"/>
        <w:color w:val="5F5F5F"/>
        <w:sz w:val="16"/>
        <w:szCs w:val="16"/>
        <w:lang w:eastAsia="pl-PL"/>
      </w:rPr>
      <w:t xml:space="preserve"> jest dofinansowany przez Unię Europejską z Europejskiego Funduszu Rozwoju Regionalnego w ramach Regionalnego Programu Operacyjnego Województwa Zachodniopomorskiego na lata 2014-2020/Oś Priorytetowa 9. Infrastruktura publiczna / Działanie 9.2.Infrastruktura społeczna</w:t>
    </w:r>
  </w:p>
  <w:p w:rsidR="00397C76" w:rsidRDefault="00397C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C76" w:rsidRDefault="00397C76" w:rsidP="007C06B9">
      <w:pPr>
        <w:spacing w:after="0" w:line="240" w:lineRule="auto"/>
      </w:pPr>
      <w:r>
        <w:separator/>
      </w:r>
    </w:p>
  </w:footnote>
  <w:footnote w:type="continuationSeparator" w:id="0">
    <w:p w:rsidR="00397C76" w:rsidRDefault="00397C76" w:rsidP="007C0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C76" w:rsidRPr="007C06B9" w:rsidRDefault="00397C76" w:rsidP="007C06B9">
    <w:pPr>
      <w:pStyle w:val="Header"/>
      <w:jc w:val="center"/>
    </w:pPr>
    <w:r w:rsidRPr="00F8050C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6" type="#_x0000_t75" alt="ciąg logotypów_NSS-UE-EFRR_RPO-WZ_14-20_kolor" style="width:402.75pt;height:45pt;visibility:visible">
          <v:imagedata r:id="rId1" o:title=""/>
        </v:shape>
      </w:pict>
    </w:r>
  </w:p>
  <w:p w:rsidR="00397C76" w:rsidRDefault="00397C7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20D6"/>
    <w:rsid w:val="0001709C"/>
    <w:rsid w:val="00161454"/>
    <w:rsid w:val="002121B3"/>
    <w:rsid w:val="00397C76"/>
    <w:rsid w:val="00525706"/>
    <w:rsid w:val="006120D6"/>
    <w:rsid w:val="006F55A8"/>
    <w:rsid w:val="00795B77"/>
    <w:rsid w:val="007C06B9"/>
    <w:rsid w:val="007F7C57"/>
    <w:rsid w:val="00B10990"/>
    <w:rsid w:val="00C6442D"/>
    <w:rsid w:val="00ED56CA"/>
    <w:rsid w:val="00F748B4"/>
    <w:rsid w:val="00F80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1B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C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C06B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C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C06B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4</Pages>
  <Words>1458</Words>
  <Characters>8751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Stojan Diakowski</dc:creator>
  <cp:keywords/>
  <dc:description/>
  <cp:lastModifiedBy>mwypchlo1</cp:lastModifiedBy>
  <cp:revision>4</cp:revision>
  <dcterms:created xsi:type="dcterms:W3CDTF">2018-02-06T09:32:00Z</dcterms:created>
  <dcterms:modified xsi:type="dcterms:W3CDTF">2018-02-12T09:44:00Z</dcterms:modified>
</cp:coreProperties>
</file>