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0C" w:rsidRDefault="0057380C" w:rsidP="0047135F">
      <w:pPr>
        <w:tabs>
          <w:tab w:val="left" w:pos="540"/>
        </w:tabs>
        <w:ind w:left="540"/>
        <w:jc w:val="right"/>
        <w:rPr>
          <w:rFonts w:ascii="Calibri" w:hAnsi="Calibri" w:cs="Calibri"/>
        </w:rPr>
      </w:pP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ab/>
      </w:r>
    </w:p>
    <w:p w:rsidR="0057380C" w:rsidRPr="0047135F" w:rsidRDefault="0057380C" w:rsidP="0047135F">
      <w:pPr>
        <w:tabs>
          <w:tab w:val="left" w:pos="540"/>
        </w:tabs>
        <w:ind w:left="540"/>
        <w:jc w:val="right"/>
        <w:rPr>
          <w:rFonts w:ascii="Calibri" w:hAnsi="Calibri" w:cs="Calibri"/>
        </w:rPr>
      </w:pPr>
      <w:r w:rsidRPr="0047135F">
        <w:rPr>
          <w:rFonts w:ascii="Calibri" w:hAnsi="Calibri" w:cs="Calibri"/>
        </w:rPr>
        <w:t xml:space="preserve">Załącznik Nr </w:t>
      </w:r>
      <w:smartTag w:uri="urn:schemas-microsoft-com:office:smarttags" w:element="metricconverter">
        <w:smartTagPr>
          <w:attr w:name="ProductID" w:val="1 a"/>
        </w:smartTagPr>
        <w:r w:rsidRPr="0047135F">
          <w:rPr>
            <w:rFonts w:ascii="Calibri" w:hAnsi="Calibri" w:cs="Calibri"/>
          </w:rPr>
          <w:t>1 a</w:t>
        </w:r>
      </w:smartTag>
      <w:r w:rsidRPr="0047135F">
        <w:rPr>
          <w:rFonts w:ascii="Calibri" w:hAnsi="Calibri" w:cs="Calibri"/>
        </w:rPr>
        <w:t xml:space="preserve"> do SIWZ</w:t>
      </w:r>
    </w:p>
    <w:p w:rsidR="0057380C" w:rsidRDefault="0057380C" w:rsidP="0047135F">
      <w:pPr>
        <w:tabs>
          <w:tab w:val="left" w:pos="540"/>
        </w:tabs>
        <w:ind w:left="540"/>
        <w:rPr>
          <w:rFonts w:ascii="Calibri" w:hAnsi="Calibri" w:cs="Calibri"/>
        </w:rPr>
      </w:pPr>
      <w:r w:rsidRPr="0047135F">
        <w:rPr>
          <w:rFonts w:ascii="Calibri" w:hAnsi="Calibri" w:cs="Calibri"/>
        </w:rPr>
        <w:br/>
        <w:t>………………………………………….</w:t>
      </w:r>
      <w:r w:rsidRPr="0047135F">
        <w:rPr>
          <w:rFonts w:ascii="Calibri" w:hAnsi="Calibri" w:cs="Calibri"/>
        </w:rPr>
        <w:tab/>
      </w:r>
    </w:p>
    <w:p w:rsidR="0057380C" w:rsidRPr="0047135F" w:rsidRDefault="0057380C" w:rsidP="0047135F">
      <w:pPr>
        <w:tabs>
          <w:tab w:val="left" w:pos="540"/>
          <w:tab w:val="left" w:pos="900"/>
        </w:tabs>
        <w:ind w:left="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47135F">
        <w:rPr>
          <w:rFonts w:ascii="Calibri" w:hAnsi="Calibri" w:cs="Calibri"/>
          <w:sz w:val="16"/>
          <w:szCs w:val="16"/>
        </w:rPr>
        <w:t>( pieczęć wykonawcy)</w:t>
      </w:r>
    </w:p>
    <w:p w:rsidR="0057380C" w:rsidRPr="0047135F" w:rsidRDefault="0057380C" w:rsidP="007A74F4">
      <w:pPr>
        <w:rPr>
          <w:rFonts w:ascii="Calibri" w:hAnsi="Calibri" w:cs="Calibri"/>
        </w:rPr>
      </w:pPr>
    </w:p>
    <w:p w:rsidR="0057380C" w:rsidRPr="0047135F" w:rsidRDefault="0057380C" w:rsidP="007A74F4">
      <w:pPr>
        <w:jc w:val="center"/>
        <w:rPr>
          <w:rFonts w:ascii="Calibri" w:hAnsi="Calibri" w:cs="Calibri"/>
          <w:b/>
          <w:sz w:val="24"/>
          <w:szCs w:val="24"/>
        </w:rPr>
      </w:pPr>
      <w:r w:rsidRPr="0047135F">
        <w:rPr>
          <w:rFonts w:ascii="Calibri" w:hAnsi="Calibri" w:cs="Calibri"/>
          <w:b/>
          <w:sz w:val="24"/>
          <w:szCs w:val="24"/>
        </w:rPr>
        <w:t>Wykaz cen</w:t>
      </w:r>
      <w:r>
        <w:rPr>
          <w:rFonts w:ascii="Calibri" w:hAnsi="Calibri" w:cs="Calibri"/>
          <w:b/>
          <w:sz w:val="24"/>
          <w:szCs w:val="24"/>
        </w:rPr>
        <w:t xml:space="preserve"> oferty</w:t>
      </w:r>
    </w:p>
    <w:p w:rsidR="0057380C" w:rsidRPr="0047135F" w:rsidRDefault="0057380C" w:rsidP="007A74F4">
      <w:pPr>
        <w:jc w:val="center"/>
        <w:rPr>
          <w:rFonts w:ascii="Calibri" w:hAnsi="Calibri" w:cs="Calibri"/>
          <w:b/>
        </w:rPr>
      </w:pPr>
    </w:p>
    <w:p w:rsidR="0057380C" w:rsidRPr="0047135F" w:rsidRDefault="0057380C" w:rsidP="007A74F4">
      <w:pPr>
        <w:jc w:val="both"/>
        <w:rPr>
          <w:rFonts w:ascii="Calibri" w:hAnsi="Calibri" w:cs="Calibri"/>
        </w:rPr>
      </w:pPr>
      <w:r w:rsidRPr="0047135F">
        <w:rPr>
          <w:rFonts w:ascii="Calibri" w:hAnsi="Calibri" w:cs="Calibri"/>
        </w:rPr>
        <w:t>Ja (My), niżej podpisany (ni)…………………………………………………………………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…………………………………………………….</w:t>
      </w:r>
      <w:r w:rsidRPr="0047135F">
        <w:rPr>
          <w:rFonts w:ascii="Calibri" w:hAnsi="Calibri" w:cs="Calibri"/>
        </w:rPr>
        <w:t>………..</w:t>
      </w:r>
    </w:p>
    <w:p w:rsidR="0057380C" w:rsidRPr="0047135F" w:rsidRDefault="0057380C" w:rsidP="007A74F4">
      <w:pPr>
        <w:jc w:val="both"/>
        <w:rPr>
          <w:rFonts w:ascii="Calibri" w:hAnsi="Calibri" w:cs="Calibri"/>
        </w:rPr>
      </w:pPr>
    </w:p>
    <w:p w:rsidR="0057380C" w:rsidRPr="0047135F" w:rsidRDefault="0057380C" w:rsidP="007A74F4">
      <w:pPr>
        <w:jc w:val="both"/>
        <w:rPr>
          <w:rFonts w:ascii="Calibri" w:hAnsi="Calibri" w:cs="Calibri"/>
        </w:rPr>
      </w:pPr>
    </w:p>
    <w:p w:rsidR="0057380C" w:rsidRPr="0047135F" w:rsidRDefault="0057380C" w:rsidP="007A74F4">
      <w:pPr>
        <w:jc w:val="both"/>
        <w:rPr>
          <w:rFonts w:ascii="Calibri" w:hAnsi="Calibri" w:cs="Calibri"/>
        </w:rPr>
      </w:pPr>
      <w:r w:rsidRPr="0047135F">
        <w:rPr>
          <w:rFonts w:ascii="Calibri" w:hAnsi="Calibri" w:cs="Calibri"/>
        </w:rPr>
        <w:t>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</w:t>
      </w:r>
      <w:r w:rsidRPr="0047135F">
        <w:rPr>
          <w:rFonts w:ascii="Calibri" w:hAnsi="Calibri" w:cs="Calibri"/>
        </w:rPr>
        <w:t>………………</w:t>
      </w:r>
    </w:p>
    <w:p w:rsidR="0057380C" w:rsidRPr="0047135F" w:rsidRDefault="0057380C" w:rsidP="007A74F4">
      <w:pPr>
        <w:jc w:val="center"/>
        <w:rPr>
          <w:rFonts w:ascii="Calibri" w:hAnsi="Calibri" w:cs="Calibri"/>
          <w:sz w:val="16"/>
          <w:szCs w:val="16"/>
        </w:rPr>
      </w:pPr>
      <w:r w:rsidRPr="0047135F">
        <w:rPr>
          <w:rFonts w:ascii="Calibri" w:hAnsi="Calibri" w:cs="Calibri"/>
          <w:sz w:val="16"/>
          <w:szCs w:val="16"/>
        </w:rPr>
        <w:t>(pełna nazwa wykonawcy)</w:t>
      </w:r>
    </w:p>
    <w:p w:rsidR="0057380C" w:rsidRPr="0047135F" w:rsidRDefault="0057380C" w:rsidP="007A74F4">
      <w:pPr>
        <w:jc w:val="both"/>
        <w:rPr>
          <w:rFonts w:ascii="Calibri" w:hAnsi="Calibri" w:cs="Calibri"/>
        </w:rPr>
      </w:pPr>
    </w:p>
    <w:p w:rsidR="0057380C" w:rsidRPr="0047135F" w:rsidRDefault="0057380C" w:rsidP="007A74F4">
      <w:pPr>
        <w:jc w:val="both"/>
        <w:rPr>
          <w:rFonts w:ascii="Calibri" w:hAnsi="Calibri" w:cs="Calibri"/>
        </w:rPr>
      </w:pPr>
      <w:r w:rsidRPr="0047135F">
        <w:rPr>
          <w:rFonts w:ascii="Calibri" w:hAnsi="Calibri" w:cs="Calibri"/>
        </w:rPr>
        <w:t>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……………………………………………………………….</w:t>
      </w:r>
      <w:r w:rsidRPr="0047135F">
        <w:rPr>
          <w:rFonts w:ascii="Calibri" w:hAnsi="Calibri" w:cs="Calibri"/>
        </w:rPr>
        <w:t>……………………</w:t>
      </w:r>
    </w:p>
    <w:p w:rsidR="0057380C" w:rsidRPr="0047135F" w:rsidRDefault="0057380C" w:rsidP="007A74F4">
      <w:pPr>
        <w:jc w:val="center"/>
        <w:rPr>
          <w:rFonts w:ascii="Calibri" w:hAnsi="Calibri" w:cs="Calibri"/>
          <w:sz w:val="16"/>
          <w:szCs w:val="16"/>
        </w:rPr>
      </w:pPr>
      <w:r w:rsidRPr="0047135F">
        <w:rPr>
          <w:rFonts w:ascii="Calibri" w:hAnsi="Calibri" w:cs="Calibri"/>
          <w:sz w:val="16"/>
          <w:szCs w:val="16"/>
        </w:rPr>
        <w:t>(adres siedziby wykonawcy)</w:t>
      </w:r>
    </w:p>
    <w:p w:rsidR="0057380C" w:rsidRPr="0047135F" w:rsidRDefault="0057380C" w:rsidP="00D6153F">
      <w:pPr>
        <w:rPr>
          <w:rFonts w:ascii="Calibri" w:hAnsi="Calibri" w:cs="Calibri"/>
        </w:rPr>
      </w:pPr>
    </w:p>
    <w:p w:rsidR="0057380C" w:rsidRDefault="0057380C" w:rsidP="0047135F">
      <w:pPr>
        <w:jc w:val="center"/>
        <w:rPr>
          <w:rFonts w:ascii="Calibri" w:hAnsi="Calibri" w:cs="Calibri"/>
          <w:b/>
          <w:bCs/>
          <w:iCs/>
        </w:rPr>
      </w:pPr>
      <w:r w:rsidRPr="0047135F">
        <w:rPr>
          <w:rFonts w:ascii="Calibri" w:hAnsi="Calibri" w:cs="Calibri"/>
        </w:rPr>
        <w:t>W odpowiedzi na ogłoszenie o przetargu nieograniczonym dla zadania inwestycyjnego pn.</w:t>
      </w:r>
      <w:r w:rsidRPr="0047135F">
        <w:rPr>
          <w:rFonts w:ascii="Calibri" w:hAnsi="Calibri" w:cs="Calibri"/>
          <w:b/>
          <w:bCs/>
          <w:iCs/>
        </w:rPr>
        <w:t xml:space="preserve"> </w:t>
      </w:r>
      <w:bookmarkStart w:id="0" w:name="_Hlk516835366"/>
    </w:p>
    <w:p w:rsidR="0057380C" w:rsidRDefault="0057380C" w:rsidP="0047135F">
      <w:pPr>
        <w:jc w:val="center"/>
        <w:rPr>
          <w:rFonts w:ascii="Calibri" w:hAnsi="Calibri" w:cs="Calibri"/>
          <w:b/>
          <w:bCs/>
          <w:iCs/>
        </w:rPr>
      </w:pPr>
    </w:p>
    <w:p w:rsidR="0057380C" w:rsidRPr="0047135F" w:rsidRDefault="0057380C" w:rsidP="0047135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7135F">
        <w:rPr>
          <w:rFonts w:ascii="Calibri" w:hAnsi="Calibri" w:cs="Calibri"/>
          <w:b/>
          <w:bCs/>
          <w:sz w:val="22"/>
          <w:szCs w:val="22"/>
        </w:rPr>
        <w:t>Termomodernizacja obiektu Domu Pomocy Społecznej w Trzcińsku Zdrój realizowana w formule “zaprojektuj i wybuduj”</w:t>
      </w:r>
      <w:bookmarkEnd w:id="0"/>
    </w:p>
    <w:p w:rsidR="0057380C" w:rsidRPr="0047135F" w:rsidRDefault="0057380C" w:rsidP="0047135F">
      <w:pPr>
        <w:jc w:val="both"/>
        <w:rPr>
          <w:rFonts w:ascii="Calibri" w:hAnsi="Calibri" w:cs="Calibri"/>
          <w:bCs/>
          <w:color w:val="000000"/>
          <w:spacing w:val="-3"/>
        </w:rPr>
      </w:pPr>
      <w:r w:rsidRPr="0047135F">
        <w:rPr>
          <w:rFonts w:ascii="Calibri" w:hAnsi="Calibri" w:cs="Calibri"/>
          <w:i/>
          <w:iCs/>
          <w:spacing w:val="2"/>
        </w:rPr>
        <w:t xml:space="preserve"> </w:t>
      </w:r>
    </w:p>
    <w:p w:rsidR="0057380C" w:rsidRPr="0047135F" w:rsidRDefault="0057380C" w:rsidP="007A74F4">
      <w:pPr>
        <w:rPr>
          <w:rFonts w:ascii="Calibri" w:hAnsi="Calibri" w:cs="Calibri"/>
          <w:bCs/>
          <w:color w:val="000000"/>
          <w:spacing w:val="-3"/>
        </w:rPr>
      </w:pPr>
      <w:r w:rsidRPr="0047135F">
        <w:rPr>
          <w:rFonts w:ascii="Calibri" w:hAnsi="Calibri" w:cs="Calibri"/>
          <w:bCs/>
          <w:color w:val="000000"/>
          <w:spacing w:val="-3"/>
        </w:rPr>
        <w:t>Składam(y) niniejszy wykaz cen</w:t>
      </w:r>
      <w:r>
        <w:rPr>
          <w:rFonts w:ascii="Calibri" w:hAnsi="Calibri" w:cs="Calibri"/>
          <w:bCs/>
          <w:color w:val="000000"/>
          <w:spacing w:val="-3"/>
        </w:rPr>
        <w:t>, zgodnie z zapisami pkt. XVIII SIWZ</w:t>
      </w:r>
      <w:r w:rsidRPr="0047135F">
        <w:rPr>
          <w:rFonts w:ascii="Calibri" w:hAnsi="Calibri" w:cs="Calibri"/>
          <w:bCs/>
          <w:color w:val="000000"/>
          <w:spacing w:val="-3"/>
        </w:rPr>
        <w:t>:</w:t>
      </w:r>
    </w:p>
    <w:p w:rsidR="0057380C" w:rsidRPr="0047135F" w:rsidRDefault="0057380C" w:rsidP="007A74F4">
      <w:pPr>
        <w:rPr>
          <w:rFonts w:ascii="Calibri" w:hAnsi="Calibri" w:cs="Calibri"/>
          <w:bCs/>
          <w:color w:val="000000"/>
          <w:spacing w:val="-3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0A0"/>
      </w:tblPr>
      <w:tblGrid>
        <w:gridCol w:w="762"/>
        <w:gridCol w:w="4066"/>
        <w:gridCol w:w="2217"/>
        <w:gridCol w:w="2427"/>
      </w:tblGrid>
      <w:tr w:rsidR="0057380C" w:rsidRPr="0047135F" w:rsidTr="0047135F">
        <w:trPr>
          <w:trHeight w:val="24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 xml:space="preserve">Pozycja 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Opis etapu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7380C" w:rsidRPr="0047135F" w:rsidRDefault="0057380C" w:rsidP="00164FA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% udział w wartości zamówienia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 xml:space="preserve">Wartość netto </w:t>
            </w:r>
          </w:p>
        </w:tc>
      </w:tr>
      <w:tr w:rsidR="0057380C" w:rsidRPr="0047135F" w:rsidTr="0047135F">
        <w:trPr>
          <w:trHeight w:val="31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57380C" w:rsidRPr="0047135F" w:rsidRDefault="0057380C" w:rsidP="00164FA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57380C" w:rsidRPr="0047135F" w:rsidRDefault="0057380C" w:rsidP="00164FA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57380C" w:rsidRPr="0047135F" w:rsidRDefault="0057380C" w:rsidP="00164FA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</w:tr>
      <w:tr w:rsidR="0057380C" w:rsidRPr="0047135F" w:rsidTr="0047135F">
        <w:trPr>
          <w:trHeight w:val="120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C1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380C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</w:p>
          <w:p w:rsidR="0057380C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 xml:space="preserve">Wykonanie kompletnej dokumentacji projektowo-kosztorysowej oraz uzyskanie </w:t>
            </w:r>
            <w:r w:rsidRPr="0047135F">
              <w:rPr>
                <w:rFonts w:ascii="Calibri" w:hAnsi="Calibri" w:cs="Calibri"/>
                <w:color w:val="000000"/>
              </w:rPr>
              <w:br/>
              <w:t xml:space="preserve">w imieniu Zamawiającego ostatecznej decyzji o pozwoleniu na budowę </w:t>
            </w:r>
          </w:p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……………(max. 3</w:t>
            </w:r>
            <w:r w:rsidRPr="0047135F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0</w:t>
            </w:r>
            <w:r w:rsidRPr="0047135F">
              <w:rPr>
                <w:rFonts w:ascii="Calibri" w:hAnsi="Calibri" w:cs="Calibri"/>
                <w:color w:val="000000"/>
              </w:rPr>
              <w:t>0%</w:t>
            </w:r>
            <w:r>
              <w:rPr>
                <w:rFonts w:ascii="Calibri" w:hAnsi="Calibri" w:cs="Calibri"/>
                <w:color w:val="000000"/>
              </w:rPr>
              <w:t xml:space="preserve"> )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7380C" w:rsidRPr="0047135F" w:rsidTr="0047135F">
        <w:trPr>
          <w:trHeight w:val="150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C2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spacing w:after="24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robót budowlanych oraz uzyskanie w imieniu Zamawiającego pozwoleń i zgód umożliwiających użytkowanie rezultatu przeprowadzonych robót budowlanych</w:t>
            </w:r>
            <w:r w:rsidRPr="0047135F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……………...(min.96,5%)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7380C" w:rsidRPr="0047135F" w:rsidTr="0047135F">
        <w:trPr>
          <w:trHeight w:val="90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C3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 xml:space="preserve">Sprawowanie nadzoru autorskiego  </w:t>
            </w:r>
            <w:r w:rsidRPr="0047135F">
              <w:rPr>
                <w:rFonts w:ascii="Calibri" w:hAnsi="Calibri" w:cs="Calibri"/>
                <w:color w:val="000000"/>
              </w:rPr>
              <w:br/>
              <w:t xml:space="preserve">w trakcie realizowanych robót budowlanych, prowadzonych na podstawie dokumentacji projektowo – kosztorysowej 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……………. (max. </w:t>
            </w:r>
            <w:r w:rsidRPr="0047135F">
              <w:rPr>
                <w:rFonts w:ascii="Calibri" w:hAnsi="Calibri" w:cs="Calibri"/>
                <w:color w:val="000000"/>
              </w:rPr>
              <w:t>0,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Pr="0047135F">
              <w:rPr>
                <w:rFonts w:ascii="Calibri" w:hAnsi="Calibri" w:cs="Calibri"/>
                <w:color w:val="000000"/>
              </w:rPr>
              <w:t>0%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7380C" w:rsidRPr="0047135F" w:rsidTr="0047135F">
        <w:trPr>
          <w:trHeight w:val="674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Razem C1 + C2 + C3</w:t>
            </w:r>
          </w:p>
        </w:tc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7380C" w:rsidRPr="0047135F" w:rsidTr="0047135F">
        <w:trPr>
          <w:trHeight w:val="557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>Podatek VAT</w:t>
            </w:r>
          </w:p>
        </w:tc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7380C" w:rsidRPr="0047135F" w:rsidTr="0047135F">
        <w:trPr>
          <w:trHeight w:val="67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7135F">
              <w:rPr>
                <w:rFonts w:ascii="Calibri" w:hAnsi="Calibri" w:cs="Calibri"/>
                <w:b/>
                <w:bCs/>
                <w:color w:val="000000"/>
              </w:rPr>
              <w:t xml:space="preserve">RAZEM BRUTTO </w:t>
            </w:r>
            <w:r w:rsidRPr="0047135F">
              <w:rPr>
                <w:rFonts w:ascii="Calibri" w:hAnsi="Calibri" w:cs="Calibri"/>
                <w:b/>
                <w:bCs/>
                <w:color w:val="000000"/>
              </w:rPr>
              <w:br/>
            </w:r>
            <w:r w:rsidRPr="0047135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 z podatkiem VAT)</w:t>
            </w:r>
          </w:p>
        </w:tc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380C" w:rsidRPr="0047135F" w:rsidRDefault="0057380C" w:rsidP="00164FA5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</w:rPr>
            </w:pPr>
            <w:r w:rsidRPr="0047135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57380C" w:rsidRPr="0047135F" w:rsidRDefault="0057380C" w:rsidP="007A74F4">
      <w:pPr>
        <w:rPr>
          <w:rFonts w:ascii="Calibri" w:hAnsi="Calibri" w:cs="Calibri"/>
        </w:rPr>
      </w:pPr>
      <w:r>
        <w:rPr>
          <w:rFonts w:ascii="Calibri" w:hAnsi="Calibri" w:cs="Calibri"/>
        </w:rPr>
        <w:t>Suma wartości netto oraz brutto określone  w kolumnie 4 musza być zgodne z formularzem ofertowym.</w:t>
      </w:r>
    </w:p>
    <w:p w:rsidR="0057380C" w:rsidRDefault="0057380C" w:rsidP="007A74F4">
      <w:pPr>
        <w:rPr>
          <w:rFonts w:ascii="Calibri" w:hAnsi="Calibri" w:cs="Calibri"/>
        </w:rPr>
      </w:pPr>
    </w:p>
    <w:p w:rsidR="0057380C" w:rsidRPr="0047135F" w:rsidRDefault="0057380C" w:rsidP="007A74F4">
      <w:pPr>
        <w:rPr>
          <w:rFonts w:ascii="Calibri" w:hAnsi="Calibri" w:cs="Calibri"/>
        </w:rPr>
      </w:pPr>
    </w:p>
    <w:p w:rsidR="0057380C" w:rsidRPr="0047135F" w:rsidRDefault="0057380C" w:rsidP="0047135F">
      <w:pPr>
        <w:tabs>
          <w:tab w:val="left" w:pos="5040"/>
        </w:tabs>
        <w:rPr>
          <w:rFonts w:ascii="Calibri" w:hAnsi="Calibri" w:cs="Calibri"/>
        </w:rPr>
      </w:pPr>
      <w:r w:rsidRPr="0047135F">
        <w:rPr>
          <w:rFonts w:ascii="Calibri" w:hAnsi="Calibri" w:cs="Calibri"/>
        </w:rPr>
        <w:t>…………………dn ………………………</w:t>
      </w:r>
      <w:r>
        <w:rPr>
          <w:rFonts w:ascii="Calibri" w:hAnsi="Calibri" w:cs="Calibri"/>
        </w:rPr>
        <w:tab/>
      </w:r>
      <w:r w:rsidRPr="0047135F">
        <w:rPr>
          <w:rFonts w:ascii="Calibri" w:hAnsi="Calibri" w:cs="Calibri"/>
        </w:rPr>
        <w:t>…………………………………</w:t>
      </w:r>
      <w:r>
        <w:rPr>
          <w:rFonts w:ascii="Calibri" w:hAnsi="Calibri" w:cs="Calibri"/>
        </w:rPr>
        <w:t>…………………………………….</w:t>
      </w:r>
      <w:r w:rsidRPr="0047135F">
        <w:rPr>
          <w:rFonts w:ascii="Calibri" w:hAnsi="Calibri" w:cs="Calibri"/>
        </w:rPr>
        <w:t>…..</w:t>
      </w:r>
    </w:p>
    <w:p w:rsidR="0057380C" w:rsidRPr="0047135F" w:rsidRDefault="0057380C" w:rsidP="00D6153F">
      <w:pPr>
        <w:ind w:left="4956"/>
        <w:jc w:val="center"/>
        <w:rPr>
          <w:rFonts w:ascii="Calibri" w:hAnsi="Calibri" w:cs="Calibri"/>
          <w:sz w:val="16"/>
          <w:szCs w:val="16"/>
        </w:rPr>
      </w:pPr>
      <w:r w:rsidRPr="0047135F">
        <w:rPr>
          <w:rFonts w:ascii="Calibri" w:hAnsi="Calibri" w:cs="Calibri"/>
          <w:sz w:val="16"/>
          <w:szCs w:val="16"/>
        </w:rPr>
        <w:t>(podpis(y) osób uprawnionych do reprezentacji         wykonawcy, w przypadku oferty wspólnej- podpis pełnomocnika wykonawców)</w:t>
      </w:r>
    </w:p>
    <w:sectPr w:rsidR="0057380C" w:rsidRPr="0047135F" w:rsidSect="0047135F">
      <w:headerReference w:type="default" r:id="rId6"/>
      <w:pgSz w:w="11906" w:h="16838"/>
      <w:pgMar w:top="1258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80C" w:rsidRDefault="0057380C">
      <w:r>
        <w:separator/>
      </w:r>
    </w:p>
  </w:endnote>
  <w:endnote w:type="continuationSeparator" w:id="0">
    <w:p w:rsidR="0057380C" w:rsidRDefault="00573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80C" w:rsidRDefault="0057380C">
      <w:r>
        <w:separator/>
      </w:r>
    </w:p>
  </w:footnote>
  <w:footnote w:type="continuationSeparator" w:id="0">
    <w:p w:rsidR="0057380C" w:rsidRDefault="00573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80C" w:rsidRDefault="0057380C" w:rsidP="0047135F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81pt;height:37.5pt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4F4"/>
    <w:rsid w:val="000D6B6A"/>
    <w:rsid w:val="00110256"/>
    <w:rsid w:val="00116E83"/>
    <w:rsid w:val="001551BC"/>
    <w:rsid w:val="00164FA5"/>
    <w:rsid w:val="001E12AA"/>
    <w:rsid w:val="002E2689"/>
    <w:rsid w:val="003B069A"/>
    <w:rsid w:val="00400F08"/>
    <w:rsid w:val="00425AA5"/>
    <w:rsid w:val="0047135F"/>
    <w:rsid w:val="0054504E"/>
    <w:rsid w:val="0057380C"/>
    <w:rsid w:val="00580357"/>
    <w:rsid w:val="00760A20"/>
    <w:rsid w:val="007A74F4"/>
    <w:rsid w:val="0080270F"/>
    <w:rsid w:val="00817ACD"/>
    <w:rsid w:val="00985CCA"/>
    <w:rsid w:val="00A80181"/>
    <w:rsid w:val="00C1683D"/>
    <w:rsid w:val="00C8319B"/>
    <w:rsid w:val="00CD1A15"/>
    <w:rsid w:val="00D6153F"/>
    <w:rsid w:val="00D61732"/>
    <w:rsid w:val="00D91C4D"/>
    <w:rsid w:val="00DF7551"/>
    <w:rsid w:val="00E365DC"/>
    <w:rsid w:val="00E63943"/>
    <w:rsid w:val="00E77830"/>
    <w:rsid w:val="00ED75A6"/>
    <w:rsid w:val="00F13A90"/>
    <w:rsid w:val="00F851E6"/>
    <w:rsid w:val="00F9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4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7135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7551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7135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F755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227</Words>
  <Characters>1366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mpiotr</dc:creator>
  <cp:keywords/>
  <dc:description/>
  <cp:lastModifiedBy>mwypchlo1</cp:lastModifiedBy>
  <cp:revision>7</cp:revision>
  <dcterms:created xsi:type="dcterms:W3CDTF">2018-01-22T10:12:00Z</dcterms:created>
  <dcterms:modified xsi:type="dcterms:W3CDTF">2018-06-29T06:45:00Z</dcterms:modified>
</cp:coreProperties>
</file>