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4BC" w:rsidRPr="00260A05" w:rsidRDefault="00E444BC" w:rsidP="00260A05">
      <w:pPr>
        <w:ind w:left="720" w:hanging="360"/>
        <w:jc w:val="center"/>
        <w:textAlignment w:val="auto"/>
        <w:rPr>
          <w:b/>
        </w:rPr>
      </w:pPr>
      <w:r w:rsidRPr="00260A05">
        <w:rPr>
          <w:b/>
        </w:rPr>
        <w:t>Opis przedmiotu zamówienia – załącznik nr 7 do SIWZ</w:t>
      </w:r>
      <w:bookmarkStart w:id="0" w:name="_GoBack"/>
      <w:bookmarkEnd w:id="0"/>
    </w:p>
    <w:p w:rsidR="00E444BC" w:rsidRDefault="00E444BC" w:rsidP="00A54FAB">
      <w:pPr>
        <w:pStyle w:val="Standard"/>
        <w:numPr>
          <w:ilvl w:val="0"/>
          <w:numId w:val="1"/>
        </w:numPr>
        <w:jc w:val="both"/>
      </w:pPr>
      <w:r>
        <w:t>Bezprzewodowy system dyskusyjny musi składa się z Access Point, paneli dyskusyjnych z opcją głosowania dla radnych i przewodniczącego, mikrofonu, ładowarek , walizek transportowych oraz niezbędnego oprogramowania w języku polskim.</w:t>
      </w:r>
    </w:p>
    <w:p w:rsidR="00E444BC" w:rsidRDefault="00E444BC" w:rsidP="00A54FAB">
      <w:pPr>
        <w:pStyle w:val="Standard"/>
        <w:numPr>
          <w:ilvl w:val="0"/>
          <w:numId w:val="1"/>
        </w:numPr>
        <w:jc w:val="both"/>
      </w:pPr>
      <w:r>
        <w:t xml:space="preserve">Bezprzewodowy punkt dostępowy, musi pracować  w pasmach 2,4 i 5GHz, , posiadać skaner wolnych częstotliwości. Jeden Acces Point powinien obsłużyć minimum 2000 paneli dyskusyjnych, jawne oraz nie jawne głosowanie i minimum 6 otwartych mikrofonów oraz tłumaczenia symultaniczne (minimum 4 tłumaczone kanały). Posiadać obudowę pozwalającą zamocować urządzenie w dowolnym miejscu (ściana, sufit, podłoga, stół). Urządzenie centralne powinno być zasilane po POE (power on Ethernet). Urządzenie powinno mieć możliwość na łączenie się z systemami bezprzewodowymi oraz przewodowymi. Acces Point powinien mieć możliwość na połączenie z systemem naprowadzania kamer. Zasięg jednego punktu dostępowego to minimum </w:t>
      </w:r>
      <w:smartTag w:uri="urn:schemas-microsoft-com:office:smarttags" w:element="metricconverter">
        <w:smartTagPr>
          <w:attr w:name="ProductID" w:val="30 metrów"/>
        </w:smartTagPr>
        <w:r>
          <w:t>30 metrów</w:t>
        </w:r>
      </w:smartTag>
      <w:r>
        <w:t>. Access Point musi być sterowany po IP, posiadać wbudowany WEB SERVER w języku polskim. Web server musi pozwolić operatorowi na zarządzanie konferencją w zakresie: przypisanie imion i nazwisk do miejsc, sprawdzanie poziomu naładowania baterii, jakości sygnału na każdym ze stanowisk radnych, wybrać częstotliwość pracy, ustawić czułość mikrofonu oraz poziom dźwięku w głośnikach, wybrać rodzaj dyskusji, oraz wybór włączenia mikrofonu (minimum 4 rodzaje – bezpośredni dostęp, aktywacja głosem, zapytanie o głos oraz FIFO).</w:t>
      </w:r>
    </w:p>
    <w:p w:rsidR="00E444BC" w:rsidRDefault="00E444BC" w:rsidP="00A54FAB">
      <w:pPr>
        <w:pStyle w:val="Standard"/>
        <w:numPr>
          <w:ilvl w:val="0"/>
          <w:numId w:val="1"/>
        </w:numPr>
        <w:jc w:val="both"/>
      </w:pPr>
      <w:r>
        <w:t xml:space="preserve">Panele dyskusyjne powinny być wykonane z matowego czarnego plastiku, co sprawi iż nie widać na nich będzie odcisków palców. Posiada wbudowany głośnik, pracujący w minimalnym zakresie audio 16bit, 32kHz, oraz z bardzo niskim opóźnieniem maksymalnie 20 ms. Panele muszą być wyposażone w włącznik/wyłącznik mikrofonu, trzy klawisze do głosowania, czytnik kart RFID w celu identyfikacji radnego, klawisze zarządzające poziomem dźwięku w słuchawkach, dodatkowo panel przewodniczącego musi posiada dwa klawisze pozwalając dodać radnego do dyskusji lub odebrać mu głos. Każdy panel musi być wyposażony w dwa złącza słuchawkowe Jack </w:t>
      </w:r>
      <w:smartTag w:uri="urn:schemas-microsoft-com:office:smarttags" w:element="metricconverter">
        <w:smartTagPr>
          <w:attr w:name="ProductID" w:val="3,5 mm"/>
        </w:smartTagPr>
        <w:r>
          <w:t>3,5 mm</w:t>
        </w:r>
      </w:smartTag>
      <w:r>
        <w:t xml:space="preserve">. Mikrofon o minimum długości </w:t>
      </w:r>
      <w:smartTag w:uri="urn:schemas-microsoft-com:office:smarttags" w:element="metricconverter">
        <w:smartTagPr>
          <w:attr w:name="ProductID" w:val="40 cm"/>
        </w:smartTagPr>
        <w:r>
          <w:t>40 cm</w:t>
        </w:r>
      </w:smartTag>
      <w:r>
        <w:t>, wyposażony w podwójne diody podświetlenia, zieloną gdy radny zgłasza się do dyskusji oraz czerwoną gdy jest dopuszczony do głosu. Mikrofon musi posiada zabezpieczenie przeciw zakłóceniom GSM. Litowo-jonowe baterie ma ładować się z całkowitego wyczerpania do maksymalnie 4 godzin, czas pracy na jednej baterii to minimum 28 godzin.</w:t>
      </w:r>
    </w:p>
    <w:p w:rsidR="00E444BC" w:rsidRDefault="00E444BC" w:rsidP="00A54FAB">
      <w:pPr>
        <w:pStyle w:val="Standard"/>
        <w:numPr>
          <w:ilvl w:val="0"/>
          <w:numId w:val="1"/>
        </w:numPr>
        <w:jc w:val="both"/>
      </w:pPr>
      <w:r>
        <w:t>Ładowarka do systemu ma być wielkości maksymalnie 3U i być w stanie w jednym czasie ładować minimum 6 baterii, oraz posiadać możliwość połączenia 8 ładowarek w daisy chain. Pobór mocy jednej ładowarki to maksimum 200W.</w:t>
      </w:r>
    </w:p>
    <w:p w:rsidR="00E444BC" w:rsidRDefault="00E444BC" w:rsidP="00A54FAB">
      <w:pPr>
        <w:pStyle w:val="Standard"/>
        <w:numPr>
          <w:ilvl w:val="0"/>
          <w:numId w:val="1"/>
        </w:numPr>
        <w:jc w:val="both"/>
      </w:pPr>
      <w:r>
        <w:t>Waliza transportowa jest wstanie pomieścić minimum 12 pulpitów dyskusyjnych wraz z bateriami, 12 mikrofonów, jeden punkt dostępowy, oraz dwie ładowarki. Waliza musi być zaprojektowana do częstego użytkowania i bezpiecznego transportu. Musi mieć kilka uchwytów i wysokiej jakości wózek, dzięki czemu łatwo i wygodnie przejść z jednego miejsca do drugiego, bądź po prostu przechowywać sprzęt.</w:t>
      </w:r>
    </w:p>
    <w:p w:rsidR="00E444BC" w:rsidRDefault="00E444BC" w:rsidP="00A54FAB">
      <w:pPr>
        <w:pStyle w:val="Standard"/>
        <w:numPr>
          <w:ilvl w:val="0"/>
          <w:numId w:val="1"/>
        </w:numPr>
        <w:jc w:val="both"/>
      </w:pPr>
      <w:r>
        <w:t>Oprogramowanie w języku polskim musi pozwolić na moderowanie debaty. Dopuszczanie radnych do głosu lub odbieranie im go. Przygotowanie agendy, przypisanie imion i nazwisk do stanowisk. Rozpoczęcie i zakończenie głosowania, ustawienie czasu głosowań oraz definiowanie kto może uczestniczyć w głosowaniu i jaka będzie waga jego głosu. Oprogramowanie musi pozwolić na wyświetlanie wyników na dodatkowych wyświetlaczach. Dodatkową funkcjonalnością będzie przypisywanie radnych do kart RFID.</w:t>
      </w:r>
    </w:p>
    <w:p w:rsidR="00E444BC" w:rsidRDefault="00E444BC">
      <w:pPr>
        <w:pStyle w:val="Standard"/>
        <w:jc w:val="center"/>
        <w:rPr>
          <w:b/>
          <w:sz w:val="32"/>
        </w:rPr>
      </w:pPr>
      <w:r>
        <w:rPr>
          <w:b/>
          <w:sz w:val="32"/>
        </w:rPr>
        <w:t>Minimalne wymagania</w:t>
      </w:r>
    </w:p>
    <w:p w:rsidR="00E444BC" w:rsidRDefault="00E444BC" w:rsidP="00A54FAB">
      <w:pPr>
        <w:pStyle w:val="Standard"/>
        <w:numPr>
          <w:ilvl w:val="0"/>
          <w:numId w:val="2"/>
        </w:numPr>
      </w:pPr>
      <w:r>
        <w:t xml:space="preserve">Access Point – </w:t>
      </w:r>
      <w:r>
        <w:rPr>
          <w:b/>
        </w:rPr>
        <w:t>1 szt.</w:t>
      </w:r>
    </w:p>
    <w:tbl>
      <w:tblPr>
        <w:tblW w:w="8887" w:type="dxa"/>
        <w:tblInd w:w="-103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82"/>
        <w:gridCol w:w="3544"/>
        <w:gridCol w:w="4961"/>
      </w:tblGrid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Pasmo działania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2,4 i 5 GHz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Skaner wolnych częstotliwości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Zasięg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smartTag w:uri="urn:schemas-microsoft-com:office:smarttags" w:element="metricconverter">
              <w:smartTagPr>
                <w:attr w:name="ProductID" w:val="30 metrów"/>
              </w:smartTagPr>
              <w:r>
                <w:rPr>
                  <w:lang w:eastAsia="pl-PL"/>
                </w:rPr>
                <w:t>30 metrów</w:t>
              </w:r>
            </w:smartTag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Działanie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Maksymalnie 2048 pulpitów na jednym access point,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Wsparcie dla systemu z głosowaniem oraz tłumaczeniami symultanicznymi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Minimum 6 pulpitów działających w tym samym czasie (6 radnych może rozmawiać w tym samym czasie),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Wsparcie dla obsługi mikrofonów: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Bezpośredni dostęp, aktywacja głosem, prośba o głos, grupowanie.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Możliwość łączenia z przewodowym systemem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TAK, tworzenie systemów hybrydowych, przewodowe z bezprzewodowymi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Zabezpieczenie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Szyfrowanie 128 bitowym kluczem, AES enskrypcja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Kolor obudowy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Biały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Ilość anten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Podświetlenie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Dwie diody pokazujące aktywność systemu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Komunikacja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1x zbalansowane audio wejście Jack  6,3mm, 1x zbalansowane audio wyjście Jack 6,3mm, 1x RJ45 do komunikacji Lan, 1x RJ45 wejście do połączenia z jednostką centralną,  1x RJ45 do połączenia z kolejnym access point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Rodzaj obudowy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Obudowa metalowa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Mocowanie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Możliwość przymocowania do stołu, ścian, sufitu lub podług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Wymiary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Szerokość  250mm, głębokość 2555mm, wysokość 40mm, waga 1250g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Sterowanie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IP, serwer www (w języku polskim),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 web serwera ( sprawdzenie jakości połączenia, poziomu naładowania baterii, przypisanie nazw do miejsc, zarządzanie mikrofonami, sterowanie wszystkimi kamerami PTZ, połączenie z audio i wideo konferencją.</w:t>
            </w:r>
          </w:p>
        </w:tc>
      </w:tr>
      <w:tr w:rsidR="00E444BC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Temperatura pracy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5-50*C</w:t>
            </w:r>
          </w:p>
        </w:tc>
      </w:tr>
    </w:tbl>
    <w:p w:rsidR="00E444BC" w:rsidRDefault="00E444BC">
      <w:pPr>
        <w:pStyle w:val="Standard"/>
      </w:pPr>
    </w:p>
    <w:p w:rsidR="00E444BC" w:rsidRDefault="00E444BC" w:rsidP="00A54FAB">
      <w:pPr>
        <w:pStyle w:val="Standard"/>
        <w:numPr>
          <w:ilvl w:val="0"/>
          <w:numId w:val="2"/>
        </w:numPr>
      </w:pPr>
      <w:r>
        <w:t xml:space="preserve">Pulpit przewodniczącego/radnego – </w:t>
      </w:r>
      <w:r>
        <w:rPr>
          <w:b/>
        </w:rPr>
        <w:t>24 szt.</w:t>
      </w:r>
    </w:p>
    <w:tbl>
      <w:tblPr>
        <w:tblW w:w="8894" w:type="dxa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83"/>
        <w:gridCol w:w="3542"/>
        <w:gridCol w:w="4969"/>
      </w:tblGrid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Wymiary urządzenia 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Szerokość 250mm; wysokość  90mm; długość </w:t>
            </w:r>
            <w:smartTag w:uri="urn:schemas-microsoft-com:office:smarttags" w:element="metricconverter">
              <w:smartTagPr>
                <w:attr w:name="ProductID" w:val="150 mm"/>
              </w:smartTagPr>
              <w:r>
                <w:rPr>
                  <w:lang w:eastAsia="pl-PL"/>
                </w:rPr>
                <w:t>150 mm</w:t>
              </w:r>
            </w:smartTag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Rodzaj wyświetlaczy: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oLED (tylko do wyświetlania wyników głosowania)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Ilość wyświetlaczy: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Wyjście na słuchawki: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2x gniazdo Jack 3,5mm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Wbudowany głośnik: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 – z automatycznym wyciszeniem po włączeniu mikrofonu, moc głośnika minimum 4W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Regulacja głośności 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Dwa przyciski „+” i „-‘’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Wybór podjęcia decyzji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Trzy przyciski (za, przeciw, wstrzymał się od głosu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Włączanie i wyłączanie mikrofonu: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Jeden przycisk oraz 2 diody sygnalizujące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Łączenie systemów przewodowych z bezprzewodowymi: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TAK, można łączyć systemy przewodowe z bezprzewodowymi  tworząc jeszcze większe systemy.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10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Zasilanie: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Akumulator (minimum 28h na jednym naładowaniu), po dwóch minutach bez zasięgu, pulpit przechodzi w stan wstrzymania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Temperatura pracy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-5 do 55*C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</w:pPr>
            <w:r>
              <w:rPr>
                <w:lang w:val="en-US" w:eastAsia="pl-PL"/>
              </w:rPr>
              <w:t>Temperatura ładowania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0 do 45*C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</w:pPr>
            <w:r>
              <w:rPr>
                <w:lang w:val="en-US" w:eastAsia="pl-PL"/>
              </w:rPr>
              <w:t>Złącze mikrofonowe: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TAK, 5 pinowe złącze Screw Lock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Kolor obudowy: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RAL 9011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Poziom naładowania baterii, sygnalizuję migająca czerwona dioda z częstotliwością: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4h pozostało: 1 Hz miga 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2h pozostało: 2 Hz miga 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1h pozostały: 4 Hz miga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16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Informacja o stanie połączenia, sygnalizuję niebieska dioda 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Połączenie – dioda wyłączona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Niska jakość połączenia – dioda miga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Poza zasięgiem – dioda miga w urządzeniu i mikrofonie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17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Czytnik kart RFID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 w:rsidP="00DB0841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 tyłu obudowy miejsce na włożenie kart do identyfikacji radnego (karta ma na celu identyfikowanie radnego, dopuszczenie do głosowania jawnego i niejawnego)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E444BC" w:rsidRDefault="00E444BC" w:rsidP="004211C3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 w:rsidP="004211C3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Dodatkowe funkcje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 w:rsidP="004211C3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Dodatkowo pulpit przewodniczącego posiada przycisk priorytetu oraz następny w kolejce.</w:t>
            </w:r>
          </w:p>
        </w:tc>
      </w:tr>
    </w:tbl>
    <w:p w:rsidR="00E444BC" w:rsidRDefault="00E444BC" w:rsidP="004211C3">
      <w:pPr>
        <w:pStyle w:val="Standard"/>
        <w:spacing w:after="0" w:line="240" w:lineRule="auto"/>
      </w:pPr>
    </w:p>
    <w:p w:rsidR="00E444BC" w:rsidRDefault="00E444BC" w:rsidP="00A54FAB">
      <w:pPr>
        <w:pStyle w:val="Standard"/>
        <w:numPr>
          <w:ilvl w:val="0"/>
          <w:numId w:val="2"/>
        </w:numPr>
      </w:pPr>
      <w:r>
        <w:t xml:space="preserve">Mikrofon – </w:t>
      </w:r>
      <w:r>
        <w:rPr>
          <w:b/>
        </w:rPr>
        <w:t>24 szt.</w:t>
      </w:r>
    </w:p>
    <w:tbl>
      <w:tblPr>
        <w:tblW w:w="8880" w:type="dxa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83"/>
        <w:gridCol w:w="3514"/>
        <w:gridCol w:w="4983"/>
      </w:tblGrid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Długość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40cm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Możliwość zabezpieczenia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Złącze Screwlock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Zabezpieczenie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Mikrofon odporny na zakłócenia wywołane urządzeniami GSM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Rodzaj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Mikrofon na gęsiej szyi</w:t>
            </w:r>
          </w:p>
        </w:tc>
      </w:tr>
      <w:tr w:rsidR="00E444BC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Podświetlenie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 w:rsidP="00AC234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Gdy mikrofon jest aktywny zostaje podświetlony na nim czerwony okrąg, jeżeli radny prosi o głos mikrofon zostaje podświetlony na zielono, w stanie spoczynku zostanie niepodświetlony</w:t>
            </w:r>
          </w:p>
        </w:tc>
      </w:tr>
    </w:tbl>
    <w:p w:rsidR="00E444BC" w:rsidRDefault="00E444BC">
      <w:pPr>
        <w:pStyle w:val="Standard"/>
      </w:pPr>
    </w:p>
    <w:p w:rsidR="00E444BC" w:rsidRDefault="00E444BC" w:rsidP="00D2466A">
      <w:pPr>
        <w:pStyle w:val="Standard"/>
        <w:numPr>
          <w:ilvl w:val="0"/>
          <w:numId w:val="2"/>
        </w:numPr>
      </w:pPr>
      <w:r>
        <w:t xml:space="preserve">Bateria – </w:t>
      </w:r>
      <w:r>
        <w:rPr>
          <w:b/>
        </w:rPr>
        <w:t>24 szt.</w:t>
      </w:r>
    </w:p>
    <w:tbl>
      <w:tblPr>
        <w:tblW w:w="8908" w:type="dxa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69"/>
        <w:gridCol w:w="3542"/>
        <w:gridCol w:w="4997"/>
      </w:tblGrid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Rodzaj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Litowo-Jonowy akumulator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Czas pełnego ładowania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 godziny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Czas pracy na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Minimum 28 godzin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Dioda stanu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Dioda ładowani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Przycisk testu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Podświetlenie pojemności i stanu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</w:tbl>
    <w:p w:rsidR="00E444BC" w:rsidRDefault="00E444BC" w:rsidP="004211C3">
      <w:pPr>
        <w:pStyle w:val="Standard"/>
        <w:spacing w:after="0" w:line="240" w:lineRule="auto"/>
      </w:pPr>
    </w:p>
    <w:p w:rsidR="00E444BC" w:rsidRDefault="00E444BC" w:rsidP="00D2466A">
      <w:pPr>
        <w:pStyle w:val="Standard"/>
        <w:numPr>
          <w:ilvl w:val="0"/>
          <w:numId w:val="2"/>
        </w:numPr>
      </w:pPr>
      <w:r>
        <w:t xml:space="preserve">Ładowarka do baterii – </w:t>
      </w:r>
      <w:r>
        <w:rPr>
          <w:b/>
        </w:rPr>
        <w:t>4 szt.</w:t>
      </w:r>
    </w:p>
    <w:tbl>
      <w:tblPr>
        <w:tblW w:w="8894" w:type="dxa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69"/>
        <w:gridCol w:w="3528"/>
        <w:gridCol w:w="4997"/>
      </w:tblGrid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Wielkość obudowy: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3U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Ilość ładowanych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 sztuk w tym samym czasie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Ilość ładowarek połączonych w jeden łańcuch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8 komplety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Montaż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Montowalne w szafę rakową </w:t>
            </w:r>
            <w:smartTag w:uri="urn:schemas-microsoft-com:office:smarttags" w:element="metricconverter">
              <w:smartTagPr>
                <w:attr w:name="ProductID" w:val="19”"/>
              </w:smartTagPr>
              <w:r>
                <w:rPr>
                  <w:lang w:eastAsia="pl-PL"/>
                </w:rPr>
                <w:t>19”</w:t>
              </w:r>
            </w:smartTag>
            <w:r>
              <w:rPr>
                <w:lang w:eastAsia="pl-PL"/>
              </w:rPr>
              <w:t xml:space="preserve"> lub do zabudowy w blat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Wymiary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Szerokość  483mm, głębokość 132,1mm, 139,5mm, waga 3750g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Kolor obudowy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Czarny</w:t>
            </w:r>
          </w:p>
        </w:tc>
      </w:tr>
    </w:tbl>
    <w:p w:rsidR="00E444BC" w:rsidRDefault="00E444BC">
      <w:pPr>
        <w:pStyle w:val="Standard"/>
      </w:pPr>
    </w:p>
    <w:p w:rsidR="00E444BC" w:rsidRDefault="00E444BC" w:rsidP="00D2466A">
      <w:pPr>
        <w:pStyle w:val="Standard"/>
        <w:numPr>
          <w:ilvl w:val="0"/>
          <w:numId w:val="2"/>
        </w:numPr>
      </w:pPr>
      <w:r>
        <w:t xml:space="preserve">Skrzynia transportowa – </w:t>
      </w:r>
      <w:r>
        <w:rPr>
          <w:b/>
        </w:rPr>
        <w:t>2 szt.</w:t>
      </w:r>
    </w:p>
    <w:tbl>
      <w:tblPr>
        <w:tblW w:w="8880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11"/>
        <w:gridCol w:w="4969"/>
      </w:tblGrid>
      <w:tr w:rsidR="00E444BC" w:rsidTr="00D2466A"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 w:rsidP="00C16E0F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 w:rsidP="00C16E0F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Kompatybilna z oferowanymi urządzeniami, miejsce na minimum 12 pulpitów</w:t>
            </w:r>
          </w:p>
        </w:tc>
      </w:tr>
    </w:tbl>
    <w:p w:rsidR="00E444BC" w:rsidRDefault="00E444BC">
      <w:pPr>
        <w:pStyle w:val="Standard"/>
      </w:pPr>
    </w:p>
    <w:p w:rsidR="00E444BC" w:rsidRDefault="00E444BC" w:rsidP="00D2466A">
      <w:pPr>
        <w:pStyle w:val="Standard"/>
        <w:numPr>
          <w:ilvl w:val="0"/>
          <w:numId w:val="2"/>
        </w:numPr>
      </w:pPr>
      <w:r>
        <w:t xml:space="preserve">Urządzenie do zapisywania kart wraz z zestawem 24 kart – </w:t>
      </w:r>
      <w:r>
        <w:rPr>
          <w:b/>
        </w:rPr>
        <w:t>1 kpl.</w:t>
      </w:r>
    </w:p>
    <w:tbl>
      <w:tblPr>
        <w:tblW w:w="8880" w:type="dxa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69"/>
        <w:gridCol w:w="3556"/>
        <w:gridCol w:w="4955"/>
      </w:tblGrid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Obudowa</w:t>
            </w:r>
          </w:p>
        </w:tc>
        <w:tc>
          <w:tcPr>
            <w:tcW w:w="4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Obudowa wykonana z plastiku w kolorze białym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Zasilanie</w:t>
            </w:r>
          </w:p>
        </w:tc>
        <w:tc>
          <w:tcPr>
            <w:tcW w:w="4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Urządzenie zasilane poprzez złącze USB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Obsługa kart RFID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Zapisywanie kart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Odczytywanie kart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Kasowanie kart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edycja kart</w:t>
            </w:r>
          </w:p>
        </w:tc>
      </w:tr>
      <w:tr w:rsidR="00E444BC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Akcesoria dodatkowe</w:t>
            </w:r>
          </w:p>
        </w:tc>
        <w:tc>
          <w:tcPr>
            <w:tcW w:w="4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Zestaw 24 kart RFID</w:t>
            </w:r>
          </w:p>
        </w:tc>
      </w:tr>
    </w:tbl>
    <w:p w:rsidR="00E444BC" w:rsidRDefault="00E444BC">
      <w:pPr>
        <w:pStyle w:val="Standard"/>
      </w:pPr>
    </w:p>
    <w:p w:rsidR="00E444BC" w:rsidRDefault="00E444BC" w:rsidP="00D2466A">
      <w:pPr>
        <w:pStyle w:val="Standard"/>
        <w:numPr>
          <w:ilvl w:val="0"/>
          <w:numId w:val="2"/>
        </w:numPr>
      </w:pPr>
      <w:r>
        <w:t xml:space="preserve">Oprogramowanie dyskusyjne – </w:t>
      </w:r>
      <w:r>
        <w:rPr>
          <w:b/>
        </w:rPr>
        <w:t>1 szt.</w:t>
      </w:r>
    </w:p>
    <w:tbl>
      <w:tblPr>
        <w:tblW w:w="8866" w:type="dxa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39"/>
        <w:gridCol w:w="4927"/>
      </w:tblGrid>
      <w:tr w:rsidR="00E444BC" w:rsidTr="00D2466A"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Komunikacja z bazą danych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list radnych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Dostosowanie czasów przemów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widoku sal konferencyjnych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automatyczne i manualne dodawanie jednostek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Przypisywanie miejsc dla przewodniczącego oraz radnych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grup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tytułu, daty oraz ustawień konferencji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agendy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Sprawdzenie aktywności mikrofonów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Sprawdzenie indywidualnych czasów przemów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Zarządzanie dźwiękiem, ilością aktywnych mikrofonów oraz innymi ustawieniami</w:t>
            </w:r>
          </w:p>
        </w:tc>
      </w:tr>
    </w:tbl>
    <w:p w:rsidR="00E444BC" w:rsidRDefault="00E444BC" w:rsidP="00082A9B">
      <w:pPr>
        <w:pStyle w:val="Standard"/>
        <w:spacing w:after="0" w:line="240" w:lineRule="auto"/>
      </w:pPr>
    </w:p>
    <w:p w:rsidR="00E444BC" w:rsidRDefault="00E444BC" w:rsidP="00D2466A">
      <w:pPr>
        <w:pStyle w:val="Standard"/>
        <w:numPr>
          <w:ilvl w:val="0"/>
          <w:numId w:val="2"/>
        </w:numPr>
      </w:pPr>
      <w:r>
        <w:t xml:space="preserve">Oprogramowanie do zarządzania głosowaniem – </w:t>
      </w:r>
      <w:r>
        <w:rPr>
          <w:b/>
        </w:rPr>
        <w:t>1 szt.</w:t>
      </w:r>
    </w:p>
    <w:tbl>
      <w:tblPr>
        <w:tblW w:w="8852" w:type="dxa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31"/>
        <w:gridCol w:w="4921"/>
      </w:tblGrid>
      <w:tr w:rsidR="00E444BC" w:rsidTr="00D2466A">
        <w:tc>
          <w:tcPr>
            <w:tcW w:w="3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agendy oraz czasu na głosowanie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Wybór rodzaju głosowań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Wybór aktywności przycisków do głosowania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Wybór kto może przyłączyć się do głosowania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Wybór kto może obejrzeć końcowe wyniki głosowań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Wydruk wyników głosowań oraz agendy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Identyfikacja głosujących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wag głosów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Szablony głosowań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Głosowanie na większość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Pr="00835938">
              <w:rPr>
                <w:rFonts w:cs="Calibri"/>
                <w:color w:val="000000"/>
                <w:shd w:val="clear" w:color="auto" w:fill="FFFFFF"/>
              </w:rPr>
              <w:t>Współpraca systemu z funkcjonującym Biuletynem Informacji Publicznej Starostwa Powiatowego w Gryfinie w celu generowania wyników głosowań (raportowania)</w:t>
            </w:r>
          </w:p>
        </w:tc>
      </w:tr>
    </w:tbl>
    <w:p w:rsidR="00E444BC" w:rsidRDefault="00E444BC" w:rsidP="00082A9B">
      <w:pPr>
        <w:pStyle w:val="Standard"/>
        <w:spacing w:after="0" w:line="240" w:lineRule="auto"/>
      </w:pPr>
    </w:p>
    <w:p w:rsidR="00E444BC" w:rsidRDefault="00E444BC" w:rsidP="00082A9B">
      <w:pPr>
        <w:pStyle w:val="Standard"/>
        <w:spacing w:after="0" w:line="240" w:lineRule="auto"/>
      </w:pPr>
    </w:p>
    <w:p w:rsidR="00E444BC" w:rsidRDefault="00E444BC" w:rsidP="00082A9B">
      <w:pPr>
        <w:pStyle w:val="Standard"/>
        <w:spacing w:after="0" w:line="240" w:lineRule="auto"/>
      </w:pPr>
    </w:p>
    <w:p w:rsidR="00E444BC" w:rsidRDefault="00E444BC" w:rsidP="00D2466A">
      <w:pPr>
        <w:pStyle w:val="Standard"/>
        <w:numPr>
          <w:ilvl w:val="0"/>
          <w:numId w:val="2"/>
        </w:numPr>
      </w:pPr>
      <w:r>
        <w:t xml:space="preserve">Oprogramowanie do tworzenia kart RFID – </w:t>
      </w:r>
      <w:r>
        <w:rPr>
          <w:b/>
        </w:rPr>
        <w:t>1 szt.</w:t>
      </w:r>
    </w:p>
    <w:tbl>
      <w:tblPr>
        <w:tblW w:w="8838" w:type="dxa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25"/>
        <w:gridCol w:w="4913"/>
      </w:tblGrid>
      <w:tr w:rsidR="00E444BC" w:rsidTr="00D2466A">
        <w:tc>
          <w:tcPr>
            <w:tcW w:w="3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Zapisywanie kart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Odczytywanie kart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autorytetów kart</w:t>
            </w:r>
          </w:p>
          <w:p w:rsidR="00E444BC" w:rsidRDefault="00E444BC" w:rsidP="00DB0841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Definiowanie radnych do udziału w spotkaniu</w:t>
            </w:r>
          </w:p>
        </w:tc>
      </w:tr>
    </w:tbl>
    <w:p w:rsidR="00E444BC" w:rsidRDefault="00E444BC" w:rsidP="00082A9B">
      <w:pPr>
        <w:pStyle w:val="Standard"/>
        <w:spacing w:after="0" w:line="240" w:lineRule="auto"/>
      </w:pPr>
    </w:p>
    <w:p w:rsidR="00E444BC" w:rsidRDefault="00E444BC" w:rsidP="00D2466A">
      <w:pPr>
        <w:pStyle w:val="Standard"/>
        <w:numPr>
          <w:ilvl w:val="0"/>
          <w:numId w:val="2"/>
        </w:numPr>
      </w:pPr>
      <w:r>
        <w:t xml:space="preserve">Oprogramowanie do wyświetlania informacji na zewnętrznych wyświetlaczach – </w:t>
      </w:r>
      <w:r>
        <w:rPr>
          <w:b/>
        </w:rPr>
        <w:t>1 szt.</w:t>
      </w:r>
    </w:p>
    <w:tbl>
      <w:tblPr>
        <w:tblW w:w="8852" w:type="dxa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31"/>
        <w:gridCol w:w="4921"/>
      </w:tblGrid>
      <w:tr w:rsidR="00E444BC" w:rsidTr="00D2466A">
        <w:tc>
          <w:tcPr>
            <w:tcW w:w="3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Wyświetlanie informacji o: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synoptyczny obraz Sali z informacją na temat aktywnych mikrofonach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Informacja o nazwisku mówiącego radnego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Indywidualna informacja o czasie przemów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Grupowy czas przemów</w:t>
            </w:r>
          </w:p>
          <w:p w:rsidR="00E444BC" w:rsidRDefault="00E444BC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Aktywne tematy agendy</w:t>
            </w:r>
          </w:p>
        </w:tc>
      </w:tr>
    </w:tbl>
    <w:p w:rsidR="00E444BC" w:rsidRDefault="00E444BC" w:rsidP="00082A9B">
      <w:pPr>
        <w:pStyle w:val="Standard"/>
        <w:spacing w:after="0" w:line="240" w:lineRule="auto"/>
      </w:pPr>
    </w:p>
    <w:p w:rsidR="00E444BC" w:rsidRDefault="00E444BC" w:rsidP="00082A9B">
      <w:pPr>
        <w:pStyle w:val="Standard"/>
        <w:spacing w:after="0" w:line="240" w:lineRule="auto"/>
      </w:pPr>
    </w:p>
    <w:p w:rsidR="00E444BC" w:rsidRDefault="00E444BC" w:rsidP="00082A9B">
      <w:pPr>
        <w:pStyle w:val="Standard"/>
        <w:spacing w:after="0" w:line="240" w:lineRule="auto"/>
      </w:pPr>
    </w:p>
    <w:p w:rsidR="00E444BC" w:rsidRDefault="00E444BC" w:rsidP="00082A9B">
      <w:pPr>
        <w:pStyle w:val="Standard"/>
        <w:spacing w:after="0" w:line="240" w:lineRule="auto"/>
      </w:pPr>
    </w:p>
    <w:sectPr w:rsidR="00E444BC" w:rsidSect="00037185">
      <w:pgSz w:w="11906" w:h="16838"/>
      <w:pgMar w:top="851" w:right="1417" w:bottom="993" w:left="1417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4BC" w:rsidRDefault="00E444BC">
      <w:pPr>
        <w:spacing w:after="0" w:line="240" w:lineRule="auto"/>
      </w:pPr>
      <w:r>
        <w:separator/>
      </w:r>
    </w:p>
  </w:endnote>
  <w:endnote w:type="continuationSeparator" w:id="0">
    <w:p w:rsidR="00E444BC" w:rsidRDefault="00E44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4BC" w:rsidRDefault="00E444B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444BC" w:rsidRDefault="00E44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29FD"/>
    <w:multiLevelType w:val="hybridMultilevel"/>
    <w:tmpl w:val="2EA021C6"/>
    <w:lvl w:ilvl="0" w:tplc="49E8A2C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AA43E1C"/>
    <w:multiLevelType w:val="hybridMultilevel"/>
    <w:tmpl w:val="6B8C49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961"/>
    <w:rsid w:val="00037185"/>
    <w:rsid w:val="00082A9B"/>
    <w:rsid w:val="00092E79"/>
    <w:rsid w:val="00115B2D"/>
    <w:rsid w:val="001218FA"/>
    <w:rsid w:val="001E0961"/>
    <w:rsid w:val="00260A05"/>
    <w:rsid w:val="00392577"/>
    <w:rsid w:val="003934D3"/>
    <w:rsid w:val="004211C3"/>
    <w:rsid w:val="00835938"/>
    <w:rsid w:val="00995EF2"/>
    <w:rsid w:val="00A54FAB"/>
    <w:rsid w:val="00AB12DA"/>
    <w:rsid w:val="00AC234B"/>
    <w:rsid w:val="00B72CF6"/>
    <w:rsid w:val="00C16E0F"/>
    <w:rsid w:val="00D13F2D"/>
    <w:rsid w:val="00D2466A"/>
    <w:rsid w:val="00DB0841"/>
    <w:rsid w:val="00E444BC"/>
    <w:rsid w:val="00F8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FA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1218FA"/>
    <w:pPr>
      <w:suppressAutoHyphens/>
      <w:autoSpaceDN w:val="0"/>
      <w:spacing w:after="200" w:line="276" w:lineRule="auto"/>
      <w:textAlignment w:val="baseline"/>
    </w:pPr>
    <w:rPr>
      <w:kern w:val="3"/>
      <w:lang w:eastAsia="en-US"/>
    </w:rPr>
  </w:style>
  <w:style w:type="paragraph" w:customStyle="1" w:styleId="Heading">
    <w:name w:val="Heading"/>
    <w:basedOn w:val="Standard"/>
    <w:next w:val="Textbody"/>
    <w:uiPriority w:val="99"/>
    <w:rsid w:val="001218F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1218FA"/>
    <w:pPr>
      <w:spacing w:after="120"/>
    </w:pPr>
  </w:style>
  <w:style w:type="paragraph" w:styleId="List">
    <w:name w:val="List"/>
    <w:basedOn w:val="Textbody"/>
    <w:uiPriority w:val="99"/>
    <w:rsid w:val="001218FA"/>
    <w:rPr>
      <w:rFonts w:cs="Mangal"/>
    </w:rPr>
  </w:style>
  <w:style w:type="paragraph" w:styleId="Caption">
    <w:name w:val="caption"/>
    <w:basedOn w:val="Standard"/>
    <w:uiPriority w:val="99"/>
    <w:qFormat/>
    <w:rsid w:val="001218F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1218FA"/>
    <w:pPr>
      <w:suppressLineNumbers/>
    </w:pPr>
    <w:rPr>
      <w:rFonts w:cs="Mangal"/>
    </w:rPr>
  </w:style>
  <w:style w:type="paragraph" w:styleId="EndnoteText">
    <w:name w:val="endnote text"/>
    <w:basedOn w:val="Standard"/>
    <w:link w:val="EndnoteTextChar"/>
    <w:uiPriority w:val="99"/>
    <w:rsid w:val="001218F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BD6"/>
    <w:rPr>
      <w:kern w:val="3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efaultParagraphFont"/>
    <w:uiPriority w:val="99"/>
    <w:rsid w:val="001218F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1218FA"/>
    <w:rPr>
      <w:rFonts w:cs="Times New Roman"/>
      <w:position w:val="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77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5</Pages>
  <Words>1381</Words>
  <Characters>8288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Makowski</dc:creator>
  <cp:keywords/>
  <dc:description/>
  <cp:lastModifiedBy>sdiakowski</cp:lastModifiedBy>
  <cp:revision>16</cp:revision>
  <dcterms:created xsi:type="dcterms:W3CDTF">2018-10-02T08:57:00Z</dcterms:created>
  <dcterms:modified xsi:type="dcterms:W3CDTF">2019-01-24T11:43:00Z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5.75338956384328E-294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