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D42" w:rsidRPr="00E65CE2" w:rsidRDefault="000E6D42" w:rsidP="00E65CE2">
      <w:pPr>
        <w:autoSpaceDE w:val="0"/>
        <w:autoSpaceDN w:val="0"/>
        <w:adjustRightInd w:val="0"/>
        <w:jc w:val="right"/>
      </w:pPr>
      <w:r>
        <w:t xml:space="preserve">     Gryfino, dnia..............................</w:t>
      </w:r>
    </w:p>
    <w:p w:rsidR="000E6D42" w:rsidRDefault="000E6D42" w:rsidP="00774491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25"/>
          <w:szCs w:val="25"/>
        </w:rPr>
        <w:t>……………………………..</w:t>
      </w:r>
    </w:p>
    <w:p w:rsidR="000E6D42" w:rsidRDefault="000E6D42" w:rsidP="00774491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    Imię i nazwisko</w:t>
      </w:r>
    </w:p>
    <w:p w:rsidR="000E6D42" w:rsidRDefault="000E6D42" w:rsidP="00774491">
      <w:pPr>
        <w:autoSpaceDE w:val="0"/>
        <w:autoSpaceDN w:val="0"/>
        <w:adjustRightInd w:val="0"/>
        <w:rPr>
          <w:sz w:val="16"/>
          <w:szCs w:val="16"/>
        </w:rPr>
      </w:pPr>
    </w:p>
    <w:p w:rsidR="000E6D42" w:rsidRDefault="000E6D42" w:rsidP="00774491">
      <w:pPr>
        <w:autoSpaceDE w:val="0"/>
        <w:autoSpaceDN w:val="0"/>
        <w:adjustRightInd w:val="0"/>
        <w:rPr>
          <w:sz w:val="16"/>
          <w:szCs w:val="16"/>
        </w:rPr>
      </w:pPr>
      <w:r>
        <w:t>………………………………</w:t>
      </w:r>
    </w:p>
    <w:p w:rsidR="000E6D42" w:rsidRDefault="000E6D42" w:rsidP="00774491">
      <w:pPr>
        <w:autoSpaceDE w:val="0"/>
        <w:autoSpaceDN w:val="0"/>
        <w:adjustRightInd w:val="0"/>
      </w:pPr>
      <w:r>
        <w:rPr>
          <w:sz w:val="16"/>
          <w:szCs w:val="16"/>
        </w:rPr>
        <w:t xml:space="preserve">                                 Adres</w:t>
      </w:r>
    </w:p>
    <w:p w:rsidR="000E6D42" w:rsidRDefault="000E6D42" w:rsidP="00774491">
      <w:pPr>
        <w:autoSpaceDE w:val="0"/>
        <w:autoSpaceDN w:val="0"/>
        <w:adjustRightInd w:val="0"/>
      </w:pPr>
    </w:p>
    <w:p w:rsidR="000E6D42" w:rsidRDefault="000E6D42" w:rsidP="00774491">
      <w:pPr>
        <w:autoSpaceDE w:val="0"/>
        <w:autoSpaceDN w:val="0"/>
        <w:adjustRightInd w:val="0"/>
      </w:pPr>
      <w:r>
        <w:t>……………….……………...</w:t>
      </w:r>
    </w:p>
    <w:p w:rsidR="000E6D42" w:rsidRDefault="000E6D42" w:rsidP="00E65CE2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E6D42" w:rsidRPr="001918E4" w:rsidRDefault="000E6D42" w:rsidP="00774491">
      <w:pPr>
        <w:autoSpaceDE w:val="0"/>
        <w:autoSpaceDN w:val="0"/>
        <w:adjustRightInd w:val="0"/>
        <w:ind w:firstLine="4860"/>
        <w:rPr>
          <w:rFonts w:ascii="Verdana" w:hAnsi="Verdan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</w:t>
      </w:r>
      <w:r w:rsidRPr="001918E4">
        <w:rPr>
          <w:rFonts w:ascii="Verdana" w:hAnsi="Verdana"/>
          <w:b/>
          <w:bCs/>
          <w:sz w:val="32"/>
          <w:szCs w:val="32"/>
        </w:rPr>
        <w:t xml:space="preserve">Starosta Gryfiński </w:t>
      </w:r>
    </w:p>
    <w:p w:rsidR="000E6D42" w:rsidRDefault="000E6D42" w:rsidP="00774491">
      <w:pPr>
        <w:autoSpaceDE w:val="0"/>
        <w:autoSpaceDN w:val="0"/>
        <w:adjustRightInd w:val="0"/>
        <w:ind w:firstLine="4860"/>
        <w:rPr>
          <w:b/>
          <w:bCs/>
          <w:sz w:val="31"/>
          <w:szCs w:val="31"/>
        </w:rPr>
      </w:pPr>
    </w:p>
    <w:p w:rsidR="000E6D42" w:rsidRDefault="000E6D42" w:rsidP="00774491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31"/>
          <w:szCs w:val="31"/>
        </w:rPr>
      </w:pPr>
    </w:p>
    <w:p w:rsidR="000E6D42" w:rsidRPr="00581254" w:rsidRDefault="000E6D42" w:rsidP="00E65CE2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8"/>
          <w:szCs w:val="28"/>
        </w:rPr>
      </w:pPr>
      <w:r w:rsidRPr="00581254">
        <w:rPr>
          <w:rFonts w:ascii="Calibri" w:hAnsi="Calibri" w:cs="Calibri"/>
          <w:b/>
          <w:bCs/>
          <w:sz w:val="28"/>
          <w:szCs w:val="28"/>
        </w:rPr>
        <w:t>Wniosek o wydanie uprawnienia diagnosty</w:t>
      </w:r>
      <w:bookmarkStart w:id="0" w:name="_GoBack"/>
      <w:bookmarkEnd w:id="0"/>
    </w:p>
    <w:p w:rsidR="000E6D42" w:rsidRPr="00581254" w:rsidRDefault="000E6D42" w:rsidP="00774491">
      <w:pPr>
        <w:autoSpaceDE w:val="0"/>
        <w:autoSpaceDN w:val="0"/>
        <w:adjustRightInd w:val="0"/>
        <w:ind w:firstLine="4860"/>
        <w:rPr>
          <w:rFonts w:ascii="Calibri" w:hAnsi="Calibri" w:cs="Calibri"/>
          <w:b/>
          <w:bCs/>
          <w:sz w:val="28"/>
          <w:szCs w:val="28"/>
        </w:rPr>
      </w:pPr>
    </w:p>
    <w:p w:rsidR="000E6D42" w:rsidRPr="00581254" w:rsidRDefault="000E6D42" w:rsidP="00774491">
      <w:pPr>
        <w:autoSpaceDE w:val="0"/>
        <w:autoSpaceDN w:val="0"/>
        <w:adjustRightInd w:val="0"/>
        <w:jc w:val="both"/>
        <w:rPr>
          <w:rFonts w:ascii="Calibri" w:hAnsi="Calibri" w:cs="Calibri"/>
          <w:u w:val="single"/>
        </w:rPr>
      </w:pPr>
      <w:r w:rsidRPr="00581254">
        <w:rPr>
          <w:rFonts w:ascii="Calibri" w:hAnsi="Calibri" w:cs="Calibri"/>
          <w:b/>
        </w:rPr>
        <w:t xml:space="preserve">Wnoszę o udzielenie uprawnienia diagnosty do wykonywania </w:t>
      </w:r>
      <w:r w:rsidRPr="00581254">
        <w:rPr>
          <w:rFonts w:ascii="Calibri" w:hAnsi="Calibri" w:cs="Calibri"/>
          <w:i/>
        </w:rPr>
        <w:t>(należy zaznaczyć właściwe):</w:t>
      </w:r>
      <w:r w:rsidRPr="00581254">
        <w:rPr>
          <w:rFonts w:ascii="Calibri" w:hAnsi="Calibri" w:cs="Calibri"/>
          <w:b/>
        </w:rPr>
        <w:t xml:space="preserve"> </w:t>
      </w:r>
    </w:p>
    <w:p w:rsidR="000E6D42" w:rsidRPr="00E65CE2" w:rsidRDefault="000E6D42" w:rsidP="00E65CE2">
      <w:pPr>
        <w:numPr>
          <w:ilvl w:val="0"/>
          <w:numId w:val="6"/>
        </w:numPr>
        <w:jc w:val="both"/>
        <w:rPr>
          <w:rFonts w:ascii="Calibri" w:hAnsi="Calibri" w:cs="Calibri"/>
        </w:rPr>
      </w:pPr>
      <w:r>
        <w:t>okresowych badań technicznych pojazdów, w tym także pojazdu zabytkowego, taksówki, pojazdu uprzywilejowanego, pojazdu przeznaczonego do nauki jazdy, pojazdu do przeprowadzania egzaminu państwowego, dodatkowych badań technicznych pojazdów skierowanych przez starostę w celu ustalenia danych niezbędnych do jego rejestracji;</w:t>
      </w:r>
    </w:p>
    <w:p w:rsidR="000E6D42" w:rsidRPr="00E65CE2" w:rsidRDefault="000E6D42" w:rsidP="00E65CE2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E65CE2">
        <w:rPr>
          <w:rFonts w:ascii="Calibri" w:hAnsi="Calibri" w:cs="Calibri"/>
        </w:rPr>
        <w:t xml:space="preserve">badań technicznych autobusu, którego dopuszczalna prędkość na autostradzie i drodze ekspresowej wynosi </w:t>
      </w:r>
      <w:smartTag w:uri="urn:schemas-microsoft-com:office:smarttags" w:element="metricconverter">
        <w:smartTagPr>
          <w:attr w:name="ProductID" w:val="100 km/h"/>
        </w:smartTagPr>
        <w:r w:rsidRPr="00E65CE2">
          <w:rPr>
            <w:rFonts w:ascii="Calibri" w:hAnsi="Calibri" w:cs="Calibri"/>
          </w:rPr>
          <w:t>100 km/h</w:t>
        </w:r>
      </w:smartTag>
      <w:r w:rsidRPr="00E65CE2">
        <w:rPr>
          <w:rFonts w:ascii="Calibri" w:hAnsi="Calibri" w:cs="Calibri"/>
        </w:rPr>
        <w:t>;</w:t>
      </w:r>
    </w:p>
    <w:p w:rsidR="000E6D42" w:rsidRPr="00E65CE2" w:rsidRDefault="000E6D42" w:rsidP="00E65CE2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E65CE2">
        <w:rPr>
          <w:rFonts w:ascii="Calibri" w:hAnsi="Calibri" w:cs="Calibri"/>
        </w:rPr>
        <w:t>badań technicznych pojazdów przeznaczonych do przewozu towarów niebezpiecznych;</w:t>
      </w:r>
    </w:p>
    <w:p w:rsidR="000E6D42" w:rsidRPr="00E65CE2" w:rsidRDefault="000E6D42" w:rsidP="00E65CE2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E65CE2">
        <w:rPr>
          <w:rFonts w:ascii="Calibri" w:hAnsi="Calibri" w:cs="Calibri"/>
        </w:rPr>
        <w:t xml:space="preserve">badań technicznych pojazdów przystosowanych do zasilania gazem; </w:t>
      </w:r>
    </w:p>
    <w:p w:rsidR="000E6D42" w:rsidRPr="00E65CE2" w:rsidRDefault="000E6D42" w:rsidP="00E65CE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E65CE2">
        <w:rPr>
          <w:rFonts w:ascii="Calibri" w:hAnsi="Calibri" w:cs="Calibri"/>
        </w:rPr>
        <w:t>badań</w:t>
      </w:r>
      <w:r>
        <w:t xml:space="preserve"> technicznych pojazdów: zarejestrowanych po raz pierwszy za granicą, skierowanych przez organ kontroli ruchu drogowego lub starostę, o ile wymagają specjalistycznego badania, oraz pojazdów, w których dokonano zmian konstrukcyjnych lub wymiany elementów powodujących zmianę danych w dowodzie rejestracyjnym.</w:t>
      </w:r>
    </w:p>
    <w:p w:rsidR="000E6D42" w:rsidRDefault="000E6D42" w:rsidP="00774491">
      <w:pPr>
        <w:autoSpaceDE w:val="0"/>
        <w:autoSpaceDN w:val="0"/>
        <w:adjustRightInd w:val="0"/>
        <w:jc w:val="both"/>
      </w:pPr>
    </w:p>
    <w:p w:rsidR="000E6D42" w:rsidRPr="00C647E5" w:rsidRDefault="000E6D42" w:rsidP="00774491">
      <w:pPr>
        <w:autoSpaceDE w:val="0"/>
        <w:autoSpaceDN w:val="0"/>
        <w:adjustRightInd w:val="0"/>
        <w:jc w:val="both"/>
      </w:pPr>
      <w:r w:rsidRPr="00C647E5">
        <w:t>Do wniosku zał</w:t>
      </w:r>
      <w:r w:rsidRPr="00C647E5">
        <w:rPr>
          <w:rFonts w:eastAsia="TimesNewRoman"/>
        </w:rPr>
        <w:t>ą</w:t>
      </w:r>
      <w:r w:rsidRPr="00C647E5">
        <w:t>czam kserokopie dokumentów potwierdzających posiadanie wymaganej praktyki zawodowej, wykształcenia technicznego, ukończenia wymaganego szkolenia oraz egzaminu kwalifikacyjnego :</w:t>
      </w:r>
    </w:p>
    <w:p w:rsidR="000E6D42" w:rsidRDefault="000E6D42" w:rsidP="00774491">
      <w:pPr>
        <w:autoSpaceDE w:val="0"/>
        <w:autoSpaceDN w:val="0"/>
        <w:adjustRightInd w:val="0"/>
        <w:rPr>
          <w:sz w:val="25"/>
          <w:szCs w:val="25"/>
        </w:rPr>
      </w:pPr>
    </w:p>
    <w:p w:rsidR="000E6D42" w:rsidRDefault="000E6D42" w:rsidP="00774491">
      <w:pPr>
        <w:autoSpaceDE w:val="0"/>
        <w:autoSpaceDN w:val="0"/>
        <w:adjustRightInd w:val="0"/>
        <w:rPr>
          <w:sz w:val="25"/>
          <w:szCs w:val="25"/>
        </w:rPr>
      </w:pPr>
      <w:r>
        <w:rPr>
          <w:sz w:val="25"/>
          <w:szCs w:val="25"/>
        </w:rPr>
        <w:t>1. ……………………………………………………………………….</w:t>
      </w:r>
    </w:p>
    <w:p w:rsidR="000E6D42" w:rsidRDefault="000E6D42" w:rsidP="00774491">
      <w:pPr>
        <w:autoSpaceDE w:val="0"/>
        <w:autoSpaceDN w:val="0"/>
        <w:adjustRightInd w:val="0"/>
        <w:rPr>
          <w:sz w:val="25"/>
          <w:szCs w:val="25"/>
        </w:rPr>
      </w:pPr>
    </w:p>
    <w:p w:rsidR="000E6D42" w:rsidRDefault="000E6D42" w:rsidP="00774491">
      <w:pPr>
        <w:autoSpaceDE w:val="0"/>
        <w:autoSpaceDN w:val="0"/>
        <w:adjustRightInd w:val="0"/>
        <w:rPr>
          <w:sz w:val="25"/>
          <w:szCs w:val="25"/>
        </w:rPr>
      </w:pPr>
      <w:r>
        <w:rPr>
          <w:sz w:val="25"/>
          <w:szCs w:val="25"/>
        </w:rPr>
        <w:t>2………………………………………………………………………...</w:t>
      </w:r>
    </w:p>
    <w:p w:rsidR="000E6D42" w:rsidRDefault="000E6D42" w:rsidP="00774491">
      <w:pPr>
        <w:autoSpaceDE w:val="0"/>
        <w:autoSpaceDN w:val="0"/>
        <w:adjustRightInd w:val="0"/>
        <w:rPr>
          <w:sz w:val="25"/>
          <w:szCs w:val="25"/>
        </w:rPr>
      </w:pPr>
    </w:p>
    <w:p w:rsidR="000E6D42" w:rsidRDefault="000E6D42" w:rsidP="00774491">
      <w:pPr>
        <w:autoSpaceDE w:val="0"/>
        <w:autoSpaceDN w:val="0"/>
        <w:adjustRightInd w:val="0"/>
        <w:rPr>
          <w:sz w:val="25"/>
          <w:szCs w:val="25"/>
        </w:rPr>
      </w:pPr>
      <w:r>
        <w:rPr>
          <w:sz w:val="25"/>
          <w:szCs w:val="25"/>
        </w:rPr>
        <w:t>3. ……………………………………………………………………….</w:t>
      </w:r>
    </w:p>
    <w:p w:rsidR="000E6D42" w:rsidRDefault="000E6D42" w:rsidP="00774491">
      <w:pPr>
        <w:autoSpaceDE w:val="0"/>
        <w:autoSpaceDN w:val="0"/>
        <w:adjustRightInd w:val="0"/>
        <w:rPr>
          <w:sz w:val="25"/>
          <w:szCs w:val="25"/>
        </w:rPr>
      </w:pPr>
    </w:p>
    <w:p w:rsidR="000E6D42" w:rsidRDefault="000E6D42" w:rsidP="00774491">
      <w:pPr>
        <w:autoSpaceDE w:val="0"/>
        <w:autoSpaceDN w:val="0"/>
        <w:adjustRightInd w:val="0"/>
        <w:rPr>
          <w:sz w:val="25"/>
          <w:szCs w:val="25"/>
        </w:rPr>
      </w:pPr>
      <w:r>
        <w:rPr>
          <w:sz w:val="25"/>
          <w:szCs w:val="25"/>
        </w:rPr>
        <w:t>4……………………………………………………………..………….</w:t>
      </w:r>
    </w:p>
    <w:p w:rsidR="000E6D42" w:rsidRDefault="000E6D42" w:rsidP="00774491">
      <w:pPr>
        <w:autoSpaceDE w:val="0"/>
        <w:autoSpaceDN w:val="0"/>
        <w:adjustRightInd w:val="0"/>
        <w:rPr>
          <w:sz w:val="25"/>
          <w:szCs w:val="25"/>
        </w:rPr>
      </w:pPr>
    </w:p>
    <w:p w:rsidR="000E6D42" w:rsidRDefault="000E6D42" w:rsidP="00774491">
      <w:pPr>
        <w:autoSpaceDE w:val="0"/>
        <w:autoSpaceDN w:val="0"/>
        <w:adjustRightInd w:val="0"/>
        <w:rPr>
          <w:sz w:val="25"/>
          <w:szCs w:val="25"/>
        </w:rPr>
      </w:pPr>
      <w:r>
        <w:rPr>
          <w:sz w:val="25"/>
          <w:szCs w:val="25"/>
        </w:rPr>
        <w:t>5. ……………………………………………………………………….</w:t>
      </w:r>
    </w:p>
    <w:p w:rsidR="000E6D42" w:rsidRDefault="000E6D42" w:rsidP="00774491">
      <w:pPr>
        <w:autoSpaceDE w:val="0"/>
        <w:autoSpaceDN w:val="0"/>
        <w:adjustRightInd w:val="0"/>
        <w:rPr>
          <w:sz w:val="25"/>
          <w:szCs w:val="25"/>
        </w:rPr>
      </w:pPr>
    </w:p>
    <w:p w:rsidR="000E6D42" w:rsidRDefault="000E6D42" w:rsidP="00774491">
      <w:pPr>
        <w:autoSpaceDE w:val="0"/>
        <w:autoSpaceDN w:val="0"/>
        <w:adjustRightInd w:val="0"/>
        <w:rPr>
          <w:sz w:val="25"/>
          <w:szCs w:val="25"/>
        </w:rPr>
      </w:pPr>
    </w:p>
    <w:p w:rsidR="000E6D42" w:rsidRDefault="000E6D42" w:rsidP="00774491">
      <w:pPr>
        <w:autoSpaceDE w:val="0"/>
        <w:autoSpaceDN w:val="0"/>
        <w:adjustRightInd w:val="0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                    ...............</w:t>
      </w:r>
      <w:r>
        <w:rPr>
          <w:sz w:val="23"/>
          <w:szCs w:val="23"/>
        </w:rPr>
        <w:t>...........................................</w:t>
      </w:r>
    </w:p>
    <w:p w:rsidR="000E6D42" w:rsidRDefault="000E6D42" w:rsidP="00774491">
      <w:pPr>
        <w:autoSpaceDE w:val="0"/>
        <w:autoSpaceDN w:val="0"/>
        <w:adjustRightInd w:val="0"/>
        <w:ind w:firstLine="4500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Podpis</w:t>
      </w:r>
    </w:p>
    <w:p w:rsidR="000E6D42" w:rsidRDefault="000E6D42" w:rsidP="00774491">
      <w:pPr>
        <w:autoSpaceDE w:val="0"/>
        <w:autoSpaceDN w:val="0"/>
        <w:adjustRightInd w:val="0"/>
        <w:ind w:firstLine="4500"/>
        <w:rPr>
          <w:sz w:val="23"/>
          <w:szCs w:val="23"/>
        </w:rPr>
      </w:pPr>
    </w:p>
    <w:p w:rsidR="000E6D42" w:rsidRDefault="000E6D42" w:rsidP="00774491">
      <w:pPr>
        <w:autoSpaceDE w:val="0"/>
        <w:autoSpaceDN w:val="0"/>
        <w:adjustRightInd w:val="0"/>
        <w:ind w:firstLine="4500"/>
        <w:rPr>
          <w:sz w:val="23"/>
          <w:szCs w:val="23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Pr="00977ECF" w:rsidRDefault="000E6D42" w:rsidP="00774491">
      <w:pPr>
        <w:rPr>
          <w:sz w:val="20"/>
          <w:szCs w:val="20"/>
        </w:rPr>
      </w:pPr>
      <w:r w:rsidRPr="00977ECF">
        <w:rPr>
          <w:sz w:val="20"/>
          <w:szCs w:val="20"/>
        </w:rPr>
        <w:t>Załączniki:</w:t>
      </w:r>
    </w:p>
    <w:p w:rsidR="000E6D42" w:rsidRPr="00977ECF" w:rsidRDefault="000E6D42" w:rsidP="0077449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77ECF">
        <w:rPr>
          <w:sz w:val="20"/>
          <w:szCs w:val="20"/>
        </w:rPr>
        <w:t xml:space="preserve"> - kserokopi</w:t>
      </w:r>
      <w:r w:rsidRPr="00977ECF">
        <w:rPr>
          <w:rFonts w:eastAsia="TimesNewRoman"/>
          <w:sz w:val="20"/>
          <w:szCs w:val="20"/>
        </w:rPr>
        <w:t xml:space="preserve">ę </w:t>
      </w:r>
      <w:r w:rsidRPr="00977ECF">
        <w:rPr>
          <w:sz w:val="20"/>
          <w:szCs w:val="20"/>
        </w:rPr>
        <w:t>dokumentu potwierdzaj</w:t>
      </w:r>
      <w:r w:rsidRPr="00977ECF">
        <w:rPr>
          <w:rFonts w:eastAsia="TimesNewRoman"/>
          <w:sz w:val="20"/>
          <w:szCs w:val="20"/>
        </w:rPr>
        <w:t>ą</w:t>
      </w:r>
      <w:r w:rsidRPr="00977ECF">
        <w:rPr>
          <w:sz w:val="20"/>
          <w:szCs w:val="20"/>
        </w:rPr>
        <w:t>cego posiadanie wymaganego wykształcenia technicznego</w:t>
      </w:r>
    </w:p>
    <w:p w:rsidR="000E6D42" w:rsidRPr="00977ECF" w:rsidRDefault="000E6D42" w:rsidP="0077449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77ECF">
        <w:rPr>
          <w:sz w:val="20"/>
          <w:szCs w:val="20"/>
        </w:rPr>
        <w:t xml:space="preserve">    (np. </w:t>
      </w:r>
      <w:r w:rsidRPr="00977ECF">
        <w:rPr>
          <w:rFonts w:eastAsia="TimesNewRoman"/>
          <w:sz w:val="20"/>
          <w:szCs w:val="20"/>
        </w:rPr>
        <w:t>ś</w:t>
      </w:r>
      <w:r w:rsidRPr="00977ECF">
        <w:rPr>
          <w:sz w:val="20"/>
          <w:szCs w:val="20"/>
        </w:rPr>
        <w:t>wiadectwo szkolne, dyplom uko</w:t>
      </w:r>
      <w:r w:rsidRPr="00977ECF">
        <w:rPr>
          <w:rFonts w:eastAsia="TimesNewRoman"/>
          <w:sz w:val="20"/>
          <w:szCs w:val="20"/>
        </w:rPr>
        <w:t>ń</w:t>
      </w:r>
      <w:r w:rsidRPr="00977ECF">
        <w:rPr>
          <w:sz w:val="20"/>
          <w:szCs w:val="20"/>
        </w:rPr>
        <w:t>czenia uczelni wy</w:t>
      </w:r>
      <w:r w:rsidRPr="00977ECF">
        <w:rPr>
          <w:rFonts w:eastAsia="TimesNewRoman"/>
          <w:sz w:val="20"/>
          <w:szCs w:val="20"/>
        </w:rPr>
        <w:t>ż</w:t>
      </w:r>
      <w:r w:rsidRPr="00977ECF">
        <w:rPr>
          <w:sz w:val="20"/>
          <w:szCs w:val="20"/>
        </w:rPr>
        <w:t>szej),</w:t>
      </w:r>
    </w:p>
    <w:p w:rsidR="000E6D42" w:rsidRPr="00977ECF" w:rsidRDefault="000E6D42" w:rsidP="00774491">
      <w:pPr>
        <w:autoSpaceDE w:val="0"/>
        <w:autoSpaceDN w:val="0"/>
        <w:adjustRightInd w:val="0"/>
        <w:ind w:left="540" w:hanging="540"/>
        <w:jc w:val="both"/>
        <w:rPr>
          <w:sz w:val="20"/>
          <w:szCs w:val="20"/>
        </w:rPr>
      </w:pPr>
      <w:r w:rsidRPr="00977ECF">
        <w:rPr>
          <w:sz w:val="20"/>
          <w:szCs w:val="20"/>
        </w:rPr>
        <w:t xml:space="preserve"> - dokument potwierdzaj</w:t>
      </w:r>
      <w:r w:rsidRPr="00977ECF">
        <w:rPr>
          <w:rFonts w:eastAsia="TimesNewRoman"/>
          <w:sz w:val="20"/>
          <w:szCs w:val="20"/>
        </w:rPr>
        <w:t>ą</w:t>
      </w:r>
      <w:r w:rsidRPr="00977ECF">
        <w:rPr>
          <w:sz w:val="20"/>
          <w:szCs w:val="20"/>
        </w:rPr>
        <w:t>cy posiadanie wymaganej praktyki (np. za</w:t>
      </w:r>
      <w:r w:rsidRPr="00977ECF">
        <w:rPr>
          <w:rFonts w:eastAsia="TimesNewRoman"/>
          <w:sz w:val="20"/>
          <w:szCs w:val="20"/>
        </w:rPr>
        <w:t>ś</w:t>
      </w:r>
      <w:r w:rsidRPr="00977ECF">
        <w:rPr>
          <w:sz w:val="20"/>
          <w:szCs w:val="20"/>
        </w:rPr>
        <w:t>wiadczenie o odbyciu praktyki zawodowej,</w:t>
      </w:r>
    </w:p>
    <w:p w:rsidR="000E6D42" w:rsidRPr="00977ECF" w:rsidRDefault="000E6D42" w:rsidP="00774491">
      <w:pPr>
        <w:autoSpaceDE w:val="0"/>
        <w:autoSpaceDN w:val="0"/>
        <w:adjustRightInd w:val="0"/>
        <w:ind w:left="540" w:hanging="540"/>
        <w:jc w:val="both"/>
        <w:rPr>
          <w:sz w:val="20"/>
          <w:szCs w:val="20"/>
        </w:rPr>
      </w:pPr>
      <w:r w:rsidRPr="00977ECF">
        <w:rPr>
          <w:sz w:val="20"/>
          <w:szCs w:val="20"/>
        </w:rPr>
        <w:t xml:space="preserve">    </w:t>
      </w:r>
      <w:r w:rsidRPr="00977ECF">
        <w:rPr>
          <w:rFonts w:eastAsia="TimesNewRoman"/>
          <w:sz w:val="20"/>
          <w:szCs w:val="20"/>
        </w:rPr>
        <w:t>ś</w:t>
      </w:r>
      <w:r w:rsidRPr="00977ECF">
        <w:rPr>
          <w:sz w:val="20"/>
          <w:szCs w:val="20"/>
        </w:rPr>
        <w:t>wiadectwo pracy),</w:t>
      </w:r>
    </w:p>
    <w:p w:rsidR="000E6D42" w:rsidRPr="00977ECF" w:rsidRDefault="000E6D42" w:rsidP="0077449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77ECF">
        <w:rPr>
          <w:sz w:val="20"/>
          <w:szCs w:val="20"/>
        </w:rPr>
        <w:t xml:space="preserve"> - kserokopie za</w:t>
      </w:r>
      <w:r w:rsidRPr="00977ECF">
        <w:rPr>
          <w:rFonts w:eastAsia="TimesNewRoman"/>
          <w:sz w:val="20"/>
          <w:szCs w:val="20"/>
        </w:rPr>
        <w:t>ś</w:t>
      </w:r>
      <w:r w:rsidRPr="00977ECF">
        <w:rPr>
          <w:sz w:val="20"/>
          <w:szCs w:val="20"/>
        </w:rPr>
        <w:t>wiadcze</w:t>
      </w:r>
      <w:r w:rsidRPr="00977ECF">
        <w:rPr>
          <w:rFonts w:eastAsia="TimesNewRoman"/>
          <w:sz w:val="20"/>
          <w:szCs w:val="20"/>
        </w:rPr>
        <w:t xml:space="preserve">ń </w:t>
      </w:r>
      <w:r w:rsidRPr="00977ECF">
        <w:rPr>
          <w:sz w:val="20"/>
          <w:szCs w:val="20"/>
        </w:rPr>
        <w:t>uko</w:t>
      </w:r>
      <w:r w:rsidRPr="00977ECF">
        <w:rPr>
          <w:rFonts w:eastAsia="TimesNewRoman"/>
          <w:sz w:val="20"/>
          <w:szCs w:val="20"/>
        </w:rPr>
        <w:t>ń</w:t>
      </w:r>
      <w:r w:rsidRPr="00977ECF">
        <w:rPr>
          <w:sz w:val="20"/>
          <w:szCs w:val="20"/>
        </w:rPr>
        <w:t>czonych kursów (szkole</w:t>
      </w:r>
      <w:r w:rsidRPr="00977ECF">
        <w:rPr>
          <w:rFonts w:eastAsia="TimesNewRoman"/>
          <w:sz w:val="20"/>
          <w:szCs w:val="20"/>
        </w:rPr>
        <w:t>ń</w:t>
      </w:r>
      <w:r w:rsidRPr="00977ECF">
        <w:rPr>
          <w:sz w:val="20"/>
          <w:szCs w:val="20"/>
        </w:rPr>
        <w:t>),</w:t>
      </w:r>
    </w:p>
    <w:p w:rsidR="000E6D42" w:rsidRPr="00977ECF" w:rsidRDefault="000E6D42" w:rsidP="0077449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77ECF">
        <w:rPr>
          <w:sz w:val="20"/>
          <w:szCs w:val="20"/>
        </w:rPr>
        <w:t xml:space="preserve"> - kserokopi</w:t>
      </w:r>
      <w:r w:rsidRPr="00977ECF">
        <w:rPr>
          <w:rFonts w:eastAsia="TimesNewRoman"/>
          <w:sz w:val="20"/>
          <w:szCs w:val="20"/>
        </w:rPr>
        <w:t xml:space="preserve">ę </w:t>
      </w:r>
      <w:r w:rsidRPr="00977ECF">
        <w:rPr>
          <w:sz w:val="20"/>
          <w:szCs w:val="20"/>
        </w:rPr>
        <w:t>za</w:t>
      </w:r>
      <w:r w:rsidRPr="00977ECF">
        <w:rPr>
          <w:rFonts w:eastAsia="TimesNewRoman"/>
          <w:sz w:val="20"/>
          <w:szCs w:val="20"/>
        </w:rPr>
        <w:t>ś</w:t>
      </w:r>
      <w:r w:rsidRPr="00977ECF">
        <w:rPr>
          <w:sz w:val="20"/>
          <w:szCs w:val="20"/>
        </w:rPr>
        <w:t>wiadczenia potwierdzaj</w:t>
      </w:r>
      <w:r w:rsidRPr="00977ECF">
        <w:rPr>
          <w:rFonts w:eastAsia="TimesNewRoman"/>
          <w:sz w:val="20"/>
          <w:szCs w:val="20"/>
        </w:rPr>
        <w:t>ą</w:t>
      </w:r>
      <w:r w:rsidRPr="00977ECF">
        <w:rPr>
          <w:sz w:val="20"/>
          <w:szCs w:val="20"/>
        </w:rPr>
        <w:t>cego zdanie egzaminu kwalifikacyjnego,</w:t>
      </w:r>
    </w:p>
    <w:p w:rsidR="000E6D42" w:rsidRPr="00977ECF" w:rsidRDefault="000E6D42" w:rsidP="0077449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77ECF">
        <w:rPr>
          <w:sz w:val="20"/>
          <w:szCs w:val="20"/>
        </w:rPr>
        <w:t xml:space="preserve"> - dowód uiszczenia opłaty skarbowej.</w:t>
      </w:r>
    </w:p>
    <w:p w:rsidR="000E6D42" w:rsidRPr="00977ECF" w:rsidRDefault="000E6D42" w:rsidP="0077449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77ECF">
        <w:rPr>
          <w:sz w:val="20"/>
          <w:szCs w:val="20"/>
        </w:rPr>
        <w:t>Ponadto przedkładam dowód osobisty do wgl</w:t>
      </w:r>
      <w:r w:rsidRPr="00977ECF">
        <w:rPr>
          <w:rFonts w:eastAsia="TimesNewRoman"/>
          <w:sz w:val="20"/>
          <w:szCs w:val="20"/>
        </w:rPr>
        <w:t>ą</w:t>
      </w:r>
      <w:r w:rsidRPr="00977ECF">
        <w:rPr>
          <w:sz w:val="20"/>
          <w:szCs w:val="20"/>
        </w:rPr>
        <w:t>du oraz oryginały powy</w:t>
      </w:r>
      <w:r w:rsidRPr="00977ECF">
        <w:rPr>
          <w:rFonts w:eastAsia="TimesNewRoman"/>
          <w:sz w:val="20"/>
          <w:szCs w:val="20"/>
        </w:rPr>
        <w:t>ż</w:t>
      </w:r>
      <w:r w:rsidRPr="00977ECF">
        <w:rPr>
          <w:sz w:val="20"/>
          <w:szCs w:val="20"/>
        </w:rPr>
        <w:t>szych dokumentów w celu potwierdzenia ich zgodno</w:t>
      </w:r>
      <w:r w:rsidRPr="00977ECF">
        <w:rPr>
          <w:rFonts w:eastAsia="TimesNewRoman"/>
          <w:sz w:val="20"/>
          <w:szCs w:val="20"/>
        </w:rPr>
        <w:t>ś</w:t>
      </w:r>
      <w:r w:rsidRPr="00977ECF">
        <w:rPr>
          <w:sz w:val="20"/>
          <w:szCs w:val="20"/>
        </w:rPr>
        <w:t>ci.</w:t>
      </w:r>
    </w:p>
    <w:p w:rsidR="000E6D42" w:rsidRPr="00977ECF" w:rsidRDefault="000E6D42" w:rsidP="00774491">
      <w:pPr>
        <w:autoSpaceDE w:val="0"/>
        <w:autoSpaceDN w:val="0"/>
        <w:adjustRightInd w:val="0"/>
        <w:rPr>
          <w:sz w:val="20"/>
          <w:szCs w:val="20"/>
        </w:rPr>
      </w:pPr>
    </w:p>
    <w:p w:rsidR="000E6D42" w:rsidRPr="00977ECF" w:rsidRDefault="000E6D42" w:rsidP="00774491">
      <w:pPr>
        <w:autoSpaceDE w:val="0"/>
        <w:autoSpaceDN w:val="0"/>
        <w:adjustRightInd w:val="0"/>
        <w:rPr>
          <w:sz w:val="20"/>
          <w:szCs w:val="20"/>
        </w:rPr>
      </w:pPr>
      <w:r w:rsidRPr="00977ECF">
        <w:rPr>
          <w:sz w:val="20"/>
          <w:szCs w:val="20"/>
        </w:rPr>
        <w:t>Art. 84 ust. 2 ustawy z dnia 20 czerwca 1997 r. - Prawo o ruchu drogowym</w:t>
      </w: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Default="000E6D42" w:rsidP="00774491">
      <w:pPr>
        <w:rPr>
          <w:sz w:val="20"/>
          <w:szCs w:val="20"/>
        </w:rPr>
      </w:pPr>
    </w:p>
    <w:p w:rsidR="000E6D42" w:rsidRPr="00977ECF" w:rsidRDefault="000E6D42" w:rsidP="00F13BEF">
      <w:pPr>
        <w:spacing w:line="360" w:lineRule="auto"/>
      </w:pPr>
      <w:r w:rsidRPr="00977ECF">
        <w:t xml:space="preserve">Wydaję uprawnienia diagnosty Nr ....................................... </w:t>
      </w:r>
    </w:p>
    <w:p w:rsidR="000E6D42" w:rsidRPr="00977ECF" w:rsidRDefault="000E6D42" w:rsidP="00F13BEF">
      <w:pPr>
        <w:spacing w:line="360" w:lineRule="auto"/>
      </w:pPr>
      <w:r w:rsidRPr="00977ECF">
        <w:t>Gryfino, dnia ..................................                                            Podpis ................................</w:t>
      </w:r>
    </w:p>
    <w:p w:rsidR="000E6D42" w:rsidRPr="00977ECF" w:rsidRDefault="000E6D42" w:rsidP="00F13BEF">
      <w:pPr>
        <w:spacing w:line="360" w:lineRule="auto"/>
      </w:pPr>
    </w:p>
    <w:p w:rsidR="000E6D42" w:rsidRPr="00977ECF" w:rsidRDefault="000E6D42" w:rsidP="00F13BEF">
      <w:pPr>
        <w:spacing w:line="360" w:lineRule="auto"/>
      </w:pPr>
      <w:r w:rsidRPr="00977ECF">
        <w:t xml:space="preserve">Uprawnienie diagnosty Nr ........................................ </w:t>
      </w:r>
    </w:p>
    <w:p w:rsidR="000E6D42" w:rsidRPr="00977ECF" w:rsidRDefault="000E6D42" w:rsidP="00F13BEF">
      <w:pPr>
        <w:spacing w:line="360" w:lineRule="auto"/>
      </w:pPr>
      <w:r w:rsidRPr="00977ECF">
        <w:t>odebrałem dnia .................................</w:t>
      </w:r>
    </w:p>
    <w:p w:rsidR="000E6D42" w:rsidRPr="00977ECF" w:rsidRDefault="000E6D42" w:rsidP="00977ECF">
      <w:pPr>
        <w:ind w:left="5580" w:firstLine="720"/>
      </w:pPr>
      <w:r w:rsidRPr="00977ECF">
        <w:t xml:space="preserve">                                                                                                 </w:t>
      </w:r>
      <w:r>
        <w:t xml:space="preserve">                                   </w:t>
      </w:r>
      <w:r w:rsidRPr="00977ECF">
        <w:t>............................</w:t>
      </w:r>
      <w:r>
        <w:t>..............................</w:t>
      </w:r>
    </w:p>
    <w:p w:rsidR="000E6D42" w:rsidRPr="00977ECF" w:rsidRDefault="000E6D42" w:rsidP="00774491">
      <w:pPr>
        <w:rPr>
          <w:sz w:val="20"/>
          <w:szCs w:val="20"/>
        </w:rPr>
      </w:pPr>
      <w:r w:rsidRPr="00977ECF">
        <w:t xml:space="preserve">                                                                                          </w:t>
      </w:r>
      <w:r>
        <w:t xml:space="preserve">      </w:t>
      </w:r>
      <w:r w:rsidRPr="00977ECF">
        <w:t xml:space="preserve">     (podpis osoby odbierającej)</w:t>
      </w:r>
    </w:p>
    <w:sectPr w:rsidR="000E6D42" w:rsidRPr="00977ECF" w:rsidSect="00971AA5"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13B3E"/>
    <w:multiLevelType w:val="multilevel"/>
    <w:tmpl w:val="E5047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B9646D"/>
    <w:multiLevelType w:val="multilevel"/>
    <w:tmpl w:val="4F0E1F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9B86790"/>
    <w:multiLevelType w:val="hybridMultilevel"/>
    <w:tmpl w:val="DA9E75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2914857"/>
    <w:multiLevelType w:val="hybridMultilevel"/>
    <w:tmpl w:val="A27E693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247F6F"/>
    <w:multiLevelType w:val="hybridMultilevel"/>
    <w:tmpl w:val="4F0E1F84"/>
    <w:lvl w:ilvl="0" w:tplc="16180BB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AC4179"/>
    <w:multiLevelType w:val="hybridMultilevel"/>
    <w:tmpl w:val="F726F69C"/>
    <w:lvl w:ilvl="0" w:tplc="0450D1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1E18"/>
    <w:rsid w:val="000142EE"/>
    <w:rsid w:val="000C7FC1"/>
    <w:rsid w:val="000E6D42"/>
    <w:rsid w:val="001834EB"/>
    <w:rsid w:val="001918E4"/>
    <w:rsid w:val="002243C4"/>
    <w:rsid w:val="003D2453"/>
    <w:rsid w:val="00454D98"/>
    <w:rsid w:val="00581254"/>
    <w:rsid w:val="005B7940"/>
    <w:rsid w:val="006C500C"/>
    <w:rsid w:val="00774491"/>
    <w:rsid w:val="0081688B"/>
    <w:rsid w:val="00925A91"/>
    <w:rsid w:val="009267FB"/>
    <w:rsid w:val="009675C0"/>
    <w:rsid w:val="00971AA5"/>
    <w:rsid w:val="00977ECF"/>
    <w:rsid w:val="009C79F7"/>
    <w:rsid w:val="009D0C33"/>
    <w:rsid w:val="009F0D0A"/>
    <w:rsid w:val="00A62DFA"/>
    <w:rsid w:val="00AB3C49"/>
    <w:rsid w:val="00AF0E69"/>
    <w:rsid w:val="00B12281"/>
    <w:rsid w:val="00B46E4D"/>
    <w:rsid w:val="00B92A67"/>
    <w:rsid w:val="00BF44C6"/>
    <w:rsid w:val="00C23219"/>
    <w:rsid w:val="00C54441"/>
    <w:rsid w:val="00C647E5"/>
    <w:rsid w:val="00D449F7"/>
    <w:rsid w:val="00D833D6"/>
    <w:rsid w:val="00E65CE2"/>
    <w:rsid w:val="00F13BEF"/>
    <w:rsid w:val="00F71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5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D245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744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4491"/>
    <w:rPr>
      <w:rFonts w:ascii="Segoe UI" w:hAnsi="Segoe UI" w:cs="Segoe UI"/>
      <w:sz w:val="18"/>
      <w:szCs w:val="18"/>
      <w:lang w:eastAsia="pl-PL"/>
    </w:rPr>
  </w:style>
  <w:style w:type="paragraph" w:styleId="ListParagraph">
    <w:name w:val="List Paragraph"/>
    <w:basedOn w:val="Normal"/>
    <w:uiPriority w:val="99"/>
    <w:qFormat/>
    <w:rsid w:val="000C7F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41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41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41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841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41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41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41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41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41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2</Pages>
  <Words>443</Words>
  <Characters>2660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uprzetak</dc:creator>
  <cp:keywords/>
  <dc:description/>
  <cp:lastModifiedBy>aplociennik</cp:lastModifiedBy>
  <cp:revision>15</cp:revision>
  <cp:lastPrinted>2023-05-18T09:44:00Z</cp:lastPrinted>
  <dcterms:created xsi:type="dcterms:W3CDTF">2014-08-18T07:40:00Z</dcterms:created>
  <dcterms:modified xsi:type="dcterms:W3CDTF">2023-05-19T06:44:00Z</dcterms:modified>
</cp:coreProperties>
</file>